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7126C8" w:rsidP="00624106">
            <w:pPr>
              <w:pStyle w:val="CUSTOMBoldColumnHead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13970" b="12065"/>
                      <wp:wrapNone/>
                      <wp:docPr id="27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6603" w:rsidRPr="00F835DA" w:rsidRDefault="00646603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1" o:spid="_x0000_s1026" type="#_x0000_t202" style="position:absolute;margin-left:.55pt;margin-top:341.95pt;width:85.9pt;height:8.0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" filled="f" stroked="f" strokeweight=".5pt">
                      <v:textbox style="mso-fit-shape-to-text:t" inset="0,0,0,0">
                        <w:txbxContent>
                          <w:p w:rsidR="00646603" w:rsidRPr="00F835DA" w:rsidRDefault="00646603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D35CC3"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545068">
            <w:pPr>
              <w:pStyle w:val="CUSTOMBoldColumnHeading"/>
            </w:pPr>
            <w:r>
              <w:t xml:space="preserve">Assessed by: </w:t>
            </w:r>
            <w:proofErr w:type="spellStart"/>
            <w:r w:rsidR="00545068">
              <w:rPr>
                <w:b w:val="0"/>
              </w:rPr>
              <w:t>Apurba</w:t>
            </w:r>
            <w:proofErr w:type="spellEnd"/>
            <w:r w:rsidR="00545068">
              <w:rPr>
                <w:b w:val="0"/>
              </w:rPr>
              <w:t xml:space="preserve"> </w:t>
            </w:r>
            <w:proofErr w:type="spellStart"/>
            <w:r w:rsidR="00545068">
              <w:rPr>
                <w:b w:val="0"/>
              </w:rPr>
              <w:t>Dahal</w:t>
            </w:r>
            <w:proofErr w:type="spellEnd"/>
            <w:r w:rsidR="00545068">
              <w:rPr>
                <w:b w:val="0"/>
              </w:rPr>
              <w:t xml:space="preserve"> (Trainee); </w:t>
            </w:r>
            <w:proofErr w:type="spellStart"/>
            <w:r w:rsidR="00545068">
              <w:rPr>
                <w:b w:val="0"/>
              </w:rPr>
              <w:t>Suprevised</w:t>
            </w:r>
            <w:proofErr w:type="spellEnd"/>
            <w:r w:rsidR="00545068">
              <w:rPr>
                <w:b w:val="0"/>
              </w:rPr>
              <w:t xml:space="preserve"> by: Daniel Sims (CVS)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5068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r w:rsidR="00545068">
              <w:t>Simpson, Mariah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5068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545068">
              <w:t>K010256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5068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545068">
              <w:t>12/06/2019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5068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545068">
              <w:t>18/01/1995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5068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545068">
              <w:t>438 870 8194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5068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545068">
              <w:t>Outpatient</w:t>
            </w:r>
          </w:p>
        </w:tc>
      </w:tr>
      <w:tr w:rsidR="003E416A" w:rsidTr="0064660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545068">
            <w:pPr>
              <w:pStyle w:val="CUSTOMHeaderText"/>
            </w:pPr>
            <w:r>
              <w:t xml:space="preserve">Referrer: </w:t>
            </w:r>
            <w:r w:rsidR="00545068">
              <w:t>Mr Patel</w:t>
            </w: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545068">
            <w:pPr>
              <w:pStyle w:val="CUSTOMHeaderText"/>
            </w:pPr>
            <w:r>
              <w:t xml:space="preserve">Hospital Site: </w:t>
            </w:r>
            <w:r w:rsidR="00545068">
              <w:t>UHL</w:t>
            </w:r>
          </w:p>
        </w:tc>
      </w:tr>
      <w:tr w:rsidR="003E416A" w:rsidTr="00646603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545068">
            <w:pPr>
              <w:pStyle w:val="CUSTOMHeaderText"/>
            </w:pPr>
            <w:r>
              <w:t xml:space="preserve">Clinical Indications: </w:t>
            </w:r>
            <w:r w:rsidR="00545068">
              <w:t>Large varicosities right leg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A078E6" w:rsidP="001F797D">
            <w:pPr>
              <w:pStyle w:val="CUSTOMBoldColumnHeading"/>
            </w:pPr>
            <w:r>
              <w:t xml:space="preserve">Lower Limb </w:t>
            </w:r>
            <w:r w:rsidR="00123164">
              <w:t xml:space="preserve">– </w:t>
            </w:r>
            <w:r w:rsidR="001F797D">
              <w:t xml:space="preserve">BILATERAL </w:t>
            </w:r>
            <w:r w:rsidR="00123164">
              <w:t>Venous I</w:t>
            </w:r>
            <w:r>
              <w:t>nsufficiency scan</w:t>
            </w:r>
            <w:r w:rsidR="001F797D">
              <w:t xml:space="preserve"> 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8C1B9D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08C3344" wp14:editId="2D97907F">
                      <wp:simplePos x="0" y="0"/>
                      <wp:positionH relativeFrom="column">
                        <wp:posOffset>175260</wp:posOffset>
                      </wp:positionH>
                      <wp:positionV relativeFrom="page">
                        <wp:posOffset>2423795</wp:posOffset>
                      </wp:positionV>
                      <wp:extent cx="1177925" cy="207645"/>
                      <wp:effectExtent l="0" t="0" r="22225" b="20955"/>
                      <wp:wrapNone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7925" cy="2076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3BD9" w:rsidRPr="00D91339" w:rsidRDefault="008C1B9D">
                                  <w:pPr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 xml:space="preserve">ATV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4"/>
                                    </w:rPr>
                                    <w:t>mid thigh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4"/>
                                    </w:rPr>
                                    <w:t xml:space="preserve"> </w:t>
                                  </w:r>
                                  <w:r w:rsidR="00EF3BD9">
                                    <w:rPr>
                                      <w:b/>
                                      <w:sz w:val="14"/>
                                    </w:rPr>
                                    <w:t>4.3mm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27" type="#_x0000_t202" style="position:absolute;margin-left:13.8pt;margin-top:190.85pt;width:92.75pt;height:16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" fillcolor="white [3201]" strokeweight=".5pt">
                      <v:textbox>
                        <w:txbxContent>
                          <w:p w:rsidR="00EF3BD9" w:rsidRPr="00D91339" w:rsidRDefault="008C1B9D">
                            <w:pPr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ATV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mid thigh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r w:rsidR="00EF3BD9">
                              <w:rPr>
                                <w:b/>
                                <w:sz w:val="14"/>
                              </w:rPr>
                              <w:t>4.3mm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DDDEF19" wp14:editId="362A4D20">
                      <wp:simplePos x="0" y="0"/>
                      <wp:positionH relativeFrom="column">
                        <wp:posOffset>132475</wp:posOffset>
                      </wp:positionH>
                      <wp:positionV relativeFrom="page">
                        <wp:posOffset>1380502</wp:posOffset>
                      </wp:positionV>
                      <wp:extent cx="1221237" cy="207645"/>
                      <wp:effectExtent l="0" t="0" r="17145" b="20955"/>
                      <wp:wrapNone/>
                      <wp:docPr id="85" name="Text Box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1237" cy="2076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3BD9" w:rsidRPr="00D91339" w:rsidRDefault="008C1B9D">
                                  <w:pPr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 xml:space="preserve">ATV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4"/>
                                    </w:rPr>
                                    <w:t>prox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4"/>
                                    </w:rPr>
                                    <w:t xml:space="preserve"> thigh </w:t>
                                  </w:r>
                                  <w:r w:rsidR="00EF3BD9">
                                    <w:rPr>
                                      <w:b/>
                                      <w:sz w:val="14"/>
                                    </w:rPr>
                                    <w:t>4.4mm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28" type="#_x0000_t202" style="position:absolute;margin-left:10.45pt;margin-top:108.7pt;width:96.15pt;height:16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" fillcolor="white [3201]" strokeweight=".5pt">
                      <v:textbox>
                        <w:txbxContent>
                          <w:p w:rsidR="00EF3BD9" w:rsidRPr="00D91339" w:rsidRDefault="008C1B9D">
                            <w:pPr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ATV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prox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thigh </w:t>
                            </w:r>
                            <w:r w:rsidR="00EF3BD9">
                              <w:rPr>
                                <w:b/>
                                <w:sz w:val="14"/>
                              </w:rPr>
                              <w:t>4.4mm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F3BD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FDDA390" wp14:editId="44D8841C">
                      <wp:simplePos x="0" y="0"/>
                      <wp:positionH relativeFrom="column">
                        <wp:posOffset>1804398</wp:posOffset>
                      </wp:positionH>
                      <wp:positionV relativeFrom="page">
                        <wp:posOffset>4334881</wp:posOffset>
                      </wp:positionV>
                      <wp:extent cx="398417" cy="5938"/>
                      <wp:effectExtent l="38100" t="95250" r="0" b="108585"/>
                      <wp:wrapNone/>
                      <wp:docPr id="90" name="Straight Arrow Connector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98417" cy="593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0" o:spid="_x0000_s1026" type="#_x0000_t32" style="position:absolute;margin-left:142.1pt;margin-top:341.35pt;width:31.35pt;height:.45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" strokecolor="black [3213]" strokeweight="2.25pt">
                      <v:stroke endarrow="block" joinstyle="miter"/>
                      <w10:wrap anchory="page"/>
                    </v:shape>
                  </w:pict>
                </mc:Fallback>
              </mc:AlternateContent>
            </w:r>
            <w:r w:rsidR="00EF3BD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150F3DF" wp14:editId="59A899B6">
                      <wp:simplePos x="0" y="0"/>
                      <wp:positionH relativeFrom="column">
                        <wp:posOffset>2202815</wp:posOffset>
                      </wp:positionH>
                      <wp:positionV relativeFrom="page">
                        <wp:posOffset>4156752</wp:posOffset>
                      </wp:positionV>
                      <wp:extent cx="1009402" cy="326572"/>
                      <wp:effectExtent l="0" t="0" r="19685" b="16510"/>
                      <wp:wrapNone/>
                      <wp:docPr id="89" name="Text Box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02" cy="3265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3BD9" w:rsidRPr="00EF3BD9" w:rsidRDefault="00EF3BD9">
                                  <w:pPr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>No GSV imaged in the calf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29" type="#_x0000_t202" style="position:absolute;margin-left:173.45pt;margin-top:327.3pt;width:79.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" fillcolor="white [3201]" strokeweight=".5pt">
                      <v:textbox>
                        <w:txbxContent>
                          <w:p w:rsidR="00EF3BD9" w:rsidRPr="00EF3BD9" w:rsidRDefault="00EF3BD9">
                            <w:pPr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No GSV imaged in the calf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F3BD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41DC3F1" wp14:editId="74F2D2CF">
                      <wp:simplePos x="0" y="0"/>
                      <wp:positionH relativeFrom="column">
                        <wp:posOffset>47444</wp:posOffset>
                      </wp:positionH>
                      <wp:positionV relativeFrom="page">
                        <wp:posOffset>2945468</wp:posOffset>
                      </wp:positionV>
                      <wp:extent cx="1009402" cy="623455"/>
                      <wp:effectExtent l="0" t="0" r="19685" b="24765"/>
                      <wp:wrapNone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02" cy="623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3BD9" w:rsidRPr="00EF3BD9" w:rsidRDefault="00EF3BD9">
                                  <w:pPr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>Distal thigh/knee o</w:t>
                                  </w:r>
                                  <w:r w:rsidRPr="00EF3BD9">
                                    <w:rPr>
                                      <w:b/>
                                      <w:sz w:val="14"/>
                                    </w:rPr>
                                    <w:t xml:space="preserve">utside fascia and </w:t>
                                  </w:r>
                                  <w:proofErr w:type="gramStart"/>
                                  <w:r w:rsidRPr="00EF3BD9">
                                    <w:rPr>
                                      <w:b/>
                                      <w:sz w:val="14"/>
                                    </w:rPr>
                                    <w:t>tortuous ?GSV</w:t>
                                  </w:r>
                                  <w:proofErr w:type="gramEnd"/>
                                  <w:r w:rsidRPr="00EF3BD9">
                                    <w:rPr>
                                      <w:b/>
                                      <w:sz w:val="14"/>
                                    </w:rPr>
                                    <w:t xml:space="preserve">/?GSV </w:t>
                                  </w:r>
                                  <w:proofErr w:type="spellStart"/>
                                  <w:r w:rsidRPr="00EF3BD9">
                                    <w:rPr>
                                      <w:b/>
                                      <w:sz w:val="14"/>
                                    </w:rPr>
                                    <w:t>tributory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030" type="#_x0000_t202" style="position:absolute;margin-left:3.75pt;margin-top:231.95pt;width:79.5pt;height:4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" fillcolor="white [3201]" strokeweight=".5pt">
                      <v:textbox>
                        <w:txbxContent>
                          <w:p w:rsidR="00EF3BD9" w:rsidRPr="00EF3BD9" w:rsidRDefault="00EF3BD9">
                            <w:pPr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Distal thigh/knee o</w:t>
                            </w:r>
                            <w:r w:rsidRPr="00EF3BD9">
                              <w:rPr>
                                <w:b/>
                                <w:sz w:val="14"/>
                              </w:rPr>
                              <w:t xml:space="preserve">utside fascia and </w:t>
                            </w:r>
                            <w:proofErr w:type="gramStart"/>
                            <w:r w:rsidRPr="00EF3BD9">
                              <w:rPr>
                                <w:b/>
                                <w:sz w:val="14"/>
                              </w:rPr>
                              <w:t>tortuous ?GSV</w:t>
                            </w:r>
                            <w:proofErr w:type="gramEnd"/>
                            <w:r w:rsidRPr="00EF3BD9">
                              <w:rPr>
                                <w:b/>
                                <w:sz w:val="14"/>
                              </w:rPr>
                              <w:t xml:space="preserve">/?GSV </w:t>
                            </w:r>
                            <w:proofErr w:type="spellStart"/>
                            <w:r w:rsidRPr="00EF3BD9">
                              <w:rPr>
                                <w:b/>
                                <w:sz w:val="14"/>
                              </w:rPr>
                              <w:t>tributory</w:t>
                            </w:r>
                            <w:proofErr w:type="spellEnd"/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F3BD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7" behindDoc="0" locked="0" layoutInCell="1" allowOverlap="1" wp14:anchorId="228E3C5F" wp14:editId="45AED503">
                      <wp:simplePos x="0" y="0"/>
                      <wp:positionH relativeFrom="column">
                        <wp:posOffset>967781</wp:posOffset>
                      </wp:positionH>
                      <wp:positionV relativeFrom="page">
                        <wp:posOffset>3046408</wp:posOffset>
                      </wp:positionV>
                      <wp:extent cx="795020" cy="1295"/>
                      <wp:effectExtent l="0" t="95250" r="0" b="113030"/>
                      <wp:wrapNone/>
                      <wp:docPr id="87" name="Straight Arrow Connector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5020" cy="129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7" o:spid="_x0000_s1026" type="#_x0000_t32" style="position:absolute;margin-left:76.2pt;margin-top:239.85pt;width:62.6pt;height:.1pt;flip:y;z-index:2516807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" strokecolor="black [3213]" strokeweight="2.25pt">
                      <v:stroke endarrow="block" joinstyle="miter"/>
                      <w10:wrap anchory="page"/>
                    </v:shape>
                  </w:pict>
                </mc:Fallback>
              </mc:AlternateContent>
            </w:r>
            <w:r w:rsidR="00EF3BD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F2EBF63" wp14:editId="1F711701">
                      <wp:simplePos x="0" y="0"/>
                      <wp:positionH relativeFrom="column">
                        <wp:posOffset>2006600</wp:posOffset>
                      </wp:positionH>
                      <wp:positionV relativeFrom="page">
                        <wp:posOffset>1211580</wp:posOffset>
                      </wp:positionV>
                      <wp:extent cx="2315210" cy="5497830"/>
                      <wp:effectExtent l="0" t="0" r="8890" b="762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5210" cy="5497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026" style="position:absolute;margin-left:158pt;margin-top:95.4pt;width:182.3pt;height:43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" fillcolor="white [3212]" stroked="f" strokeweight="1pt">
                      <w10:wrap anchory="page"/>
                    </v:rect>
                  </w:pict>
                </mc:Fallback>
              </mc:AlternateContent>
            </w:r>
            <w:r w:rsidR="00EF3BD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9C8513A" wp14:editId="44E10732">
                      <wp:simplePos x="0" y="0"/>
                      <wp:positionH relativeFrom="column">
                        <wp:posOffset>1878544</wp:posOffset>
                      </wp:positionH>
                      <wp:positionV relativeFrom="page">
                        <wp:posOffset>3093300</wp:posOffset>
                      </wp:positionV>
                      <wp:extent cx="522605" cy="243840"/>
                      <wp:effectExtent l="0" t="0" r="10795" b="22860"/>
                      <wp:wrapNone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2605" cy="243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3BD9" w:rsidRPr="00D91339" w:rsidRDefault="00EF3BD9">
                                  <w:pPr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>6.3mm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31" type="#_x0000_t202" style="position:absolute;margin-left:147.9pt;margin-top:243.55pt;width:41.15pt;height:19.2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" fillcolor="white [3201]" strokeweight=".5pt">
                      <v:textbox>
                        <w:txbxContent>
                          <w:p w:rsidR="00EF3BD9" w:rsidRPr="00D91339" w:rsidRDefault="00EF3BD9">
                            <w:pPr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6.3mm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DDDCF0" wp14:editId="65719982">
                      <wp:simplePos x="0" y="0"/>
                      <wp:positionH relativeFrom="column">
                        <wp:posOffset>1875790</wp:posOffset>
                      </wp:positionH>
                      <wp:positionV relativeFrom="page">
                        <wp:posOffset>2748915</wp:posOffset>
                      </wp:positionV>
                      <wp:extent cx="522605" cy="243840"/>
                      <wp:effectExtent l="0" t="0" r="10795" b="22860"/>
                      <wp:wrapNone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2605" cy="243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339" w:rsidRPr="00D91339" w:rsidRDefault="00D91339">
                                  <w:pPr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D91339">
                                    <w:rPr>
                                      <w:b/>
                                      <w:sz w:val="14"/>
                                    </w:rPr>
                                    <w:t>7.7mm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32" type="#_x0000_t202" style="position:absolute;margin-left:147.7pt;margin-top:216.45pt;width:41.15pt;height:19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" fillcolor="white [3201]" strokeweight=".5pt">
                      <v:textbox>
                        <w:txbxContent>
                          <w:p w:rsidR="00D91339" w:rsidRPr="00D91339" w:rsidRDefault="00D91339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D91339">
                              <w:rPr>
                                <w:b/>
                                <w:sz w:val="14"/>
                              </w:rPr>
                              <w:t>7.7mm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21B0484" wp14:editId="71891231">
                      <wp:simplePos x="0" y="0"/>
                      <wp:positionH relativeFrom="column">
                        <wp:posOffset>1852295</wp:posOffset>
                      </wp:positionH>
                      <wp:positionV relativeFrom="page">
                        <wp:posOffset>2303780</wp:posOffset>
                      </wp:positionV>
                      <wp:extent cx="522605" cy="213360"/>
                      <wp:effectExtent l="0" t="0" r="10795" b="15240"/>
                      <wp:wrapNone/>
                      <wp:docPr id="82" name="Text Box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2605" cy="213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339" w:rsidRPr="00D91339" w:rsidRDefault="00F64457">
                                  <w:pPr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>4.0</w:t>
                                  </w:r>
                                  <w:r w:rsidR="00D91339" w:rsidRPr="00D91339">
                                    <w:rPr>
                                      <w:b/>
                                      <w:sz w:val="14"/>
                                    </w:rPr>
                                    <w:t>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33" type="#_x0000_t202" style="position:absolute;margin-left:145.85pt;margin-top:181.4pt;width:41.15pt;height:16.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" fillcolor="white [3201]" strokeweight=".5pt">
                      <v:textbox>
                        <w:txbxContent>
                          <w:p w:rsidR="00D91339" w:rsidRPr="00D91339" w:rsidRDefault="00F64457">
                            <w:pPr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4.0</w:t>
                            </w:r>
                            <w:r w:rsidR="00D91339" w:rsidRPr="00D91339">
                              <w:rPr>
                                <w:b/>
                                <w:sz w:val="14"/>
                              </w:rPr>
                              <w:t>mm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28BE4A0" wp14:editId="3BCEAD82">
                      <wp:simplePos x="0" y="0"/>
                      <wp:positionH relativeFrom="column">
                        <wp:posOffset>1852295</wp:posOffset>
                      </wp:positionH>
                      <wp:positionV relativeFrom="page">
                        <wp:posOffset>1520190</wp:posOffset>
                      </wp:positionV>
                      <wp:extent cx="522605" cy="207645"/>
                      <wp:effectExtent l="0" t="0" r="10795" b="20955"/>
                      <wp:wrapNone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2605" cy="2076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339" w:rsidRPr="00D91339" w:rsidRDefault="00D91339">
                                  <w:pPr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D91339">
                                    <w:rPr>
                                      <w:b/>
                                      <w:sz w:val="14"/>
                                    </w:rPr>
                                    <w:t>3.8mm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34" type="#_x0000_t202" style="position:absolute;margin-left:145.85pt;margin-top:119.7pt;width:41.15pt;height:16.3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" fillcolor="white [3201]" strokeweight=".5pt">
                      <v:textbox>
                        <w:txbxContent>
                          <w:p w:rsidR="00D91339" w:rsidRPr="00D91339" w:rsidRDefault="00D91339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D91339">
                              <w:rPr>
                                <w:b/>
                                <w:sz w:val="14"/>
                              </w:rPr>
                              <w:t>3.8mm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23F367F" wp14:editId="1E1A5951">
                      <wp:simplePos x="0" y="0"/>
                      <wp:positionH relativeFrom="column">
                        <wp:posOffset>1489710</wp:posOffset>
                      </wp:positionH>
                      <wp:positionV relativeFrom="paragraph">
                        <wp:posOffset>3194685</wp:posOffset>
                      </wp:positionV>
                      <wp:extent cx="320040" cy="1766570"/>
                      <wp:effectExtent l="38100" t="19050" r="22860" b="5080"/>
                      <wp:wrapNone/>
                      <wp:docPr id="75" name="Freeform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040" cy="1766570"/>
                              </a:xfrm>
                              <a:custGeom>
                                <a:avLst/>
                                <a:gdLst>
                                  <a:gd name="connsiteX0" fmla="*/ 316523 w 317036"/>
                                  <a:gd name="connsiteY0" fmla="*/ 0 h 1718268"/>
                                  <a:gd name="connsiteX1" fmla="*/ 311499 w 317036"/>
                                  <a:gd name="connsiteY1" fmla="*/ 30145 h 1718268"/>
                                  <a:gd name="connsiteX2" fmla="*/ 311499 w 317036"/>
                                  <a:gd name="connsiteY2" fmla="*/ 150726 h 1718268"/>
                                  <a:gd name="connsiteX3" fmla="*/ 291402 w 317036"/>
                                  <a:gd name="connsiteY3" fmla="*/ 155750 h 1718268"/>
                                  <a:gd name="connsiteX4" fmla="*/ 276330 w 317036"/>
                                  <a:gd name="connsiteY4" fmla="*/ 165798 h 1718268"/>
                                  <a:gd name="connsiteX5" fmla="*/ 256233 w 317036"/>
                                  <a:gd name="connsiteY5" fmla="*/ 175846 h 1718268"/>
                                  <a:gd name="connsiteX6" fmla="*/ 236136 w 317036"/>
                                  <a:gd name="connsiteY6" fmla="*/ 205991 h 1718268"/>
                                  <a:gd name="connsiteX7" fmla="*/ 226088 w 317036"/>
                                  <a:gd name="connsiteY7" fmla="*/ 216040 h 1718268"/>
                                  <a:gd name="connsiteX8" fmla="*/ 211016 w 317036"/>
                                  <a:gd name="connsiteY8" fmla="*/ 261257 h 1718268"/>
                                  <a:gd name="connsiteX9" fmla="*/ 205991 w 317036"/>
                                  <a:gd name="connsiteY9" fmla="*/ 276330 h 1718268"/>
                                  <a:gd name="connsiteX10" fmla="*/ 195943 w 317036"/>
                                  <a:gd name="connsiteY10" fmla="*/ 291402 h 1718268"/>
                                  <a:gd name="connsiteX11" fmla="*/ 190919 w 317036"/>
                                  <a:gd name="connsiteY11" fmla="*/ 306475 h 1718268"/>
                                  <a:gd name="connsiteX12" fmla="*/ 185895 w 317036"/>
                                  <a:gd name="connsiteY12" fmla="*/ 326572 h 1718268"/>
                                  <a:gd name="connsiteX13" fmla="*/ 175846 w 317036"/>
                                  <a:gd name="connsiteY13" fmla="*/ 341644 h 1718268"/>
                                  <a:gd name="connsiteX14" fmla="*/ 165798 w 317036"/>
                                  <a:gd name="connsiteY14" fmla="*/ 351693 h 1718268"/>
                                  <a:gd name="connsiteX15" fmla="*/ 135653 w 317036"/>
                                  <a:gd name="connsiteY15" fmla="*/ 356717 h 1718268"/>
                                  <a:gd name="connsiteX16" fmla="*/ 105508 w 317036"/>
                                  <a:gd name="connsiteY16" fmla="*/ 366765 h 1718268"/>
                                  <a:gd name="connsiteX17" fmla="*/ 90435 w 317036"/>
                                  <a:gd name="connsiteY17" fmla="*/ 371789 h 1718268"/>
                                  <a:gd name="connsiteX18" fmla="*/ 65314 w 317036"/>
                                  <a:gd name="connsiteY18" fmla="*/ 391886 h 1718268"/>
                                  <a:gd name="connsiteX19" fmla="*/ 50242 w 317036"/>
                                  <a:gd name="connsiteY19" fmla="*/ 401934 h 1718268"/>
                                  <a:gd name="connsiteX20" fmla="*/ 35169 w 317036"/>
                                  <a:gd name="connsiteY20" fmla="*/ 477297 h 1718268"/>
                                  <a:gd name="connsiteX21" fmla="*/ 15073 w 317036"/>
                                  <a:gd name="connsiteY21" fmla="*/ 527539 h 1718268"/>
                                  <a:gd name="connsiteX22" fmla="*/ 10049 w 317036"/>
                                  <a:gd name="connsiteY22" fmla="*/ 542611 h 1718268"/>
                                  <a:gd name="connsiteX23" fmla="*/ 0 w 317036"/>
                                  <a:gd name="connsiteY23" fmla="*/ 587829 h 1718268"/>
                                  <a:gd name="connsiteX24" fmla="*/ 5024 w 317036"/>
                                  <a:gd name="connsiteY24" fmla="*/ 683288 h 1718268"/>
                                  <a:gd name="connsiteX25" fmla="*/ 15073 w 317036"/>
                                  <a:gd name="connsiteY25" fmla="*/ 713433 h 1718268"/>
                                  <a:gd name="connsiteX26" fmla="*/ 10049 w 317036"/>
                                  <a:gd name="connsiteY26" fmla="*/ 763675 h 1718268"/>
                                  <a:gd name="connsiteX27" fmla="*/ 5024 w 317036"/>
                                  <a:gd name="connsiteY27" fmla="*/ 778748 h 1718268"/>
                                  <a:gd name="connsiteX28" fmla="*/ 20097 w 317036"/>
                                  <a:gd name="connsiteY28" fmla="*/ 874207 h 1718268"/>
                                  <a:gd name="connsiteX29" fmla="*/ 25121 w 317036"/>
                                  <a:gd name="connsiteY29" fmla="*/ 894304 h 1718268"/>
                                  <a:gd name="connsiteX30" fmla="*/ 35169 w 317036"/>
                                  <a:gd name="connsiteY30" fmla="*/ 909376 h 1718268"/>
                                  <a:gd name="connsiteX31" fmla="*/ 40194 w 317036"/>
                                  <a:gd name="connsiteY31" fmla="*/ 934497 h 1718268"/>
                                  <a:gd name="connsiteX32" fmla="*/ 55266 w 317036"/>
                                  <a:gd name="connsiteY32" fmla="*/ 989763 h 1718268"/>
                                  <a:gd name="connsiteX33" fmla="*/ 50242 w 317036"/>
                                  <a:gd name="connsiteY33" fmla="*/ 1019908 h 1718268"/>
                                  <a:gd name="connsiteX34" fmla="*/ 40194 w 317036"/>
                                  <a:gd name="connsiteY34" fmla="*/ 1034980 h 1718268"/>
                                  <a:gd name="connsiteX35" fmla="*/ 50242 w 317036"/>
                                  <a:gd name="connsiteY35" fmla="*/ 1185706 h 1718268"/>
                                  <a:gd name="connsiteX36" fmla="*/ 55266 w 317036"/>
                                  <a:gd name="connsiteY36" fmla="*/ 1200778 h 1718268"/>
                                  <a:gd name="connsiteX37" fmla="*/ 70339 w 317036"/>
                                  <a:gd name="connsiteY37" fmla="*/ 1245996 h 1718268"/>
                                  <a:gd name="connsiteX38" fmla="*/ 65314 w 317036"/>
                                  <a:gd name="connsiteY38" fmla="*/ 1331407 h 1718268"/>
                                  <a:gd name="connsiteX39" fmla="*/ 60290 w 317036"/>
                                  <a:gd name="connsiteY39" fmla="*/ 1356528 h 1718268"/>
                                  <a:gd name="connsiteX40" fmla="*/ 65314 w 317036"/>
                                  <a:gd name="connsiteY40" fmla="*/ 1497205 h 1718268"/>
                                  <a:gd name="connsiteX41" fmla="*/ 70339 w 317036"/>
                                  <a:gd name="connsiteY41" fmla="*/ 1517301 h 1718268"/>
                                  <a:gd name="connsiteX42" fmla="*/ 80387 w 317036"/>
                                  <a:gd name="connsiteY42" fmla="*/ 1532374 h 1718268"/>
                                  <a:gd name="connsiteX43" fmla="*/ 100484 w 317036"/>
                                  <a:gd name="connsiteY43" fmla="*/ 1567543 h 1718268"/>
                                  <a:gd name="connsiteX44" fmla="*/ 105508 w 317036"/>
                                  <a:gd name="connsiteY44" fmla="*/ 1582616 h 1718268"/>
                                  <a:gd name="connsiteX45" fmla="*/ 115556 w 317036"/>
                                  <a:gd name="connsiteY45" fmla="*/ 1597688 h 1718268"/>
                                  <a:gd name="connsiteX46" fmla="*/ 125605 w 317036"/>
                                  <a:gd name="connsiteY46" fmla="*/ 1718268 h 1718268"/>
                                  <a:gd name="connsiteX0" fmla="*/ 316523 w 316524"/>
                                  <a:gd name="connsiteY0" fmla="*/ 0 h 1718268"/>
                                  <a:gd name="connsiteX1" fmla="*/ 311499 w 316524"/>
                                  <a:gd name="connsiteY1" fmla="*/ 30145 h 1718268"/>
                                  <a:gd name="connsiteX2" fmla="*/ 266257 w 316524"/>
                                  <a:gd name="connsiteY2" fmla="*/ 105492 h 1718268"/>
                                  <a:gd name="connsiteX3" fmla="*/ 291402 w 316524"/>
                                  <a:gd name="connsiteY3" fmla="*/ 155750 h 1718268"/>
                                  <a:gd name="connsiteX4" fmla="*/ 276330 w 316524"/>
                                  <a:gd name="connsiteY4" fmla="*/ 165798 h 1718268"/>
                                  <a:gd name="connsiteX5" fmla="*/ 256233 w 316524"/>
                                  <a:gd name="connsiteY5" fmla="*/ 175846 h 1718268"/>
                                  <a:gd name="connsiteX6" fmla="*/ 236136 w 316524"/>
                                  <a:gd name="connsiteY6" fmla="*/ 205991 h 1718268"/>
                                  <a:gd name="connsiteX7" fmla="*/ 226088 w 316524"/>
                                  <a:gd name="connsiteY7" fmla="*/ 216040 h 1718268"/>
                                  <a:gd name="connsiteX8" fmla="*/ 211016 w 316524"/>
                                  <a:gd name="connsiteY8" fmla="*/ 261257 h 1718268"/>
                                  <a:gd name="connsiteX9" fmla="*/ 205991 w 316524"/>
                                  <a:gd name="connsiteY9" fmla="*/ 276330 h 1718268"/>
                                  <a:gd name="connsiteX10" fmla="*/ 195943 w 316524"/>
                                  <a:gd name="connsiteY10" fmla="*/ 291402 h 1718268"/>
                                  <a:gd name="connsiteX11" fmla="*/ 190919 w 316524"/>
                                  <a:gd name="connsiteY11" fmla="*/ 306475 h 1718268"/>
                                  <a:gd name="connsiteX12" fmla="*/ 185895 w 316524"/>
                                  <a:gd name="connsiteY12" fmla="*/ 326572 h 1718268"/>
                                  <a:gd name="connsiteX13" fmla="*/ 175846 w 316524"/>
                                  <a:gd name="connsiteY13" fmla="*/ 341644 h 1718268"/>
                                  <a:gd name="connsiteX14" fmla="*/ 165798 w 316524"/>
                                  <a:gd name="connsiteY14" fmla="*/ 351693 h 1718268"/>
                                  <a:gd name="connsiteX15" fmla="*/ 135653 w 316524"/>
                                  <a:gd name="connsiteY15" fmla="*/ 356717 h 1718268"/>
                                  <a:gd name="connsiteX16" fmla="*/ 105508 w 316524"/>
                                  <a:gd name="connsiteY16" fmla="*/ 366765 h 1718268"/>
                                  <a:gd name="connsiteX17" fmla="*/ 90435 w 316524"/>
                                  <a:gd name="connsiteY17" fmla="*/ 371789 h 1718268"/>
                                  <a:gd name="connsiteX18" fmla="*/ 65314 w 316524"/>
                                  <a:gd name="connsiteY18" fmla="*/ 391886 h 1718268"/>
                                  <a:gd name="connsiteX19" fmla="*/ 50242 w 316524"/>
                                  <a:gd name="connsiteY19" fmla="*/ 401934 h 1718268"/>
                                  <a:gd name="connsiteX20" fmla="*/ 35169 w 316524"/>
                                  <a:gd name="connsiteY20" fmla="*/ 477297 h 1718268"/>
                                  <a:gd name="connsiteX21" fmla="*/ 15073 w 316524"/>
                                  <a:gd name="connsiteY21" fmla="*/ 527539 h 1718268"/>
                                  <a:gd name="connsiteX22" fmla="*/ 10049 w 316524"/>
                                  <a:gd name="connsiteY22" fmla="*/ 542611 h 1718268"/>
                                  <a:gd name="connsiteX23" fmla="*/ 0 w 316524"/>
                                  <a:gd name="connsiteY23" fmla="*/ 587829 h 1718268"/>
                                  <a:gd name="connsiteX24" fmla="*/ 5024 w 316524"/>
                                  <a:gd name="connsiteY24" fmla="*/ 683288 h 1718268"/>
                                  <a:gd name="connsiteX25" fmla="*/ 15073 w 316524"/>
                                  <a:gd name="connsiteY25" fmla="*/ 713433 h 1718268"/>
                                  <a:gd name="connsiteX26" fmla="*/ 10049 w 316524"/>
                                  <a:gd name="connsiteY26" fmla="*/ 763675 h 1718268"/>
                                  <a:gd name="connsiteX27" fmla="*/ 5024 w 316524"/>
                                  <a:gd name="connsiteY27" fmla="*/ 778748 h 1718268"/>
                                  <a:gd name="connsiteX28" fmla="*/ 20097 w 316524"/>
                                  <a:gd name="connsiteY28" fmla="*/ 874207 h 1718268"/>
                                  <a:gd name="connsiteX29" fmla="*/ 25121 w 316524"/>
                                  <a:gd name="connsiteY29" fmla="*/ 894304 h 1718268"/>
                                  <a:gd name="connsiteX30" fmla="*/ 35169 w 316524"/>
                                  <a:gd name="connsiteY30" fmla="*/ 909376 h 1718268"/>
                                  <a:gd name="connsiteX31" fmla="*/ 40194 w 316524"/>
                                  <a:gd name="connsiteY31" fmla="*/ 934497 h 1718268"/>
                                  <a:gd name="connsiteX32" fmla="*/ 55266 w 316524"/>
                                  <a:gd name="connsiteY32" fmla="*/ 989763 h 1718268"/>
                                  <a:gd name="connsiteX33" fmla="*/ 50242 w 316524"/>
                                  <a:gd name="connsiteY33" fmla="*/ 1019908 h 1718268"/>
                                  <a:gd name="connsiteX34" fmla="*/ 40194 w 316524"/>
                                  <a:gd name="connsiteY34" fmla="*/ 1034980 h 1718268"/>
                                  <a:gd name="connsiteX35" fmla="*/ 50242 w 316524"/>
                                  <a:gd name="connsiteY35" fmla="*/ 1185706 h 1718268"/>
                                  <a:gd name="connsiteX36" fmla="*/ 55266 w 316524"/>
                                  <a:gd name="connsiteY36" fmla="*/ 1200778 h 1718268"/>
                                  <a:gd name="connsiteX37" fmla="*/ 70339 w 316524"/>
                                  <a:gd name="connsiteY37" fmla="*/ 1245996 h 1718268"/>
                                  <a:gd name="connsiteX38" fmla="*/ 65314 w 316524"/>
                                  <a:gd name="connsiteY38" fmla="*/ 1331407 h 1718268"/>
                                  <a:gd name="connsiteX39" fmla="*/ 60290 w 316524"/>
                                  <a:gd name="connsiteY39" fmla="*/ 1356528 h 1718268"/>
                                  <a:gd name="connsiteX40" fmla="*/ 65314 w 316524"/>
                                  <a:gd name="connsiteY40" fmla="*/ 1497205 h 1718268"/>
                                  <a:gd name="connsiteX41" fmla="*/ 70339 w 316524"/>
                                  <a:gd name="connsiteY41" fmla="*/ 1517301 h 1718268"/>
                                  <a:gd name="connsiteX42" fmla="*/ 80387 w 316524"/>
                                  <a:gd name="connsiteY42" fmla="*/ 1532374 h 1718268"/>
                                  <a:gd name="connsiteX43" fmla="*/ 100484 w 316524"/>
                                  <a:gd name="connsiteY43" fmla="*/ 1567543 h 1718268"/>
                                  <a:gd name="connsiteX44" fmla="*/ 105508 w 316524"/>
                                  <a:gd name="connsiteY44" fmla="*/ 1582616 h 1718268"/>
                                  <a:gd name="connsiteX45" fmla="*/ 115556 w 316524"/>
                                  <a:gd name="connsiteY45" fmla="*/ 1597688 h 1718268"/>
                                  <a:gd name="connsiteX46" fmla="*/ 125605 w 316524"/>
                                  <a:gd name="connsiteY46" fmla="*/ 1718268 h 1718268"/>
                                  <a:gd name="connsiteX0" fmla="*/ 316523 w 316524"/>
                                  <a:gd name="connsiteY0" fmla="*/ 0 h 1718268"/>
                                  <a:gd name="connsiteX1" fmla="*/ 311499 w 316524"/>
                                  <a:gd name="connsiteY1" fmla="*/ 30145 h 1718268"/>
                                  <a:gd name="connsiteX2" fmla="*/ 266257 w 316524"/>
                                  <a:gd name="connsiteY2" fmla="*/ 105492 h 1718268"/>
                                  <a:gd name="connsiteX3" fmla="*/ 291402 w 316524"/>
                                  <a:gd name="connsiteY3" fmla="*/ 155750 h 1718268"/>
                                  <a:gd name="connsiteX4" fmla="*/ 276330 w 316524"/>
                                  <a:gd name="connsiteY4" fmla="*/ 165798 h 1718268"/>
                                  <a:gd name="connsiteX5" fmla="*/ 175771 w 316524"/>
                                  <a:gd name="connsiteY5" fmla="*/ 170819 h 1718268"/>
                                  <a:gd name="connsiteX6" fmla="*/ 236136 w 316524"/>
                                  <a:gd name="connsiteY6" fmla="*/ 205991 h 1718268"/>
                                  <a:gd name="connsiteX7" fmla="*/ 226088 w 316524"/>
                                  <a:gd name="connsiteY7" fmla="*/ 216040 h 1718268"/>
                                  <a:gd name="connsiteX8" fmla="*/ 211016 w 316524"/>
                                  <a:gd name="connsiteY8" fmla="*/ 261257 h 1718268"/>
                                  <a:gd name="connsiteX9" fmla="*/ 205991 w 316524"/>
                                  <a:gd name="connsiteY9" fmla="*/ 276330 h 1718268"/>
                                  <a:gd name="connsiteX10" fmla="*/ 195943 w 316524"/>
                                  <a:gd name="connsiteY10" fmla="*/ 291402 h 1718268"/>
                                  <a:gd name="connsiteX11" fmla="*/ 190919 w 316524"/>
                                  <a:gd name="connsiteY11" fmla="*/ 306475 h 1718268"/>
                                  <a:gd name="connsiteX12" fmla="*/ 185895 w 316524"/>
                                  <a:gd name="connsiteY12" fmla="*/ 326572 h 1718268"/>
                                  <a:gd name="connsiteX13" fmla="*/ 175846 w 316524"/>
                                  <a:gd name="connsiteY13" fmla="*/ 341644 h 1718268"/>
                                  <a:gd name="connsiteX14" fmla="*/ 165798 w 316524"/>
                                  <a:gd name="connsiteY14" fmla="*/ 351693 h 1718268"/>
                                  <a:gd name="connsiteX15" fmla="*/ 135653 w 316524"/>
                                  <a:gd name="connsiteY15" fmla="*/ 356717 h 1718268"/>
                                  <a:gd name="connsiteX16" fmla="*/ 105508 w 316524"/>
                                  <a:gd name="connsiteY16" fmla="*/ 366765 h 1718268"/>
                                  <a:gd name="connsiteX17" fmla="*/ 90435 w 316524"/>
                                  <a:gd name="connsiteY17" fmla="*/ 371789 h 1718268"/>
                                  <a:gd name="connsiteX18" fmla="*/ 65314 w 316524"/>
                                  <a:gd name="connsiteY18" fmla="*/ 391886 h 1718268"/>
                                  <a:gd name="connsiteX19" fmla="*/ 50242 w 316524"/>
                                  <a:gd name="connsiteY19" fmla="*/ 401934 h 1718268"/>
                                  <a:gd name="connsiteX20" fmla="*/ 35169 w 316524"/>
                                  <a:gd name="connsiteY20" fmla="*/ 477297 h 1718268"/>
                                  <a:gd name="connsiteX21" fmla="*/ 15073 w 316524"/>
                                  <a:gd name="connsiteY21" fmla="*/ 527539 h 1718268"/>
                                  <a:gd name="connsiteX22" fmla="*/ 10049 w 316524"/>
                                  <a:gd name="connsiteY22" fmla="*/ 542611 h 1718268"/>
                                  <a:gd name="connsiteX23" fmla="*/ 0 w 316524"/>
                                  <a:gd name="connsiteY23" fmla="*/ 587829 h 1718268"/>
                                  <a:gd name="connsiteX24" fmla="*/ 5024 w 316524"/>
                                  <a:gd name="connsiteY24" fmla="*/ 683288 h 1718268"/>
                                  <a:gd name="connsiteX25" fmla="*/ 15073 w 316524"/>
                                  <a:gd name="connsiteY25" fmla="*/ 713433 h 1718268"/>
                                  <a:gd name="connsiteX26" fmla="*/ 10049 w 316524"/>
                                  <a:gd name="connsiteY26" fmla="*/ 763675 h 1718268"/>
                                  <a:gd name="connsiteX27" fmla="*/ 5024 w 316524"/>
                                  <a:gd name="connsiteY27" fmla="*/ 778748 h 1718268"/>
                                  <a:gd name="connsiteX28" fmla="*/ 20097 w 316524"/>
                                  <a:gd name="connsiteY28" fmla="*/ 874207 h 1718268"/>
                                  <a:gd name="connsiteX29" fmla="*/ 25121 w 316524"/>
                                  <a:gd name="connsiteY29" fmla="*/ 894304 h 1718268"/>
                                  <a:gd name="connsiteX30" fmla="*/ 35169 w 316524"/>
                                  <a:gd name="connsiteY30" fmla="*/ 909376 h 1718268"/>
                                  <a:gd name="connsiteX31" fmla="*/ 40194 w 316524"/>
                                  <a:gd name="connsiteY31" fmla="*/ 934497 h 1718268"/>
                                  <a:gd name="connsiteX32" fmla="*/ 55266 w 316524"/>
                                  <a:gd name="connsiteY32" fmla="*/ 989763 h 1718268"/>
                                  <a:gd name="connsiteX33" fmla="*/ 50242 w 316524"/>
                                  <a:gd name="connsiteY33" fmla="*/ 1019908 h 1718268"/>
                                  <a:gd name="connsiteX34" fmla="*/ 40194 w 316524"/>
                                  <a:gd name="connsiteY34" fmla="*/ 1034980 h 1718268"/>
                                  <a:gd name="connsiteX35" fmla="*/ 50242 w 316524"/>
                                  <a:gd name="connsiteY35" fmla="*/ 1185706 h 1718268"/>
                                  <a:gd name="connsiteX36" fmla="*/ 55266 w 316524"/>
                                  <a:gd name="connsiteY36" fmla="*/ 1200778 h 1718268"/>
                                  <a:gd name="connsiteX37" fmla="*/ 70339 w 316524"/>
                                  <a:gd name="connsiteY37" fmla="*/ 1245996 h 1718268"/>
                                  <a:gd name="connsiteX38" fmla="*/ 65314 w 316524"/>
                                  <a:gd name="connsiteY38" fmla="*/ 1331407 h 1718268"/>
                                  <a:gd name="connsiteX39" fmla="*/ 60290 w 316524"/>
                                  <a:gd name="connsiteY39" fmla="*/ 1356528 h 1718268"/>
                                  <a:gd name="connsiteX40" fmla="*/ 65314 w 316524"/>
                                  <a:gd name="connsiteY40" fmla="*/ 1497205 h 1718268"/>
                                  <a:gd name="connsiteX41" fmla="*/ 70339 w 316524"/>
                                  <a:gd name="connsiteY41" fmla="*/ 1517301 h 1718268"/>
                                  <a:gd name="connsiteX42" fmla="*/ 80387 w 316524"/>
                                  <a:gd name="connsiteY42" fmla="*/ 1532374 h 1718268"/>
                                  <a:gd name="connsiteX43" fmla="*/ 100484 w 316524"/>
                                  <a:gd name="connsiteY43" fmla="*/ 1567543 h 1718268"/>
                                  <a:gd name="connsiteX44" fmla="*/ 105508 w 316524"/>
                                  <a:gd name="connsiteY44" fmla="*/ 1582616 h 1718268"/>
                                  <a:gd name="connsiteX45" fmla="*/ 115556 w 316524"/>
                                  <a:gd name="connsiteY45" fmla="*/ 1597688 h 1718268"/>
                                  <a:gd name="connsiteX46" fmla="*/ 125605 w 316524"/>
                                  <a:gd name="connsiteY46" fmla="*/ 1718268 h 1718268"/>
                                  <a:gd name="connsiteX0" fmla="*/ 316523 w 333328"/>
                                  <a:gd name="connsiteY0" fmla="*/ 0 h 1718268"/>
                                  <a:gd name="connsiteX1" fmla="*/ 331614 w 333328"/>
                                  <a:gd name="connsiteY1" fmla="*/ 80405 h 1718268"/>
                                  <a:gd name="connsiteX2" fmla="*/ 266257 w 333328"/>
                                  <a:gd name="connsiteY2" fmla="*/ 105492 h 1718268"/>
                                  <a:gd name="connsiteX3" fmla="*/ 291402 w 333328"/>
                                  <a:gd name="connsiteY3" fmla="*/ 155750 h 1718268"/>
                                  <a:gd name="connsiteX4" fmla="*/ 276330 w 333328"/>
                                  <a:gd name="connsiteY4" fmla="*/ 165798 h 1718268"/>
                                  <a:gd name="connsiteX5" fmla="*/ 175771 w 333328"/>
                                  <a:gd name="connsiteY5" fmla="*/ 170819 h 1718268"/>
                                  <a:gd name="connsiteX6" fmla="*/ 236136 w 333328"/>
                                  <a:gd name="connsiteY6" fmla="*/ 205991 h 1718268"/>
                                  <a:gd name="connsiteX7" fmla="*/ 226088 w 333328"/>
                                  <a:gd name="connsiteY7" fmla="*/ 216040 h 1718268"/>
                                  <a:gd name="connsiteX8" fmla="*/ 211016 w 333328"/>
                                  <a:gd name="connsiteY8" fmla="*/ 261257 h 1718268"/>
                                  <a:gd name="connsiteX9" fmla="*/ 205991 w 333328"/>
                                  <a:gd name="connsiteY9" fmla="*/ 276330 h 1718268"/>
                                  <a:gd name="connsiteX10" fmla="*/ 195943 w 333328"/>
                                  <a:gd name="connsiteY10" fmla="*/ 291402 h 1718268"/>
                                  <a:gd name="connsiteX11" fmla="*/ 190919 w 333328"/>
                                  <a:gd name="connsiteY11" fmla="*/ 306475 h 1718268"/>
                                  <a:gd name="connsiteX12" fmla="*/ 185895 w 333328"/>
                                  <a:gd name="connsiteY12" fmla="*/ 326572 h 1718268"/>
                                  <a:gd name="connsiteX13" fmla="*/ 175846 w 333328"/>
                                  <a:gd name="connsiteY13" fmla="*/ 341644 h 1718268"/>
                                  <a:gd name="connsiteX14" fmla="*/ 165798 w 333328"/>
                                  <a:gd name="connsiteY14" fmla="*/ 351693 h 1718268"/>
                                  <a:gd name="connsiteX15" fmla="*/ 135653 w 333328"/>
                                  <a:gd name="connsiteY15" fmla="*/ 356717 h 1718268"/>
                                  <a:gd name="connsiteX16" fmla="*/ 105508 w 333328"/>
                                  <a:gd name="connsiteY16" fmla="*/ 366765 h 1718268"/>
                                  <a:gd name="connsiteX17" fmla="*/ 90435 w 333328"/>
                                  <a:gd name="connsiteY17" fmla="*/ 371789 h 1718268"/>
                                  <a:gd name="connsiteX18" fmla="*/ 65314 w 333328"/>
                                  <a:gd name="connsiteY18" fmla="*/ 391886 h 1718268"/>
                                  <a:gd name="connsiteX19" fmla="*/ 50242 w 333328"/>
                                  <a:gd name="connsiteY19" fmla="*/ 401934 h 1718268"/>
                                  <a:gd name="connsiteX20" fmla="*/ 35169 w 333328"/>
                                  <a:gd name="connsiteY20" fmla="*/ 477297 h 1718268"/>
                                  <a:gd name="connsiteX21" fmla="*/ 15073 w 333328"/>
                                  <a:gd name="connsiteY21" fmla="*/ 527539 h 1718268"/>
                                  <a:gd name="connsiteX22" fmla="*/ 10049 w 333328"/>
                                  <a:gd name="connsiteY22" fmla="*/ 542611 h 1718268"/>
                                  <a:gd name="connsiteX23" fmla="*/ 0 w 333328"/>
                                  <a:gd name="connsiteY23" fmla="*/ 587829 h 1718268"/>
                                  <a:gd name="connsiteX24" fmla="*/ 5024 w 333328"/>
                                  <a:gd name="connsiteY24" fmla="*/ 683288 h 1718268"/>
                                  <a:gd name="connsiteX25" fmla="*/ 15073 w 333328"/>
                                  <a:gd name="connsiteY25" fmla="*/ 713433 h 1718268"/>
                                  <a:gd name="connsiteX26" fmla="*/ 10049 w 333328"/>
                                  <a:gd name="connsiteY26" fmla="*/ 763675 h 1718268"/>
                                  <a:gd name="connsiteX27" fmla="*/ 5024 w 333328"/>
                                  <a:gd name="connsiteY27" fmla="*/ 778748 h 1718268"/>
                                  <a:gd name="connsiteX28" fmla="*/ 20097 w 333328"/>
                                  <a:gd name="connsiteY28" fmla="*/ 874207 h 1718268"/>
                                  <a:gd name="connsiteX29" fmla="*/ 25121 w 333328"/>
                                  <a:gd name="connsiteY29" fmla="*/ 894304 h 1718268"/>
                                  <a:gd name="connsiteX30" fmla="*/ 35169 w 333328"/>
                                  <a:gd name="connsiteY30" fmla="*/ 909376 h 1718268"/>
                                  <a:gd name="connsiteX31" fmla="*/ 40194 w 333328"/>
                                  <a:gd name="connsiteY31" fmla="*/ 934497 h 1718268"/>
                                  <a:gd name="connsiteX32" fmla="*/ 55266 w 333328"/>
                                  <a:gd name="connsiteY32" fmla="*/ 989763 h 1718268"/>
                                  <a:gd name="connsiteX33" fmla="*/ 50242 w 333328"/>
                                  <a:gd name="connsiteY33" fmla="*/ 1019908 h 1718268"/>
                                  <a:gd name="connsiteX34" fmla="*/ 40194 w 333328"/>
                                  <a:gd name="connsiteY34" fmla="*/ 1034980 h 1718268"/>
                                  <a:gd name="connsiteX35" fmla="*/ 50242 w 333328"/>
                                  <a:gd name="connsiteY35" fmla="*/ 1185706 h 1718268"/>
                                  <a:gd name="connsiteX36" fmla="*/ 55266 w 333328"/>
                                  <a:gd name="connsiteY36" fmla="*/ 1200778 h 1718268"/>
                                  <a:gd name="connsiteX37" fmla="*/ 70339 w 333328"/>
                                  <a:gd name="connsiteY37" fmla="*/ 1245996 h 1718268"/>
                                  <a:gd name="connsiteX38" fmla="*/ 65314 w 333328"/>
                                  <a:gd name="connsiteY38" fmla="*/ 1331407 h 1718268"/>
                                  <a:gd name="connsiteX39" fmla="*/ 60290 w 333328"/>
                                  <a:gd name="connsiteY39" fmla="*/ 1356528 h 1718268"/>
                                  <a:gd name="connsiteX40" fmla="*/ 65314 w 333328"/>
                                  <a:gd name="connsiteY40" fmla="*/ 1497205 h 1718268"/>
                                  <a:gd name="connsiteX41" fmla="*/ 70339 w 333328"/>
                                  <a:gd name="connsiteY41" fmla="*/ 1517301 h 1718268"/>
                                  <a:gd name="connsiteX42" fmla="*/ 80387 w 333328"/>
                                  <a:gd name="connsiteY42" fmla="*/ 1532374 h 1718268"/>
                                  <a:gd name="connsiteX43" fmla="*/ 100484 w 333328"/>
                                  <a:gd name="connsiteY43" fmla="*/ 1567543 h 1718268"/>
                                  <a:gd name="connsiteX44" fmla="*/ 105508 w 333328"/>
                                  <a:gd name="connsiteY44" fmla="*/ 1582616 h 1718268"/>
                                  <a:gd name="connsiteX45" fmla="*/ 115556 w 333328"/>
                                  <a:gd name="connsiteY45" fmla="*/ 1597688 h 1718268"/>
                                  <a:gd name="connsiteX46" fmla="*/ 125605 w 333328"/>
                                  <a:gd name="connsiteY46" fmla="*/ 1718268 h 1718268"/>
                                  <a:gd name="connsiteX0" fmla="*/ 316523 w 333328"/>
                                  <a:gd name="connsiteY0" fmla="*/ 0 h 1718268"/>
                                  <a:gd name="connsiteX1" fmla="*/ 331614 w 333328"/>
                                  <a:gd name="connsiteY1" fmla="*/ 80405 h 1718268"/>
                                  <a:gd name="connsiteX2" fmla="*/ 266257 w 333328"/>
                                  <a:gd name="connsiteY2" fmla="*/ 105492 h 1718268"/>
                                  <a:gd name="connsiteX3" fmla="*/ 291402 w 333328"/>
                                  <a:gd name="connsiteY3" fmla="*/ 155750 h 1718268"/>
                                  <a:gd name="connsiteX4" fmla="*/ 276330 w 333328"/>
                                  <a:gd name="connsiteY4" fmla="*/ 165798 h 1718268"/>
                                  <a:gd name="connsiteX5" fmla="*/ 175771 w 333328"/>
                                  <a:gd name="connsiteY5" fmla="*/ 170819 h 1718268"/>
                                  <a:gd name="connsiteX6" fmla="*/ 236136 w 333328"/>
                                  <a:gd name="connsiteY6" fmla="*/ 205991 h 1718268"/>
                                  <a:gd name="connsiteX7" fmla="*/ 226088 w 333328"/>
                                  <a:gd name="connsiteY7" fmla="*/ 216040 h 1718268"/>
                                  <a:gd name="connsiteX8" fmla="*/ 211016 w 333328"/>
                                  <a:gd name="connsiteY8" fmla="*/ 261257 h 1718268"/>
                                  <a:gd name="connsiteX9" fmla="*/ 205991 w 333328"/>
                                  <a:gd name="connsiteY9" fmla="*/ 276330 h 1718268"/>
                                  <a:gd name="connsiteX10" fmla="*/ 195943 w 333328"/>
                                  <a:gd name="connsiteY10" fmla="*/ 291402 h 1718268"/>
                                  <a:gd name="connsiteX11" fmla="*/ 145622 w 333328"/>
                                  <a:gd name="connsiteY11" fmla="*/ 286371 h 1718268"/>
                                  <a:gd name="connsiteX12" fmla="*/ 185895 w 333328"/>
                                  <a:gd name="connsiteY12" fmla="*/ 326572 h 1718268"/>
                                  <a:gd name="connsiteX13" fmla="*/ 175846 w 333328"/>
                                  <a:gd name="connsiteY13" fmla="*/ 341644 h 1718268"/>
                                  <a:gd name="connsiteX14" fmla="*/ 165798 w 333328"/>
                                  <a:gd name="connsiteY14" fmla="*/ 351693 h 1718268"/>
                                  <a:gd name="connsiteX15" fmla="*/ 135653 w 333328"/>
                                  <a:gd name="connsiteY15" fmla="*/ 356717 h 1718268"/>
                                  <a:gd name="connsiteX16" fmla="*/ 105508 w 333328"/>
                                  <a:gd name="connsiteY16" fmla="*/ 366765 h 1718268"/>
                                  <a:gd name="connsiteX17" fmla="*/ 90435 w 333328"/>
                                  <a:gd name="connsiteY17" fmla="*/ 371789 h 1718268"/>
                                  <a:gd name="connsiteX18" fmla="*/ 65314 w 333328"/>
                                  <a:gd name="connsiteY18" fmla="*/ 391886 h 1718268"/>
                                  <a:gd name="connsiteX19" fmla="*/ 50242 w 333328"/>
                                  <a:gd name="connsiteY19" fmla="*/ 401934 h 1718268"/>
                                  <a:gd name="connsiteX20" fmla="*/ 35169 w 333328"/>
                                  <a:gd name="connsiteY20" fmla="*/ 477297 h 1718268"/>
                                  <a:gd name="connsiteX21" fmla="*/ 15073 w 333328"/>
                                  <a:gd name="connsiteY21" fmla="*/ 527539 h 1718268"/>
                                  <a:gd name="connsiteX22" fmla="*/ 10049 w 333328"/>
                                  <a:gd name="connsiteY22" fmla="*/ 542611 h 1718268"/>
                                  <a:gd name="connsiteX23" fmla="*/ 0 w 333328"/>
                                  <a:gd name="connsiteY23" fmla="*/ 587829 h 1718268"/>
                                  <a:gd name="connsiteX24" fmla="*/ 5024 w 333328"/>
                                  <a:gd name="connsiteY24" fmla="*/ 683288 h 1718268"/>
                                  <a:gd name="connsiteX25" fmla="*/ 15073 w 333328"/>
                                  <a:gd name="connsiteY25" fmla="*/ 713433 h 1718268"/>
                                  <a:gd name="connsiteX26" fmla="*/ 10049 w 333328"/>
                                  <a:gd name="connsiteY26" fmla="*/ 763675 h 1718268"/>
                                  <a:gd name="connsiteX27" fmla="*/ 5024 w 333328"/>
                                  <a:gd name="connsiteY27" fmla="*/ 778748 h 1718268"/>
                                  <a:gd name="connsiteX28" fmla="*/ 20097 w 333328"/>
                                  <a:gd name="connsiteY28" fmla="*/ 874207 h 1718268"/>
                                  <a:gd name="connsiteX29" fmla="*/ 25121 w 333328"/>
                                  <a:gd name="connsiteY29" fmla="*/ 894304 h 1718268"/>
                                  <a:gd name="connsiteX30" fmla="*/ 35169 w 333328"/>
                                  <a:gd name="connsiteY30" fmla="*/ 909376 h 1718268"/>
                                  <a:gd name="connsiteX31" fmla="*/ 40194 w 333328"/>
                                  <a:gd name="connsiteY31" fmla="*/ 934497 h 1718268"/>
                                  <a:gd name="connsiteX32" fmla="*/ 55266 w 333328"/>
                                  <a:gd name="connsiteY32" fmla="*/ 989763 h 1718268"/>
                                  <a:gd name="connsiteX33" fmla="*/ 50242 w 333328"/>
                                  <a:gd name="connsiteY33" fmla="*/ 1019908 h 1718268"/>
                                  <a:gd name="connsiteX34" fmla="*/ 40194 w 333328"/>
                                  <a:gd name="connsiteY34" fmla="*/ 1034980 h 1718268"/>
                                  <a:gd name="connsiteX35" fmla="*/ 50242 w 333328"/>
                                  <a:gd name="connsiteY35" fmla="*/ 1185706 h 1718268"/>
                                  <a:gd name="connsiteX36" fmla="*/ 55266 w 333328"/>
                                  <a:gd name="connsiteY36" fmla="*/ 1200778 h 1718268"/>
                                  <a:gd name="connsiteX37" fmla="*/ 70339 w 333328"/>
                                  <a:gd name="connsiteY37" fmla="*/ 1245996 h 1718268"/>
                                  <a:gd name="connsiteX38" fmla="*/ 65314 w 333328"/>
                                  <a:gd name="connsiteY38" fmla="*/ 1331407 h 1718268"/>
                                  <a:gd name="connsiteX39" fmla="*/ 60290 w 333328"/>
                                  <a:gd name="connsiteY39" fmla="*/ 1356528 h 1718268"/>
                                  <a:gd name="connsiteX40" fmla="*/ 65314 w 333328"/>
                                  <a:gd name="connsiteY40" fmla="*/ 1497205 h 1718268"/>
                                  <a:gd name="connsiteX41" fmla="*/ 70339 w 333328"/>
                                  <a:gd name="connsiteY41" fmla="*/ 1517301 h 1718268"/>
                                  <a:gd name="connsiteX42" fmla="*/ 80387 w 333328"/>
                                  <a:gd name="connsiteY42" fmla="*/ 1532374 h 1718268"/>
                                  <a:gd name="connsiteX43" fmla="*/ 100484 w 333328"/>
                                  <a:gd name="connsiteY43" fmla="*/ 1567543 h 1718268"/>
                                  <a:gd name="connsiteX44" fmla="*/ 105508 w 333328"/>
                                  <a:gd name="connsiteY44" fmla="*/ 1582616 h 1718268"/>
                                  <a:gd name="connsiteX45" fmla="*/ 115556 w 333328"/>
                                  <a:gd name="connsiteY45" fmla="*/ 1597688 h 1718268"/>
                                  <a:gd name="connsiteX46" fmla="*/ 125605 w 333328"/>
                                  <a:gd name="connsiteY46" fmla="*/ 1718268 h 1718268"/>
                                  <a:gd name="connsiteX0" fmla="*/ 316523 w 333328"/>
                                  <a:gd name="connsiteY0" fmla="*/ 0 h 1718268"/>
                                  <a:gd name="connsiteX1" fmla="*/ 331614 w 333328"/>
                                  <a:gd name="connsiteY1" fmla="*/ 80405 h 1718268"/>
                                  <a:gd name="connsiteX2" fmla="*/ 266257 w 333328"/>
                                  <a:gd name="connsiteY2" fmla="*/ 105492 h 1718268"/>
                                  <a:gd name="connsiteX3" fmla="*/ 291402 w 333328"/>
                                  <a:gd name="connsiteY3" fmla="*/ 155750 h 1718268"/>
                                  <a:gd name="connsiteX4" fmla="*/ 276330 w 333328"/>
                                  <a:gd name="connsiteY4" fmla="*/ 165798 h 1718268"/>
                                  <a:gd name="connsiteX5" fmla="*/ 175771 w 333328"/>
                                  <a:gd name="connsiteY5" fmla="*/ 170819 h 1718268"/>
                                  <a:gd name="connsiteX6" fmla="*/ 236136 w 333328"/>
                                  <a:gd name="connsiteY6" fmla="*/ 205991 h 1718268"/>
                                  <a:gd name="connsiteX7" fmla="*/ 226088 w 333328"/>
                                  <a:gd name="connsiteY7" fmla="*/ 216040 h 1718268"/>
                                  <a:gd name="connsiteX8" fmla="*/ 211016 w 333328"/>
                                  <a:gd name="connsiteY8" fmla="*/ 261257 h 1718268"/>
                                  <a:gd name="connsiteX9" fmla="*/ 138892 w 333328"/>
                                  <a:gd name="connsiteY9" fmla="*/ 226071 h 1718268"/>
                                  <a:gd name="connsiteX10" fmla="*/ 195943 w 333328"/>
                                  <a:gd name="connsiteY10" fmla="*/ 291402 h 1718268"/>
                                  <a:gd name="connsiteX11" fmla="*/ 145622 w 333328"/>
                                  <a:gd name="connsiteY11" fmla="*/ 286371 h 1718268"/>
                                  <a:gd name="connsiteX12" fmla="*/ 185895 w 333328"/>
                                  <a:gd name="connsiteY12" fmla="*/ 326572 h 1718268"/>
                                  <a:gd name="connsiteX13" fmla="*/ 175846 w 333328"/>
                                  <a:gd name="connsiteY13" fmla="*/ 341644 h 1718268"/>
                                  <a:gd name="connsiteX14" fmla="*/ 165798 w 333328"/>
                                  <a:gd name="connsiteY14" fmla="*/ 351693 h 1718268"/>
                                  <a:gd name="connsiteX15" fmla="*/ 135653 w 333328"/>
                                  <a:gd name="connsiteY15" fmla="*/ 356717 h 1718268"/>
                                  <a:gd name="connsiteX16" fmla="*/ 105508 w 333328"/>
                                  <a:gd name="connsiteY16" fmla="*/ 366765 h 1718268"/>
                                  <a:gd name="connsiteX17" fmla="*/ 90435 w 333328"/>
                                  <a:gd name="connsiteY17" fmla="*/ 371789 h 1718268"/>
                                  <a:gd name="connsiteX18" fmla="*/ 65314 w 333328"/>
                                  <a:gd name="connsiteY18" fmla="*/ 391886 h 1718268"/>
                                  <a:gd name="connsiteX19" fmla="*/ 50242 w 333328"/>
                                  <a:gd name="connsiteY19" fmla="*/ 401934 h 1718268"/>
                                  <a:gd name="connsiteX20" fmla="*/ 35169 w 333328"/>
                                  <a:gd name="connsiteY20" fmla="*/ 477297 h 1718268"/>
                                  <a:gd name="connsiteX21" fmla="*/ 15073 w 333328"/>
                                  <a:gd name="connsiteY21" fmla="*/ 527539 h 1718268"/>
                                  <a:gd name="connsiteX22" fmla="*/ 10049 w 333328"/>
                                  <a:gd name="connsiteY22" fmla="*/ 542611 h 1718268"/>
                                  <a:gd name="connsiteX23" fmla="*/ 0 w 333328"/>
                                  <a:gd name="connsiteY23" fmla="*/ 587829 h 1718268"/>
                                  <a:gd name="connsiteX24" fmla="*/ 5024 w 333328"/>
                                  <a:gd name="connsiteY24" fmla="*/ 683288 h 1718268"/>
                                  <a:gd name="connsiteX25" fmla="*/ 15073 w 333328"/>
                                  <a:gd name="connsiteY25" fmla="*/ 713433 h 1718268"/>
                                  <a:gd name="connsiteX26" fmla="*/ 10049 w 333328"/>
                                  <a:gd name="connsiteY26" fmla="*/ 763675 h 1718268"/>
                                  <a:gd name="connsiteX27" fmla="*/ 5024 w 333328"/>
                                  <a:gd name="connsiteY27" fmla="*/ 778748 h 1718268"/>
                                  <a:gd name="connsiteX28" fmla="*/ 20097 w 333328"/>
                                  <a:gd name="connsiteY28" fmla="*/ 874207 h 1718268"/>
                                  <a:gd name="connsiteX29" fmla="*/ 25121 w 333328"/>
                                  <a:gd name="connsiteY29" fmla="*/ 894304 h 1718268"/>
                                  <a:gd name="connsiteX30" fmla="*/ 35169 w 333328"/>
                                  <a:gd name="connsiteY30" fmla="*/ 909376 h 1718268"/>
                                  <a:gd name="connsiteX31" fmla="*/ 40194 w 333328"/>
                                  <a:gd name="connsiteY31" fmla="*/ 934497 h 1718268"/>
                                  <a:gd name="connsiteX32" fmla="*/ 55266 w 333328"/>
                                  <a:gd name="connsiteY32" fmla="*/ 989763 h 1718268"/>
                                  <a:gd name="connsiteX33" fmla="*/ 50242 w 333328"/>
                                  <a:gd name="connsiteY33" fmla="*/ 1019908 h 1718268"/>
                                  <a:gd name="connsiteX34" fmla="*/ 40194 w 333328"/>
                                  <a:gd name="connsiteY34" fmla="*/ 1034980 h 1718268"/>
                                  <a:gd name="connsiteX35" fmla="*/ 50242 w 333328"/>
                                  <a:gd name="connsiteY35" fmla="*/ 1185706 h 1718268"/>
                                  <a:gd name="connsiteX36" fmla="*/ 55266 w 333328"/>
                                  <a:gd name="connsiteY36" fmla="*/ 1200778 h 1718268"/>
                                  <a:gd name="connsiteX37" fmla="*/ 70339 w 333328"/>
                                  <a:gd name="connsiteY37" fmla="*/ 1245996 h 1718268"/>
                                  <a:gd name="connsiteX38" fmla="*/ 65314 w 333328"/>
                                  <a:gd name="connsiteY38" fmla="*/ 1331407 h 1718268"/>
                                  <a:gd name="connsiteX39" fmla="*/ 60290 w 333328"/>
                                  <a:gd name="connsiteY39" fmla="*/ 1356528 h 1718268"/>
                                  <a:gd name="connsiteX40" fmla="*/ 65314 w 333328"/>
                                  <a:gd name="connsiteY40" fmla="*/ 1497205 h 1718268"/>
                                  <a:gd name="connsiteX41" fmla="*/ 70339 w 333328"/>
                                  <a:gd name="connsiteY41" fmla="*/ 1517301 h 1718268"/>
                                  <a:gd name="connsiteX42" fmla="*/ 80387 w 333328"/>
                                  <a:gd name="connsiteY42" fmla="*/ 1532374 h 1718268"/>
                                  <a:gd name="connsiteX43" fmla="*/ 100484 w 333328"/>
                                  <a:gd name="connsiteY43" fmla="*/ 1567543 h 1718268"/>
                                  <a:gd name="connsiteX44" fmla="*/ 105508 w 333328"/>
                                  <a:gd name="connsiteY44" fmla="*/ 1582616 h 1718268"/>
                                  <a:gd name="connsiteX45" fmla="*/ 115556 w 333328"/>
                                  <a:gd name="connsiteY45" fmla="*/ 1597688 h 1718268"/>
                                  <a:gd name="connsiteX46" fmla="*/ 125605 w 333328"/>
                                  <a:gd name="connsiteY46" fmla="*/ 1718268 h 1718268"/>
                                  <a:gd name="connsiteX0" fmla="*/ 333328 w 336657"/>
                                  <a:gd name="connsiteY0" fmla="*/ 0 h 1843915"/>
                                  <a:gd name="connsiteX1" fmla="*/ 331614 w 336657"/>
                                  <a:gd name="connsiteY1" fmla="*/ 206052 h 1843915"/>
                                  <a:gd name="connsiteX2" fmla="*/ 266257 w 336657"/>
                                  <a:gd name="connsiteY2" fmla="*/ 231139 h 1843915"/>
                                  <a:gd name="connsiteX3" fmla="*/ 291402 w 336657"/>
                                  <a:gd name="connsiteY3" fmla="*/ 281397 h 1843915"/>
                                  <a:gd name="connsiteX4" fmla="*/ 276330 w 336657"/>
                                  <a:gd name="connsiteY4" fmla="*/ 291445 h 1843915"/>
                                  <a:gd name="connsiteX5" fmla="*/ 175771 w 336657"/>
                                  <a:gd name="connsiteY5" fmla="*/ 296466 h 1843915"/>
                                  <a:gd name="connsiteX6" fmla="*/ 236136 w 336657"/>
                                  <a:gd name="connsiteY6" fmla="*/ 331638 h 1843915"/>
                                  <a:gd name="connsiteX7" fmla="*/ 226088 w 336657"/>
                                  <a:gd name="connsiteY7" fmla="*/ 341687 h 1843915"/>
                                  <a:gd name="connsiteX8" fmla="*/ 211016 w 336657"/>
                                  <a:gd name="connsiteY8" fmla="*/ 386904 h 1843915"/>
                                  <a:gd name="connsiteX9" fmla="*/ 138892 w 336657"/>
                                  <a:gd name="connsiteY9" fmla="*/ 351718 h 1843915"/>
                                  <a:gd name="connsiteX10" fmla="*/ 195943 w 336657"/>
                                  <a:gd name="connsiteY10" fmla="*/ 417049 h 1843915"/>
                                  <a:gd name="connsiteX11" fmla="*/ 145622 w 336657"/>
                                  <a:gd name="connsiteY11" fmla="*/ 412018 h 1843915"/>
                                  <a:gd name="connsiteX12" fmla="*/ 185895 w 336657"/>
                                  <a:gd name="connsiteY12" fmla="*/ 452219 h 1843915"/>
                                  <a:gd name="connsiteX13" fmla="*/ 175846 w 336657"/>
                                  <a:gd name="connsiteY13" fmla="*/ 467291 h 1843915"/>
                                  <a:gd name="connsiteX14" fmla="*/ 165798 w 336657"/>
                                  <a:gd name="connsiteY14" fmla="*/ 477340 h 1843915"/>
                                  <a:gd name="connsiteX15" fmla="*/ 135653 w 336657"/>
                                  <a:gd name="connsiteY15" fmla="*/ 482364 h 1843915"/>
                                  <a:gd name="connsiteX16" fmla="*/ 105508 w 336657"/>
                                  <a:gd name="connsiteY16" fmla="*/ 492412 h 1843915"/>
                                  <a:gd name="connsiteX17" fmla="*/ 90435 w 336657"/>
                                  <a:gd name="connsiteY17" fmla="*/ 497436 h 1843915"/>
                                  <a:gd name="connsiteX18" fmla="*/ 65314 w 336657"/>
                                  <a:gd name="connsiteY18" fmla="*/ 517533 h 1843915"/>
                                  <a:gd name="connsiteX19" fmla="*/ 50242 w 336657"/>
                                  <a:gd name="connsiteY19" fmla="*/ 527581 h 1843915"/>
                                  <a:gd name="connsiteX20" fmla="*/ 35169 w 336657"/>
                                  <a:gd name="connsiteY20" fmla="*/ 602944 h 1843915"/>
                                  <a:gd name="connsiteX21" fmla="*/ 15073 w 336657"/>
                                  <a:gd name="connsiteY21" fmla="*/ 653186 h 1843915"/>
                                  <a:gd name="connsiteX22" fmla="*/ 10049 w 336657"/>
                                  <a:gd name="connsiteY22" fmla="*/ 668258 h 1843915"/>
                                  <a:gd name="connsiteX23" fmla="*/ 0 w 336657"/>
                                  <a:gd name="connsiteY23" fmla="*/ 713476 h 1843915"/>
                                  <a:gd name="connsiteX24" fmla="*/ 5024 w 336657"/>
                                  <a:gd name="connsiteY24" fmla="*/ 808935 h 1843915"/>
                                  <a:gd name="connsiteX25" fmla="*/ 15073 w 336657"/>
                                  <a:gd name="connsiteY25" fmla="*/ 839080 h 1843915"/>
                                  <a:gd name="connsiteX26" fmla="*/ 10049 w 336657"/>
                                  <a:gd name="connsiteY26" fmla="*/ 889322 h 1843915"/>
                                  <a:gd name="connsiteX27" fmla="*/ 5024 w 336657"/>
                                  <a:gd name="connsiteY27" fmla="*/ 904395 h 1843915"/>
                                  <a:gd name="connsiteX28" fmla="*/ 20097 w 336657"/>
                                  <a:gd name="connsiteY28" fmla="*/ 999854 h 1843915"/>
                                  <a:gd name="connsiteX29" fmla="*/ 25121 w 336657"/>
                                  <a:gd name="connsiteY29" fmla="*/ 1019951 h 1843915"/>
                                  <a:gd name="connsiteX30" fmla="*/ 35169 w 336657"/>
                                  <a:gd name="connsiteY30" fmla="*/ 1035023 h 1843915"/>
                                  <a:gd name="connsiteX31" fmla="*/ 40194 w 336657"/>
                                  <a:gd name="connsiteY31" fmla="*/ 1060144 h 1843915"/>
                                  <a:gd name="connsiteX32" fmla="*/ 55266 w 336657"/>
                                  <a:gd name="connsiteY32" fmla="*/ 1115410 h 1843915"/>
                                  <a:gd name="connsiteX33" fmla="*/ 50242 w 336657"/>
                                  <a:gd name="connsiteY33" fmla="*/ 1145555 h 1843915"/>
                                  <a:gd name="connsiteX34" fmla="*/ 40194 w 336657"/>
                                  <a:gd name="connsiteY34" fmla="*/ 1160627 h 1843915"/>
                                  <a:gd name="connsiteX35" fmla="*/ 50242 w 336657"/>
                                  <a:gd name="connsiteY35" fmla="*/ 1311353 h 1843915"/>
                                  <a:gd name="connsiteX36" fmla="*/ 55266 w 336657"/>
                                  <a:gd name="connsiteY36" fmla="*/ 1326425 h 1843915"/>
                                  <a:gd name="connsiteX37" fmla="*/ 70339 w 336657"/>
                                  <a:gd name="connsiteY37" fmla="*/ 1371643 h 1843915"/>
                                  <a:gd name="connsiteX38" fmla="*/ 65314 w 336657"/>
                                  <a:gd name="connsiteY38" fmla="*/ 1457054 h 1843915"/>
                                  <a:gd name="connsiteX39" fmla="*/ 60290 w 336657"/>
                                  <a:gd name="connsiteY39" fmla="*/ 1482175 h 1843915"/>
                                  <a:gd name="connsiteX40" fmla="*/ 65314 w 336657"/>
                                  <a:gd name="connsiteY40" fmla="*/ 1622852 h 1843915"/>
                                  <a:gd name="connsiteX41" fmla="*/ 70339 w 336657"/>
                                  <a:gd name="connsiteY41" fmla="*/ 1642948 h 1843915"/>
                                  <a:gd name="connsiteX42" fmla="*/ 80387 w 336657"/>
                                  <a:gd name="connsiteY42" fmla="*/ 1658021 h 1843915"/>
                                  <a:gd name="connsiteX43" fmla="*/ 100484 w 336657"/>
                                  <a:gd name="connsiteY43" fmla="*/ 1693190 h 1843915"/>
                                  <a:gd name="connsiteX44" fmla="*/ 105508 w 336657"/>
                                  <a:gd name="connsiteY44" fmla="*/ 1708263 h 1843915"/>
                                  <a:gd name="connsiteX45" fmla="*/ 115556 w 336657"/>
                                  <a:gd name="connsiteY45" fmla="*/ 1723335 h 1843915"/>
                                  <a:gd name="connsiteX46" fmla="*/ 125605 w 336657"/>
                                  <a:gd name="connsiteY46" fmla="*/ 1843915 h 1843915"/>
                                  <a:gd name="connsiteX0" fmla="*/ 333328 w 333328"/>
                                  <a:gd name="connsiteY0" fmla="*/ 0 h 1843915"/>
                                  <a:gd name="connsiteX1" fmla="*/ 317132 w 333328"/>
                                  <a:gd name="connsiteY1" fmla="*/ 105574 h 1843915"/>
                                  <a:gd name="connsiteX2" fmla="*/ 266257 w 333328"/>
                                  <a:gd name="connsiteY2" fmla="*/ 231139 h 1843915"/>
                                  <a:gd name="connsiteX3" fmla="*/ 291402 w 333328"/>
                                  <a:gd name="connsiteY3" fmla="*/ 281397 h 1843915"/>
                                  <a:gd name="connsiteX4" fmla="*/ 276330 w 333328"/>
                                  <a:gd name="connsiteY4" fmla="*/ 291445 h 1843915"/>
                                  <a:gd name="connsiteX5" fmla="*/ 175771 w 333328"/>
                                  <a:gd name="connsiteY5" fmla="*/ 296466 h 1843915"/>
                                  <a:gd name="connsiteX6" fmla="*/ 236136 w 333328"/>
                                  <a:gd name="connsiteY6" fmla="*/ 331638 h 1843915"/>
                                  <a:gd name="connsiteX7" fmla="*/ 226088 w 333328"/>
                                  <a:gd name="connsiteY7" fmla="*/ 341687 h 1843915"/>
                                  <a:gd name="connsiteX8" fmla="*/ 211016 w 333328"/>
                                  <a:gd name="connsiteY8" fmla="*/ 386904 h 1843915"/>
                                  <a:gd name="connsiteX9" fmla="*/ 138892 w 333328"/>
                                  <a:gd name="connsiteY9" fmla="*/ 351718 h 1843915"/>
                                  <a:gd name="connsiteX10" fmla="*/ 195943 w 333328"/>
                                  <a:gd name="connsiteY10" fmla="*/ 417049 h 1843915"/>
                                  <a:gd name="connsiteX11" fmla="*/ 145622 w 333328"/>
                                  <a:gd name="connsiteY11" fmla="*/ 412018 h 1843915"/>
                                  <a:gd name="connsiteX12" fmla="*/ 185895 w 333328"/>
                                  <a:gd name="connsiteY12" fmla="*/ 452219 h 1843915"/>
                                  <a:gd name="connsiteX13" fmla="*/ 175846 w 333328"/>
                                  <a:gd name="connsiteY13" fmla="*/ 467291 h 1843915"/>
                                  <a:gd name="connsiteX14" fmla="*/ 165798 w 333328"/>
                                  <a:gd name="connsiteY14" fmla="*/ 477340 h 1843915"/>
                                  <a:gd name="connsiteX15" fmla="*/ 135653 w 333328"/>
                                  <a:gd name="connsiteY15" fmla="*/ 482364 h 1843915"/>
                                  <a:gd name="connsiteX16" fmla="*/ 105508 w 333328"/>
                                  <a:gd name="connsiteY16" fmla="*/ 492412 h 1843915"/>
                                  <a:gd name="connsiteX17" fmla="*/ 90435 w 333328"/>
                                  <a:gd name="connsiteY17" fmla="*/ 497436 h 1843915"/>
                                  <a:gd name="connsiteX18" fmla="*/ 65314 w 333328"/>
                                  <a:gd name="connsiteY18" fmla="*/ 517533 h 1843915"/>
                                  <a:gd name="connsiteX19" fmla="*/ 50242 w 333328"/>
                                  <a:gd name="connsiteY19" fmla="*/ 527581 h 1843915"/>
                                  <a:gd name="connsiteX20" fmla="*/ 35169 w 333328"/>
                                  <a:gd name="connsiteY20" fmla="*/ 602944 h 1843915"/>
                                  <a:gd name="connsiteX21" fmla="*/ 15073 w 333328"/>
                                  <a:gd name="connsiteY21" fmla="*/ 653186 h 1843915"/>
                                  <a:gd name="connsiteX22" fmla="*/ 10049 w 333328"/>
                                  <a:gd name="connsiteY22" fmla="*/ 668258 h 1843915"/>
                                  <a:gd name="connsiteX23" fmla="*/ 0 w 333328"/>
                                  <a:gd name="connsiteY23" fmla="*/ 713476 h 1843915"/>
                                  <a:gd name="connsiteX24" fmla="*/ 5024 w 333328"/>
                                  <a:gd name="connsiteY24" fmla="*/ 808935 h 1843915"/>
                                  <a:gd name="connsiteX25" fmla="*/ 15073 w 333328"/>
                                  <a:gd name="connsiteY25" fmla="*/ 839080 h 1843915"/>
                                  <a:gd name="connsiteX26" fmla="*/ 10049 w 333328"/>
                                  <a:gd name="connsiteY26" fmla="*/ 889322 h 1843915"/>
                                  <a:gd name="connsiteX27" fmla="*/ 5024 w 333328"/>
                                  <a:gd name="connsiteY27" fmla="*/ 904395 h 1843915"/>
                                  <a:gd name="connsiteX28" fmla="*/ 20097 w 333328"/>
                                  <a:gd name="connsiteY28" fmla="*/ 999854 h 1843915"/>
                                  <a:gd name="connsiteX29" fmla="*/ 25121 w 333328"/>
                                  <a:gd name="connsiteY29" fmla="*/ 1019951 h 1843915"/>
                                  <a:gd name="connsiteX30" fmla="*/ 35169 w 333328"/>
                                  <a:gd name="connsiteY30" fmla="*/ 1035023 h 1843915"/>
                                  <a:gd name="connsiteX31" fmla="*/ 40194 w 333328"/>
                                  <a:gd name="connsiteY31" fmla="*/ 1060144 h 1843915"/>
                                  <a:gd name="connsiteX32" fmla="*/ 55266 w 333328"/>
                                  <a:gd name="connsiteY32" fmla="*/ 1115410 h 1843915"/>
                                  <a:gd name="connsiteX33" fmla="*/ 50242 w 333328"/>
                                  <a:gd name="connsiteY33" fmla="*/ 1145555 h 1843915"/>
                                  <a:gd name="connsiteX34" fmla="*/ 40194 w 333328"/>
                                  <a:gd name="connsiteY34" fmla="*/ 1160627 h 1843915"/>
                                  <a:gd name="connsiteX35" fmla="*/ 50242 w 333328"/>
                                  <a:gd name="connsiteY35" fmla="*/ 1311353 h 1843915"/>
                                  <a:gd name="connsiteX36" fmla="*/ 55266 w 333328"/>
                                  <a:gd name="connsiteY36" fmla="*/ 1326425 h 1843915"/>
                                  <a:gd name="connsiteX37" fmla="*/ 70339 w 333328"/>
                                  <a:gd name="connsiteY37" fmla="*/ 1371643 h 1843915"/>
                                  <a:gd name="connsiteX38" fmla="*/ 65314 w 333328"/>
                                  <a:gd name="connsiteY38" fmla="*/ 1457054 h 1843915"/>
                                  <a:gd name="connsiteX39" fmla="*/ 60290 w 333328"/>
                                  <a:gd name="connsiteY39" fmla="*/ 1482175 h 1843915"/>
                                  <a:gd name="connsiteX40" fmla="*/ 65314 w 333328"/>
                                  <a:gd name="connsiteY40" fmla="*/ 1622852 h 1843915"/>
                                  <a:gd name="connsiteX41" fmla="*/ 70339 w 333328"/>
                                  <a:gd name="connsiteY41" fmla="*/ 1642948 h 1843915"/>
                                  <a:gd name="connsiteX42" fmla="*/ 80387 w 333328"/>
                                  <a:gd name="connsiteY42" fmla="*/ 1658021 h 1843915"/>
                                  <a:gd name="connsiteX43" fmla="*/ 100484 w 333328"/>
                                  <a:gd name="connsiteY43" fmla="*/ 1693190 h 1843915"/>
                                  <a:gd name="connsiteX44" fmla="*/ 105508 w 333328"/>
                                  <a:gd name="connsiteY44" fmla="*/ 1708263 h 1843915"/>
                                  <a:gd name="connsiteX45" fmla="*/ 115556 w 333328"/>
                                  <a:gd name="connsiteY45" fmla="*/ 1723335 h 1843915"/>
                                  <a:gd name="connsiteX46" fmla="*/ 125605 w 333328"/>
                                  <a:gd name="connsiteY46" fmla="*/ 1843915 h 1843915"/>
                                  <a:gd name="connsiteX0" fmla="*/ 333328 w 333918"/>
                                  <a:gd name="connsiteY0" fmla="*/ 0 h 1843915"/>
                                  <a:gd name="connsiteX1" fmla="*/ 317132 w 333918"/>
                                  <a:gd name="connsiteY1" fmla="*/ 105574 h 1843915"/>
                                  <a:gd name="connsiteX2" fmla="*/ 333328 w 333918"/>
                                  <a:gd name="connsiteY2" fmla="*/ 180866 h 1843915"/>
                                  <a:gd name="connsiteX3" fmla="*/ 291402 w 333918"/>
                                  <a:gd name="connsiteY3" fmla="*/ 281397 h 1843915"/>
                                  <a:gd name="connsiteX4" fmla="*/ 276330 w 333918"/>
                                  <a:gd name="connsiteY4" fmla="*/ 291445 h 1843915"/>
                                  <a:gd name="connsiteX5" fmla="*/ 175771 w 333918"/>
                                  <a:gd name="connsiteY5" fmla="*/ 296466 h 1843915"/>
                                  <a:gd name="connsiteX6" fmla="*/ 236136 w 333918"/>
                                  <a:gd name="connsiteY6" fmla="*/ 331638 h 1843915"/>
                                  <a:gd name="connsiteX7" fmla="*/ 226088 w 333918"/>
                                  <a:gd name="connsiteY7" fmla="*/ 341687 h 1843915"/>
                                  <a:gd name="connsiteX8" fmla="*/ 211016 w 333918"/>
                                  <a:gd name="connsiteY8" fmla="*/ 386904 h 1843915"/>
                                  <a:gd name="connsiteX9" fmla="*/ 138892 w 333918"/>
                                  <a:gd name="connsiteY9" fmla="*/ 351718 h 1843915"/>
                                  <a:gd name="connsiteX10" fmla="*/ 195943 w 333918"/>
                                  <a:gd name="connsiteY10" fmla="*/ 417049 h 1843915"/>
                                  <a:gd name="connsiteX11" fmla="*/ 145622 w 333918"/>
                                  <a:gd name="connsiteY11" fmla="*/ 412018 h 1843915"/>
                                  <a:gd name="connsiteX12" fmla="*/ 185895 w 333918"/>
                                  <a:gd name="connsiteY12" fmla="*/ 452219 h 1843915"/>
                                  <a:gd name="connsiteX13" fmla="*/ 175846 w 333918"/>
                                  <a:gd name="connsiteY13" fmla="*/ 467291 h 1843915"/>
                                  <a:gd name="connsiteX14" fmla="*/ 165798 w 333918"/>
                                  <a:gd name="connsiteY14" fmla="*/ 477340 h 1843915"/>
                                  <a:gd name="connsiteX15" fmla="*/ 135653 w 333918"/>
                                  <a:gd name="connsiteY15" fmla="*/ 482364 h 1843915"/>
                                  <a:gd name="connsiteX16" fmla="*/ 105508 w 333918"/>
                                  <a:gd name="connsiteY16" fmla="*/ 492412 h 1843915"/>
                                  <a:gd name="connsiteX17" fmla="*/ 90435 w 333918"/>
                                  <a:gd name="connsiteY17" fmla="*/ 497436 h 1843915"/>
                                  <a:gd name="connsiteX18" fmla="*/ 65314 w 333918"/>
                                  <a:gd name="connsiteY18" fmla="*/ 517533 h 1843915"/>
                                  <a:gd name="connsiteX19" fmla="*/ 50242 w 333918"/>
                                  <a:gd name="connsiteY19" fmla="*/ 527581 h 1843915"/>
                                  <a:gd name="connsiteX20" fmla="*/ 35169 w 333918"/>
                                  <a:gd name="connsiteY20" fmla="*/ 602944 h 1843915"/>
                                  <a:gd name="connsiteX21" fmla="*/ 15073 w 333918"/>
                                  <a:gd name="connsiteY21" fmla="*/ 653186 h 1843915"/>
                                  <a:gd name="connsiteX22" fmla="*/ 10049 w 333918"/>
                                  <a:gd name="connsiteY22" fmla="*/ 668258 h 1843915"/>
                                  <a:gd name="connsiteX23" fmla="*/ 0 w 333918"/>
                                  <a:gd name="connsiteY23" fmla="*/ 713476 h 1843915"/>
                                  <a:gd name="connsiteX24" fmla="*/ 5024 w 333918"/>
                                  <a:gd name="connsiteY24" fmla="*/ 808935 h 1843915"/>
                                  <a:gd name="connsiteX25" fmla="*/ 15073 w 333918"/>
                                  <a:gd name="connsiteY25" fmla="*/ 839080 h 1843915"/>
                                  <a:gd name="connsiteX26" fmla="*/ 10049 w 333918"/>
                                  <a:gd name="connsiteY26" fmla="*/ 889322 h 1843915"/>
                                  <a:gd name="connsiteX27" fmla="*/ 5024 w 333918"/>
                                  <a:gd name="connsiteY27" fmla="*/ 904395 h 1843915"/>
                                  <a:gd name="connsiteX28" fmla="*/ 20097 w 333918"/>
                                  <a:gd name="connsiteY28" fmla="*/ 999854 h 1843915"/>
                                  <a:gd name="connsiteX29" fmla="*/ 25121 w 333918"/>
                                  <a:gd name="connsiteY29" fmla="*/ 1019951 h 1843915"/>
                                  <a:gd name="connsiteX30" fmla="*/ 35169 w 333918"/>
                                  <a:gd name="connsiteY30" fmla="*/ 1035023 h 1843915"/>
                                  <a:gd name="connsiteX31" fmla="*/ 40194 w 333918"/>
                                  <a:gd name="connsiteY31" fmla="*/ 1060144 h 1843915"/>
                                  <a:gd name="connsiteX32" fmla="*/ 55266 w 333918"/>
                                  <a:gd name="connsiteY32" fmla="*/ 1115410 h 1843915"/>
                                  <a:gd name="connsiteX33" fmla="*/ 50242 w 333918"/>
                                  <a:gd name="connsiteY33" fmla="*/ 1145555 h 1843915"/>
                                  <a:gd name="connsiteX34" fmla="*/ 40194 w 333918"/>
                                  <a:gd name="connsiteY34" fmla="*/ 1160627 h 1843915"/>
                                  <a:gd name="connsiteX35" fmla="*/ 50242 w 333918"/>
                                  <a:gd name="connsiteY35" fmla="*/ 1311353 h 1843915"/>
                                  <a:gd name="connsiteX36" fmla="*/ 55266 w 333918"/>
                                  <a:gd name="connsiteY36" fmla="*/ 1326425 h 1843915"/>
                                  <a:gd name="connsiteX37" fmla="*/ 70339 w 333918"/>
                                  <a:gd name="connsiteY37" fmla="*/ 1371643 h 1843915"/>
                                  <a:gd name="connsiteX38" fmla="*/ 65314 w 333918"/>
                                  <a:gd name="connsiteY38" fmla="*/ 1457054 h 1843915"/>
                                  <a:gd name="connsiteX39" fmla="*/ 60290 w 333918"/>
                                  <a:gd name="connsiteY39" fmla="*/ 1482175 h 1843915"/>
                                  <a:gd name="connsiteX40" fmla="*/ 65314 w 333918"/>
                                  <a:gd name="connsiteY40" fmla="*/ 1622852 h 1843915"/>
                                  <a:gd name="connsiteX41" fmla="*/ 70339 w 333918"/>
                                  <a:gd name="connsiteY41" fmla="*/ 1642948 h 1843915"/>
                                  <a:gd name="connsiteX42" fmla="*/ 80387 w 333918"/>
                                  <a:gd name="connsiteY42" fmla="*/ 1658021 h 1843915"/>
                                  <a:gd name="connsiteX43" fmla="*/ 100484 w 333918"/>
                                  <a:gd name="connsiteY43" fmla="*/ 1693190 h 1843915"/>
                                  <a:gd name="connsiteX44" fmla="*/ 105508 w 333918"/>
                                  <a:gd name="connsiteY44" fmla="*/ 1708263 h 1843915"/>
                                  <a:gd name="connsiteX45" fmla="*/ 115556 w 333918"/>
                                  <a:gd name="connsiteY45" fmla="*/ 1723335 h 1843915"/>
                                  <a:gd name="connsiteX46" fmla="*/ 125605 w 333918"/>
                                  <a:gd name="connsiteY46" fmla="*/ 1843915 h 1843915"/>
                                  <a:gd name="connsiteX0" fmla="*/ 333328 w 333515"/>
                                  <a:gd name="connsiteY0" fmla="*/ 0 h 1843915"/>
                                  <a:gd name="connsiteX1" fmla="*/ 272267 w 333515"/>
                                  <a:gd name="connsiteY1" fmla="*/ 105574 h 1843915"/>
                                  <a:gd name="connsiteX2" fmla="*/ 333328 w 333515"/>
                                  <a:gd name="connsiteY2" fmla="*/ 180866 h 1843915"/>
                                  <a:gd name="connsiteX3" fmla="*/ 291402 w 333515"/>
                                  <a:gd name="connsiteY3" fmla="*/ 281397 h 1843915"/>
                                  <a:gd name="connsiteX4" fmla="*/ 276330 w 333515"/>
                                  <a:gd name="connsiteY4" fmla="*/ 291445 h 1843915"/>
                                  <a:gd name="connsiteX5" fmla="*/ 175771 w 333515"/>
                                  <a:gd name="connsiteY5" fmla="*/ 296466 h 1843915"/>
                                  <a:gd name="connsiteX6" fmla="*/ 236136 w 333515"/>
                                  <a:gd name="connsiteY6" fmla="*/ 331638 h 1843915"/>
                                  <a:gd name="connsiteX7" fmla="*/ 226088 w 333515"/>
                                  <a:gd name="connsiteY7" fmla="*/ 341687 h 1843915"/>
                                  <a:gd name="connsiteX8" fmla="*/ 211016 w 333515"/>
                                  <a:gd name="connsiteY8" fmla="*/ 386904 h 1843915"/>
                                  <a:gd name="connsiteX9" fmla="*/ 138892 w 333515"/>
                                  <a:gd name="connsiteY9" fmla="*/ 351718 h 1843915"/>
                                  <a:gd name="connsiteX10" fmla="*/ 195943 w 333515"/>
                                  <a:gd name="connsiteY10" fmla="*/ 417049 h 1843915"/>
                                  <a:gd name="connsiteX11" fmla="*/ 145622 w 333515"/>
                                  <a:gd name="connsiteY11" fmla="*/ 412018 h 1843915"/>
                                  <a:gd name="connsiteX12" fmla="*/ 185895 w 333515"/>
                                  <a:gd name="connsiteY12" fmla="*/ 452219 h 1843915"/>
                                  <a:gd name="connsiteX13" fmla="*/ 175846 w 333515"/>
                                  <a:gd name="connsiteY13" fmla="*/ 467291 h 1843915"/>
                                  <a:gd name="connsiteX14" fmla="*/ 165798 w 333515"/>
                                  <a:gd name="connsiteY14" fmla="*/ 477340 h 1843915"/>
                                  <a:gd name="connsiteX15" fmla="*/ 135653 w 333515"/>
                                  <a:gd name="connsiteY15" fmla="*/ 482364 h 1843915"/>
                                  <a:gd name="connsiteX16" fmla="*/ 105508 w 333515"/>
                                  <a:gd name="connsiteY16" fmla="*/ 492412 h 1843915"/>
                                  <a:gd name="connsiteX17" fmla="*/ 90435 w 333515"/>
                                  <a:gd name="connsiteY17" fmla="*/ 497436 h 1843915"/>
                                  <a:gd name="connsiteX18" fmla="*/ 65314 w 333515"/>
                                  <a:gd name="connsiteY18" fmla="*/ 517533 h 1843915"/>
                                  <a:gd name="connsiteX19" fmla="*/ 50242 w 333515"/>
                                  <a:gd name="connsiteY19" fmla="*/ 527581 h 1843915"/>
                                  <a:gd name="connsiteX20" fmla="*/ 35169 w 333515"/>
                                  <a:gd name="connsiteY20" fmla="*/ 602944 h 1843915"/>
                                  <a:gd name="connsiteX21" fmla="*/ 15073 w 333515"/>
                                  <a:gd name="connsiteY21" fmla="*/ 653186 h 1843915"/>
                                  <a:gd name="connsiteX22" fmla="*/ 10049 w 333515"/>
                                  <a:gd name="connsiteY22" fmla="*/ 668258 h 1843915"/>
                                  <a:gd name="connsiteX23" fmla="*/ 0 w 333515"/>
                                  <a:gd name="connsiteY23" fmla="*/ 713476 h 1843915"/>
                                  <a:gd name="connsiteX24" fmla="*/ 5024 w 333515"/>
                                  <a:gd name="connsiteY24" fmla="*/ 808935 h 1843915"/>
                                  <a:gd name="connsiteX25" fmla="*/ 15073 w 333515"/>
                                  <a:gd name="connsiteY25" fmla="*/ 839080 h 1843915"/>
                                  <a:gd name="connsiteX26" fmla="*/ 10049 w 333515"/>
                                  <a:gd name="connsiteY26" fmla="*/ 889322 h 1843915"/>
                                  <a:gd name="connsiteX27" fmla="*/ 5024 w 333515"/>
                                  <a:gd name="connsiteY27" fmla="*/ 904395 h 1843915"/>
                                  <a:gd name="connsiteX28" fmla="*/ 20097 w 333515"/>
                                  <a:gd name="connsiteY28" fmla="*/ 999854 h 1843915"/>
                                  <a:gd name="connsiteX29" fmla="*/ 25121 w 333515"/>
                                  <a:gd name="connsiteY29" fmla="*/ 1019951 h 1843915"/>
                                  <a:gd name="connsiteX30" fmla="*/ 35169 w 333515"/>
                                  <a:gd name="connsiteY30" fmla="*/ 1035023 h 1843915"/>
                                  <a:gd name="connsiteX31" fmla="*/ 40194 w 333515"/>
                                  <a:gd name="connsiteY31" fmla="*/ 1060144 h 1843915"/>
                                  <a:gd name="connsiteX32" fmla="*/ 55266 w 333515"/>
                                  <a:gd name="connsiteY32" fmla="*/ 1115410 h 1843915"/>
                                  <a:gd name="connsiteX33" fmla="*/ 50242 w 333515"/>
                                  <a:gd name="connsiteY33" fmla="*/ 1145555 h 1843915"/>
                                  <a:gd name="connsiteX34" fmla="*/ 40194 w 333515"/>
                                  <a:gd name="connsiteY34" fmla="*/ 1160627 h 1843915"/>
                                  <a:gd name="connsiteX35" fmla="*/ 50242 w 333515"/>
                                  <a:gd name="connsiteY35" fmla="*/ 1311353 h 1843915"/>
                                  <a:gd name="connsiteX36" fmla="*/ 55266 w 333515"/>
                                  <a:gd name="connsiteY36" fmla="*/ 1326425 h 1843915"/>
                                  <a:gd name="connsiteX37" fmla="*/ 70339 w 333515"/>
                                  <a:gd name="connsiteY37" fmla="*/ 1371643 h 1843915"/>
                                  <a:gd name="connsiteX38" fmla="*/ 65314 w 333515"/>
                                  <a:gd name="connsiteY38" fmla="*/ 1457054 h 1843915"/>
                                  <a:gd name="connsiteX39" fmla="*/ 60290 w 333515"/>
                                  <a:gd name="connsiteY39" fmla="*/ 1482175 h 1843915"/>
                                  <a:gd name="connsiteX40" fmla="*/ 65314 w 333515"/>
                                  <a:gd name="connsiteY40" fmla="*/ 1622852 h 1843915"/>
                                  <a:gd name="connsiteX41" fmla="*/ 70339 w 333515"/>
                                  <a:gd name="connsiteY41" fmla="*/ 1642948 h 1843915"/>
                                  <a:gd name="connsiteX42" fmla="*/ 80387 w 333515"/>
                                  <a:gd name="connsiteY42" fmla="*/ 1658021 h 1843915"/>
                                  <a:gd name="connsiteX43" fmla="*/ 100484 w 333515"/>
                                  <a:gd name="connsiteY43" fmla="*/ 1693190 h 1843915"/>
                                  <a:gd name="connsiteX44" fmla="*/ 105508 w 333515"/>
                                  <a:gd name="connsiteY44" fmla="*/ 1708263 h 1843915"/>
                                  <a:gd name="connsiteX45" fmla="*/ 115556 w 333515"/>
                                  <a:gd name="connsiteY45" fmla="*/ 1723335 h 1843915"/>
                                  <a:gd name="connsiteX46" fmla="*/ 125605 w 333515"/>
                                  <a:gd name="connsiteY46" fmla="*/ 1843915 h 1843915"/>
                                  <a:gd name="connsiteX0" fmla="*/ 333515 w 333515"/>
                                  <a:gd name="connsiteY0" fmla="*/ 0 h 1808724"/>
                                  <a:gd name="connsiteX1" fmla="*/ 272267 w 333515"/>
                                  <a:gd name="connsiteY1" fmla="*/ 70383 h 1808724"/>
                                  <a:gd name="connsiteX2" fmla="*/ 333328 w 333515"/>
                                  <a:gd name="connsiteY2" fmla="*/ 145675 h 1808724"/>
                                  <a:gd name="connsiteX3" fmla="*/ 291402 w 333515"/>
                                  <a:gd name="connsiteY3" fmla="*/ 246206 h 1808724"/>
                                  <a:gd name="connsiteX4" fmla="*/ 276330 w 333515"/>
                                  <a:gd name="connsiteY4" fmla="*/ 256254 h 1808724"/>
                                  <a:gd name="connsiteX5" fmla="*/ 175771 w 333515"/>
                                  <a:gd name="connsiteY5" fmla="*/ 261275 h 1808724"/>
                                  <a:gd name="connsiteX6" fmla="*/ 236136 w 333515"/>
                                  <a:gd name="connsiteY6" fmla="*/ 296447 h 1808724"/>
                                  <a:gd name="connsiteX7" fmla="*/ 226088 w 333515"/>
                                  <a:gd name="connsiteY7" fmla="*/ 306496 h 1808724"/>
                                  <a:gd name="connsiteX8" fmla="*/ 211016 w 333515"/>
                                  <a:gd name="connsiteY8" fmla="*/ 351713 h 1808724"/>
                                  <a:gd name="connsiteX9" fmla="*/ 138892 w 333515"/>
                                  <a:gd name="connsiteY9" fmla="*/ 316527 h 1808724"/>
                                  <a:gd name="connsiteX10" fmla="*/ 195943 w 333515"/>
                                  <a:gd name="connsiteY10" fmla="*/ 381858 h 1808724"/>
                                  <a:gd name="connsiteX11" fmla="*/ 145622 w 333515"/>
                                  <a:gd name="connsiteY11" fmla="*/ 376827 h 1808724"/>
                                  <a:gd name="connsiteX12" fmla="*/ 185895 w 333515"/>
                                  <a:gd name="connsiteY12" fmla="*/ 417028 h 1808724"/>
                                  <a:gd name="connsiteX13" fmla="*/ 175846 w 333515"/>
                                  <a:gd name="connsiteY13" fmla="*/ 432100 h 1808724"/>
                                  <a:gd name="connsiteX14" fmla="*/ 165798 w 333515"/>
                                  <a:gd name="connsiteY14" fmla="*/ 442149 h 1808724"/>
                                  <a:gd name="connsiteX15" fmla="*/ 135653 w 333515"/>
                                  <a:gd name="connsiteY15" fmla="*/ 447173 h 1808724"/>
                                  <a:gd name="connsiteX16" fmla="*/ 105508 w 333515"/>
                                  <a:gd name="connsiteY16" fmla="*/ 457221 h 1808724"/>
                                  <a:gd name="connsiteX17" fmla="*/ 90435 w 333515"/>
                                  <a:gd name="connsiteY17" fmla="*/ 462245 h 1808724"/>
                                  <a:gd name="connsiteX18" fmla="*/ 65314 w 333515"/>
                                  <a:gd name="connsiteY18" fmla="*/ 482342 h 1808724"/>
                                  <a:gd name="connsiteX19" fmla="*/ 50242 w 333515"/>
                                  <a:gd name="connsiteY19" fmla="*/ 492390 h 1808724"/>
                                  <a:gd name="connsiteX20" fmla="*/ 35169 w 333515"/>
                                  <a:gd name="connsiteY20" fmla="*/ 567753 h 1808724"/>
                                  <a:gd name="connsiteX21" fmla="*/ 15073 w 333515"/>
                                  <a:gd name="connsiteY21" fmla="*/ 617995 h 1808724"/>
                                  <a:gd name="connsiteX22" fmla="*/ 10049 w 333515"/>
                                  <a:gd name="connsiteY22" fmla="*/ 633067 h 1808724"/>
                                  <a:gd name="connsiteX23" fmla="*/ 0 w 333515"/>
                                  <a:gd name="connsiteY23" fmla="*/ 678285 h 1808724"/>
                                  <a:gd name="connsiteX24" fmla="*/ 5024 w 333515"/>
                                  <a:gd name="connsiteY24" fmla="*/ 773744 h 1808724"/>
                                  <a:gd name="connsiteX25" fmla="*/ 15073 w 333515"/>
                                  <a:gd name="connsiteY25" fmla="*/ 803889 h 1808724"/>
                                  <a:gd name="connsiteX26" fmla="*/ 10049 w 333515"/>
                                  <a:gd name="connsiteY26" fmla="*/ 854131 h 1808724"/>
                                  <a:gd name="connsiteX27" fmla="*/ 5024 w 333515"/>
                                  <a:gd name="connsiteY27" fmla="*/ 869204 h 1808724"/>
                                  <a:gd name="connsiteX28" fmla="*/ 20097 w 333515"/>
                                  <a:gd name="connsiteY28" fmla="*/ 964663 h 1808724"/>
                                  <a:gd name="connsiteX29" fmla="*/ 25121 w 333515"/>
                                  <a:gd name="connsiteY29" fmla="*/ 984760 h 1808724"/>
                                  <a:gd name="connsiteX30" fmla="*/ 35169 w 333515"/>
                                  <a:gd name="connsiteY30" fmla="*/ 999832 h 1808724"/>
                                  <a:gd name="connsiteX31" fmla="*/ 40194 w 333515"/>
                                  <a:gd name="connsiteY31" fmla="*/ 1024953 h 1808724"/>
                                  <a:gd name="connsiteX32" fmla="*/ 55266 w 333515"/>
                                  <a:gd name="connsiteY32" fmla="*/ 1080219 h 1808724"/>
                                  <a:gd name="connsiteX33" fmla="*/ 50242 w 333515"/>
                                  <a:gd name="connsiteY33" fmla="*/ 1110364 h 1808724"/>
                                  <a:gd name="connsiteX34" fmla="*/ 40194 w 333515"/>
                                  <a:gd name="connsiteY34" fmla="*/ 1125436 h 1808724"/>
                                  <a:gd name="connsiteX35" fmla="*/ 50242 w 333515"/>
                                  <a:gd name="connsiteY35" fmla="*/ 1276162 h 1808724"/>
                                  <a:gd name="connsiteX36" fmla="*/ 55266 w 333515"/>
                                  <a:gd name="connsiteY36" fmla="*/ 1291234 h 1808724"/>
                                  <a:gd name="connsiteX37" fmla="*/ 70339 w 333515"/>
                                  <a:gd name="connsiteY37" fmla="*/ 1336452 h 1808724"/>
                                  <a:gd name="connsiteX38" fmla="*/ 65314 w 333515"/>
                                  <a:gd name="connsiteY38" fmla="*/ 1421863 h 1808724"/>
                                  <a:gd name="connsiteX39" fmla="*/ 60290 w 333515"/>
                                  <a:gd name="connsiteY39" fmla="*/ 1446984 h 1808724"/>
                                  <a:gd name="connsiteX40" fmla="*/ 65314 w 333515"/>
                                  <a:gd name="connsiteY40" fmla="*/ 1587661 h 1808724"/>
                                  <a:gd name="connsiteX41" fmla="*/ 70339 w 333515"/>
                                  <a:gd name="connsiteY41" fmla="*/ 1607757 h 1808724"/>
                                  <a:gd name="connsiteX42" fmla="*/ 80387 w 333515"/>
                                  <a:gd name="connsiteY42" fmla="*/ 1622830 h 1808724"/>
                                  <a:gd name="connsiteX43" fmla="*/ 100484 w 333515"/>
                                  <a:gd name="connsiteY43" fmla="*/ 1657999 h 1808724"/>
                                  <a:gd name="connsiteX44" fmla="*/ 105508 w 333515"/>
                                  <a:gd name="connsiteY44" fmla="*/ 1673072 h 1808724"/>
                                  <a:gd name="connsiteX45" fmla="*/ 115556 w 333515"/>
                                  <a:gd name="connsiteY45" fmla="*/ 1688144 h 1808724"/>
                                  <a:gd name="connsiteX46" fmla="*/ 125605 w 333515"/>
                                  <a:gd name="connsiteY46" fmla="*/ 1808724 h 1808724"/>
                                  <a:gd name="connsiteX0" fmla="*/ 317170 w 333515"/>
                                  <a:gd name="connsiteY0" fmla="*/ 0 h 1853979"/>
                                  <a:gd name="connsiteX1" fmla="*/ 272267 w 333515"/>
                                  <a:gd name="connsiteY1" fmla="*/ 115638 h 1853979"/>
                                  <a:gd name="connsiteX2" fmla="*/ 333328 w 333515"/>
                                  <a:gd name="connsiteY2" fmla="*/ 190930 h 1853979"/>
                                  <a:gd name="connsiteX3" fmla="*/ 291402 w 333515"/>
                                  <a:gd name="connsiteY3" fmla="*/ 291461 h 1853979"/>
                                  <a:gd name="connsiteX4" fmla="*/ 276330 w 333515"/>
                                  <a:gd name="connsiteY4" fmla="*/ 301509 h 1853979"/>
                                  <a:gd name="connsiteX5" fmla="*/ 175771 w 333515"/>
                                  <a:gd name="connsiteY5" fmla="*/ 306530 h 1853979"/>
                                  <a:gd name="connsiteX6" fmla="*/ 236136 w 333515"/>
                                  <a:gd name="connsiteY6" fmla="*/ 341702 h 1853979"/>
                                  <a:gd name="connsiteX7" fmla="*/ 226088 w 333515"/>
                                  <a:gd name="connsiteY7" fmla="*/ 351751 h 1853979"/>
                                  <a:gd name="connsiteX8" fmla="*/ 211016 w 333515"/>
                                  <a:gd name="connsiteY8" fmla="*/ 396968 h 1853979"/>
                                  <a:gd name="connsiteX9" fmla="*/ 138892 w 333515"/>
                                  <a:gd name="connsiteY9" fmla="*/ 361782 h 1853979"/>
                                  <a:gd name="connsiteX10" fmla="*/ 195943 w 333515"/>
                                  <a:gd name="connsiteY10" fmla="*/ 427113 h 1853979"/>
                                  <a:gd name="connsiteX11" fmla="*/ 145622 w 333515"/>
                                  <a:gd name="connsiteY11" fmla="*/ 422082 h 1853979"/>
                                  <a:gd name="connsiteX12" fmla="*/ 185895 w 333515"/>
                                  <a:gd name="connsiteY12" fmla="*/ 462283 h 1853979"/>
                                  <a:gd name="connsiteX13" fmla="*/ 175846 w 333515"/>
                                  <a:gd name="connsiteY13" fmla="*/ 477355 h 1853979"/>
                                  <a:gd name="connsiteX14" fmla="*/ 165798 w 333515"/>
                                  <a:gd name="connsiteY14" fmla="*/ 487404 h 1853979"/>
                                  <a:gd name="connsiteX15" fmla="*/ 135653 w 333515"/>
                                  <a:gd name="connsiteY15" fmla="*/ 492428 h 1853979"/>
                                  <a:gd name="connsiteX16" fmla="*/ 105508 w 333515"/>
                                  <a:gd name="connsiteY16" fmla="*/ 502476 h 1853979"/>
                                  <a:gd name="connsiteX17" fmla="*/ 90435 w 333515"/>
                                  <a:gd name="connsiteY17" fmla="*/ 507500 h 1853979"/>
                                  <a:gd name="connsiteX18" fmla="*/ 65314 w 333515"/>
                                  <a:gd name="connsiteY18" fmla="*/ 527597 h 1853979"/>
                                  <a:gd name="connsiteX19" fmla="*/ 50242 w 333515"/>
                                  <a:gd name="connsiteY19" fmla="*/ 537645 h 1853979"/>
                                  <a:gd name="connsiteX20" fmla="*/ 35169 w 333515"/>
                                  <a:gd name="connsiteY20" fmla="*/ 613008 h 1853979"/>
                                  <a:gd name="connsiteX21" fmla="*/ 15073 w 333515"/>
                                  <a:gd name="connsiteY21" fmla="*/ 663250 h 1853979"/>
                                  <a:gd name="connsiteX22" fmla="*/ 10049 w 333515"/>
                                  <a:gd name="connsiteY22" fmla="*/ 678322 h 1853979"/>
                                  <a:gd name="connsiteX23" fmla="*/ 0 w 333515"/>
                                  <a:gd name="connsiteY23" fmla="*/ 723540 h 1853979"/>
                                  <a:gd name="connsiteX24" fmla="*/ 5024 w 333515"/>
                                  <a:gd name="connsiteY24" fmla="*/ 818999 h 1853979"/>
                                  <a:gd name="connsiteX25" fmla="*/ 15073 w 333515"/>
                                  <a:gd name="connsiteY25" fmla="*/ 849144 h 1853979"/>
                                  <a:gd name="connsiteX26" fmla="*/ 10049 w 333515"/>
                                  <a:gd name="connsiteY26" fmla="*/ 899386 h 1853979"/>
                                  <a:gd name="connsiteX27" fmla="*/ 5024 w 333515"/>
                                  <a:gd name="connsiteY27" fmla="*/ 914459 h 1853979"/>
                                  <a:gd name="connsiteX28" fmla="*/ 20097 w 333515"/>
                                  <a:gd name="connsiteY28" fmla="*/ 1009918 h 1853979"/>
                                  <a:gd name="connsiteX29" fmla="*/ 25121 w 333515"/>
                                  <a:gd name="connsiteY29" fmla="*/ 1030015 h 1853979"/>
                                  <a:gd name="connsiteX30" fmla="*/ 35169 w 333515"/>
                                  <a:gd name="connsiteY30" fmla="*/ 1045087 h 1853979"/>
                                  <a:gd name="connsiteX31" fmla="*/ 40194 w 333515"/>
                                  <a:gd name="connsiteY31" fmla="*/ 1070208 h 1853979"/>
                                  <a:gd name="connsiteX32" fmla="*/ 55266 w 333515"/>
                                  <a:gd name="connsiteY32" fmla="*/ 1125474 h 1853979"/>
                                  <a:gd name="connsiteX33" fmla="*/ 50242 w 333515"/>
                                  <a:gd name="connsiteY33" fmla="*/ 1155619 h 1853979"/>
                                  <a:gd name="connsiteX34" fmla="*/ 40194 w 333515"/>
                                  <a:gd name="connsiteY34" fmla="*/ 1170691 h 1853979"/>
                                  <a:gd name="connsiteX35" fmla="*/ 50242 w 333515"/>
                                  <a:gd name="connsiteY35" fmla="*/ 1321417 h 1853979"/>
                                  <a:gd name="connsiteX36" fmla="*/ 55266 w 333515"/>
                                  <a:gd name="connsiteY36" fmla="*/ 1336489 h 1853979"/>
                                  <a:gd name="connsiteX37" fmla="*/ 70339 w 333515"/>
                                  <a:gd name="connsiteY37" fmla="*/ 1381707 h 1853979"/>
                                  <a:gd name="connsiteX38" fmla="*/ 65314 w 333515"/>
                                  <a:gd name="connsiteY38" fmla="*/ 1467118 h 1853979"/>
                                  <a:gd name="connsiteX39" fmla="*/ 60290 w 333515"/>
                                  <a:gd name="connsiteY39" fmla="*/ 1492239 h 1853979"/>
                                  <a:gd name="connsiteX40" fmla="*/ 65314 w 333515"/>
                                  <a:gd name="connsiteY40" fmla="*/ 1632916 h 1853979"/>
                                  <a:gd name="connsiteX41" fmla="*/ 70339 w 333515"/>
                                  <a:gd name="connsiteY41" fmla="*/ 1653012 h 1853979"/>
                                  <a:gd name="connsiteX42" fmla="*/ 80387 w 333515"/>
                                  <a:gd name="connsiteY42" fmla="*/ 1668085 h 1853979"/>
                                  <a:gd name="connsiteX43" fmla="*/ 100484 w 333515"/>
                                  <a:gd name="connsiteY43" fmla="*/ 1703254 h 1853979"/>
                                  <a:gd name="connsiteX44" fmla="*/ 105508 w 333515"/>
                                  <a:gd name="connsiteY44" fmla="*/ 1718327 h 1853979"/>
                                  <a:gd name="connsiteX45" fmla="*/ 115556 w 333515"/>
                                  <a:gd name="connsiteY45" fmla="*/ 1733399 h 1853979"/>
                                  <a:gd name="connsiteX46" fmla="*/ 125605 w 333515"/>
                                  <a:gd name="connsiteY46" fmla="*/ 1853979 h 1853979"/>
                                  <a:gd name="connsiteX0" fmla="*/ 317170 w 337203"/>
                                  <a:gd name="connsiteY0" fmla="*/ 0 h 1853979"/>
                                  <a:gd name="connsiteX1" fmla="*/ 333515 w 337203"/>
                                  <a:gd name="connsiteY1" fmla="*/ 115661 h 1853979"/>
                                  <a:gd name="connsiteX2" fmla="*/ 333328 w 337203"/>
                                  <a:gd name="connsiteY2" fmla="*/ 190930 h 1853979"/>
                                  <a:gd name="connsiteX3" fmla="*/ 291402 w 337203"/>
                                  <a:gd name="connsiteY3" fmla="*/ 291461 h 1853979"/>
                                  <a:gd name="connsiteX4" fmla="*/ 276330 w 337203"/>
                                  <a:gd name="connsiteY4" fmla="*/ 301509 h 1853979"/>
                                  <a:gd name="connsiteX5" fmla="*/ 175771 w 337203"/>
                                  <a:gd name="connsiteY5" fmla="*/ 306530 h 1853979"/>
                                  <a:gd name="connsiteX6" fmla="*/ 236136 w 337203"/>
                                  <a:gd name="connsiteY6" fmla="*/ 341702 h 1853979"/>
                                  <a:gd name="connsiteX7" fmla="*/ 226088 w 337203"/>
                                  <a:gd name="connsiteY7" fmla="*/ 351751 h 1853979"/>
                                  <a:gd name="connsiteX8" fmla="*/ 211016 w 337203"/>
                                  <a:gd name="connsiteY8" fmla="*/ 396968 h 1853979"/>
                                  <a:gd name="connsiteX9" fmla="*/ 138892 w 337203"/>
                                  <a:gd name="connsiteY9" fmla="*/ 361782 h 1853979"/>
                                  <a:gd name="connsiteX10" fmla="*/ 195943 w 337203"/>
                                  <a:gd name="connsiteY10" fmla="*/ 427113 h 1853979"/>
                                  <a:gd name="connsiteX11" fmla="*/ 145622 w 337203"/>
                                  <a:gd name="connsiteY11" fmla="*/ 422082 h 1853979"/>
                                  <a:gd name="connsiteX12" fmla="*/ 185895 w 337203"/>
                                  <a:gd name="connsiteY12" fmla="*/ 462283 h 1853979"/>
                                  <a:gd name="connsiteX13" fmla="*/ 175846 w 337203"/>
                                  <a:gd name="connsiteY13" fmla="*/ 477355 h 1853979"/>
                                  <a:gd name="connsiteX14" fmla="*/ 165798 w 337203"/>
                                  <a:gd name="connsiteY14" fmla="*/ 487404 h 1853979"/>
                                  <a:gd name="connsiteX15" fmla="*/ 135653 w 337203"/>
                                  <a:gd name="connsiteY15" fmla="*/ 492428 h 1853979"/>
                                  <a:gd name="connsiteX16" fmla="*/ 105508 w 337203"/>
                                  <a:gd name="connsiteY16" fmla="*/ 502476 h 1853979"/>
                                  <a:gd name="connsiteX17" fmla="*/ 90435 w 337203"/>
                                  <a:gd name="connsiteY17" fmla="*/ 507500 h 1853979"/>
                                  <a:gd name="connsiteX18" fmla="*/ 65314 w 337203"/>
                                  <a:gd name="connsiteY18" fmla="*/ 527597 h 1853979"/>
                                  <a:gd name="connsiteX19" fmla="*/ 50242 w 337203"/>
                                  <a:gd name="connsiteY19" fmla="*/ 537645 h 1853979"/>
                                  <a:gd name="connsiteX20" fmla="*/ 35169 w 337203"/>
                                  <a:gd name="connsiteY20" fmla="*/ 613008 h 1853979"/>
                                  <a:gd name="connsiteX21" fmla="*/ 15073 w 337203"/>
                                  <a:gd name="connsiteY21" fmla="*/ 663250 h 1853979"/>
                                  <a:gd name="connsiteX22" fmla="*/ 10049 w 337203"/>
                                  <a:gd name="connsiteY22" fmla="*/ 678322 h 1853979"/>
                                  <a:gd name="connsiteX23" fmla="*/ 0 w 337203"/>
                                  <a:gd name="connsiteY23" fmla="*/ 723540 h 1853979"/>
                                  <a:gd name="connsiteX24" fmla="*/ 5024 w 337203"/>
                                  <a:gd name="connsiteY24" fmla="*/ 818999 h 1853979"/>
                                  <a:gd name="connsiteX25" fmla="*/ 15073 w 337203"/>
                                  <a:gd name="connsiteY25" fmla="*/ 849144 h 1853979"/>
                                  <a:gd name="connsiteX26" fmla="*/ 10049 w 337203"/>
                                  <a:gd name="connsiteY26" fmla="*/ 899386 h 1853979"/>
                                  <a:gd name="connsiteX27" fmla="*/ 5024 w 337203"/>
                                  <a:gd name="connsiteY27" fmla="*/ 914459 h 1853979"/>
                                  <a:gd name="connsiteX28" fmla="*/ 20097 w 337203"/>
                                  <a:gd name="connsiteY28" fmla="*/ 1009918 h 1853979"/>
                                  <a:gd name="connsiteX29" fmla="*/ 25121 w 337203"/>
                                  <a:gd name="connsiteY29" fmla="*/ 1030015 h 1853979"/>
                                  <a:gd name="connsiteX30" fmla="*/ 35169 w 337203"/>
                                  <a:gd name="connsiteY30" fmla="*/ 1045087 h 1853979"/>
                                  <a:gd name="connsiteX31" fmla="*/ 40194 w 337203"/>
                                  <a:gd name="connsiteY31" fmla="*/ 1070208 h 1853979"/>
                                  <a:gd name="connsiteX32" fmla="*/ 55266 w 337203"/>
                                  <a:gd name="connsiteY32" fmla="*/ 1125474 h 1853979"/>
                                  <a:gd name="connsiteX33" fmla="*/ 50242 w 337203"/>
                                  <a:gd name="connsiteY33" fmla="*/ 1155619 h 1853979"/>
                                  <a:gd name="connsiteX34" fmla="*/ 40194 w 337203"/>
                                  <a:gd name="connsiteY34" fmla="*/ 1170691 h 1853979"/>
                                  <a:gd name="connsiteX35" fmla="*/ 50242 w 337203"/>
                                  <a:gd name="connsiteY35" fmla="*/ 1321417 h 1853979"/>
                                  <a:gd name="connsiteX36" fmla="*/ 55266 w 337203"/>
                                  <a:gd name="connsiteY36" fmla="*/ 1336489 h 1853979"/>
                                  <a:gd name="connsiteX37" fmla="*/ 70339 w 337203"/>
                                  <a:gd name="connsiteY37" fmla="*/ 1381707 h 1853979"/>
                                  <a:gd name="connsiteX38" fmla="*/ 65314 w 337203"/>
                                  <a:gd name="connsiteY38" fmla="*/ 1467118 h 1853979"/>
                                  <a:gd name="connsiteX39" fmla="*/ 60290 w 337203"/>
                                  <a:gd name="connsiteY39" fmla="*/ 1492239 h 1853979"/>
                                  <a:gd name="connsiteX40" fmla="*/ 65314 w 337203"/>
                                  <a:gd name="connsiteY40" fmla="*/ 1632916 h 1853979"/>
                                  <a:gd name="connsiteX41" fmla="*/ 70339 w 337203"/>
                                  <a:gd name="connsiteY41" fmla="*/ 1653012 h 1853979"/>
                                  <a:gd name="connsiteX42" fmla="*/ 80387 w 337203"/>
                                  <a:gd name="connsiteY42" fmla="*/ 1668085 h 1853979"/>
                                  <a:gd name="connsiteX43" fmla="*/ 100484 w 337203"/>
                                  <a:gd name="connsiteY43" fmla="*/ 1703254 h 1853979"/>
                                  <a:gd name="connsiteX44" fmla="*/ 105508 w 337203"/>
                                  <a:gd name="connsiteY44" fmla="*/ 1718327 h 1853979"/>
                                  <a:gd name="connsiteX45" fmla="*/ 115556 w 337203"/>
                                  <a:gd name="connsiteY45" fmla="*/ 1733399 h 1853979"/>
                                  <a:gd name="connsiteX46" fmla="*/ 125605 w 337203"/>
                                  <a:gd name="connsiteY46" fmla="*/ 1853979 h 1853979"/>
                                  <a:gd name="connsiteX0" fmla="*/ 317170 w 333515"/>
                                  <a:gd name="connsiteY0" fmla="*/ 0 h 1853979"/>
                                  <a:gd name="connsiteX1" fmla="*/ 333515 w 333515"/>
                                  <a:gd name="connsiteY1" fmla="*/ 115661 h 1853979"/>
                                  <a:gd name="connsiteX2" fmla="*/ 317646 w 333515"/>
                                  <a:gd name="connsiteY2" fmla="*/ 170815 h 1853979"/>
                                  <a:gd name="connsiteX3" fmla="*/ 291402 w 333515"/>
                                  <a:gd name="connsiteY3" fmla="*/ 291461 h 1853979"/>
                                  <a:gd name="connsiteX4" fmla="*/ 276330 w 333515"/>
                                  <a:gd name="connsiteY4" fmla="*/ 301509 h 1853979"/>
                                  <a:gd name="connsiteX5" fmla="*/ 175771 w 333515"/>
                                  <a:gd name="connsiteY5" fmla="*/ 306530 h 1853979"/>
                                  <a:gd name="connsiteX6" fmla="*/ 236136 w 333515"/>
                                  <a:gd name="connsiteY6" fmla="*/ 341702 h 1853979"/>
                                  <a:gd name="connsiteX7" fmla="*/ 226088 w 333515"/>
                                  <a:gd name="connsiteY7" fmla="*/ 351751 h 1853979"/>
                                  <a:gd name="connsiteX8" fmla="*/ 211016 w 333515"/>
                                  <a:gd name="connsiteY8" fmla="*/ 396968 h 1853979"/>
                                  <a:gd name="connsiteX9" fmla="*/ 138892 w 333515"/>
                                  <a:gd name="connsiteY9" fmla="*/ 361782 h 1853979"/>
                                  <a:gd name="connsiteX10" fmla="*/ 195943 w 333515"/>
                                  <a:gd name="connsiteY10" fmla="*/ 427113 h 1853979"/>
                                  <a:gd name="connsiteX11" fmla="*/ 145622 w 333515"/>
                                  <a:gd name="connsiteY11" fmla="*/ 422082 h 1853979"/>
                                  <a:gd name="connsiteX12" fmla="*/ 185895 w 333515"/>
                                  <a:gd name="connsiteY12" fmla="*/ 462283 h 1853979"/>
                                  <a:gd name="connsiteX13" fmla="*/ 175846 w 333515"/>
                                  <a:gd name="connsiteY13" fmla="*/ 477355 h 1853979"/>
                                  <a:gd name="connsiteX14" fmla="*/ 165798 w 333515"/>
                                  <a:gd name="connsiteY14" fmla="*/ 487404 h 1853979"/>
                                  <a:gd name="connsiteX15" fmla="*/ 135653 w 333515"/>
                                  <a:gd name="connsiteY15" fmla="*/ 492428 h 1853979"/>
                                  <a:gd name="connsiteX16" fmla="*/ 105508 w 333515"/>
                                  <a:gd name="connsiteY16" fmla="*/ 502476 h 1853979"/>
                                  <a:gd name="connsiteX17" fmla="*/ 90435 w 333515"/>
                                  <a:gd name="connsiteY17" fmla="*/ 507500 h 1853979"/>
                                  <a:gd name="connsiteX18" fmla="*/ 65314 w 333515"/>
                                  <a:gd name="connsiteY18" fmla="*/ 527597 h 1853979"/>
                                  <a:gd name="connsiteX19" fmla="*/ 50242 w 333515"/>
                                  <a:gd name="connsiteY19" fmla="*/ 537645 h 1853979"/>
                                  <a:gd name="connsiteX20" fmla="*/ 35169 w 333515"/>
                                  <a:gd name="connsiteY20" fmla="*/ 613008 h 1853979"/>
                                  <a:gd name="connsiteX21" fmla="*/ 15073 w 333515"/>
                                  <a:gd name="connsiteY21" fmla="*/ 663250 h 1853979"/>
                                  <a:gd name="connsiteX22" fmla="*/ 10049 w 333515"/>
                                  <a:gd name="connsiteY22" fmla="*/ 678322 h 1853979"/>
                                  <a:gd name="connsiteX23" fmla="*/ 0 w 333515"/>
                                  <a:gd name="connsiteY23" fmla="*/ 723540 h 1853979"/>
                                  <a:gd name="connsiteX24" fmla="*/ 5024 w 333515"/>
                                  <a:gd name="connsiteY24" fmla="*/ 818999 h 1853979"/>
                                  <a:gd name="connsiteX25" fmla="*/ 15073 w 333515"/>
                                  <a:gd name="connsiteY25" fmla="*/ 849144 h 1853979"/>
                                  <a:gd name="connsiteX26" fmla="*/ 10049 w 333515"/>
                                  <a:gd name="connsiteY26" fmla="*/ 899386 h 1853979"/>
                                  <a:gd name="connsiteX27" fmla="*/ 5024 w 333515"/>
                                  <a:gd name="connsiteY27" fmla="*/ 914459 h 1853979"/>
                                  <a:gd name="connsiteX28" fmla="*/ 20097 w 333515"/>
                                  <a:gd name="connsiteY28" fmla="*/ 1009918 h 1853979"/>
                                  <a:gd name="connsiteX29" fmla="*/ 25121 w 333515"/>
                                  <a:gd name="connsiteY29" fmla="*/ 1030015 h 1853979"/>
                                  <a:gd name="connsiteX30" fmla="*/ 35169 w 333515"/>
                                  <a:gd name="connsiteY30" fmla="*/ 1045087 h 1853979"/>
                                  <a:gd name="connsiteX31" fmla="*/ 40194 w 333515"/>
                                  <a:gd name="connsiteY31" fmla="*/ 1070208 h 1853979"/>
                                  <a:gd name="connsiteX32" fmla="*/ 55266 w 333515"/>
                                  <a:gd name="connsiteY32" fmla="*/ 1125474 h 1853979"/>
                                  <a:gd name="connsiteX33" fmla="*/ 50242 w 333515"/>
                                  <a:gd name="connsiteY33" fmla="*/ 1155619 h 1853979"/>
                                  <a:gd name="connsiteX34" fmla="*/ 40194 w 333515"/>
                                  <a:gd name="connsiteY34" fmla="*/ 1170691 h 1853979"/>
                                  <a:gd name="connsiteX35" fmla="*/ 50242 w 333515"/>
                                  <a:gd name="connsiteY35" fmla="*/ 1321417 h 1853979"/>
                                  <a:gd name="connsiteX36" fmla="*/ 55266 w 333515"/>
                                  <a:gd name="connsiteY36" fmla="*/ 1336489 h 1853979"/>
                                  <a:gd name="connsiteX37" fmla="*/ 70339 w 333515"/>
                                  <a:gd name="connsiteY37" fmla="*/ 1381707 h 1853979"/>
                                  <a:gd name="connsiteX38" fmla="*/ 65314 w 333515"/>
                                  <a:gd name="connsiteY38" fmla="*/ 1467118 h 1853979"/>
                                  <a:gd name="connsiteX39" fmla="*/ 60290 w 333515"/>
                                  <a:gd name="connsiteY39" fmla="*/ 1492239 h 1853979"/>
                                  <a:gd name="connsiteX40" fmla="*/ 65314 w 333515"/>
                                  <a:gd name="connsiteY40" fmla="*/ 1632916 h 1853979"/>
                                  <a:gd name="connsiteX41" fmla="*/ 70339 w 333515"/>
                                  <a:gd name="connsiteY41" fmla="*/ 1653012 h 1853979"/>
                                  <a:gd name="connsiteX42" fmla="*/ 80387 w 333515"/>
                                  <a:gd name="connsiteY42" fmla="*/ 1668085 h 1853979"/>
                                  <a:gd name="connsiteX43" fmla="*/ 100484 w 333515"/>
                                  <a:gd name="connsiteY43" fmla="*/ 1703254 h 1853979"/>
                                  <a:gd name="connsiteX44" fmla="*/ 105508 w 333515"/>
                                  <a:gd name="connsiteY44" fmla="*/ 1718327 h 1853979"/>
                                  <a:gd name="connsiteX45" fmla="*/ 115556 w 333515"/>
                                  <a:gd name="connsiteY45" fmla="*/ 1733399 h 1853979"/>
                                  <a:gd name="connsiteX46" fmla="*/ 125605 w 333515"/>
                                  <a:gd name="connsiteY46" fmla="*/ 1853979 h 1853979"/>
                                  <a:gd name="connsiteX0" fmla="*/ 317170 w 333515"/>
                                  <a:gd name="connsiteY0" fmla="*/ 0 h 1853979"/>
                                  <a:gd name="connsiteX1" fmla="*/ 333515 w 333515"/>
                                  <a:gd name="connsiteY1" fmla="*/ 115661 h 1853979"/>
                                  <a:gd name="connsiteX2" fmla="*/ 317646 w 333515"/>
                                  <a:gd name="connsiteY2" fmla="*/ 170815 h 1853979"/>
                                  <a:gd name="connsiteX3" fmla="*/ 271938 w 333515"/>
                                  <a:gd name="connsiteY3" fmla="*/ 205972 h 1853979"/>
                                  <a:gd name="connsiteX4" fmla="*/ 276330 w 333515"/>
                                  <a:gd name="connsiteY4" fmla="*/ 301509 h 1853979"/>
                                  <a:gd name="connsiteX5" fmla="*/ 175771 w 333515"/>
                                  <a:gd name="connsiteY5" fmla="*/ 306530 h 1853979"/>
                                  <a:gd name="connsiteX6" fmla="*/ 236136 w 333515"/>
                                  <a:gd name="connsiteY6" fmla="*/ 341702 h 1853979"/>
                                  <a:gd name="connsiteX7" fmla="*/ 226088 w 333515"/>
                                  <a:gd name="connsiteY7" fmla="*/ 351751 h 1853979"/>
                                  <a:gd name="connsiteX8" fmla="*/ 211016 w 333515"/>
                                  <a:gd name="connsiteY8" fmla="*/ 396968 h 1853979"/>
                                  <a:gd name="connsiteX9" fmla="*/ 138892 w 333515"/>
                                  <a:gd name="connsiteY9" fmla="*/ 361782 h 1853979"/>
                                  <a:gd name="connsiteX10" fmla="*/ 195943 w 333515"/>
                                  <a:gd name="connsiteY10" fmla="*/ 427113 h 1853979"/>
                                  <a:gd name="connsiteX11" fmla="*/ 145622 w 333515"/>
                                  <a:gd name="connsiteY11" fmla="*/ 422082 h 1853979"/>
                                  <a:gd name="connsiteX12" fmla="*/ 185895 w 333515"/>
                                  <a:gd name="connsiteY12" fmla="*/ 462283 h 1853979"/>
                                  <a:gd name="connsiteX13" fmla="*/ 175846 w 333515"/>
                                  <a:gd name="connsiteY13" fmla="*/ 477355 h 1853979"/>
                                  <a:gd name="connsiteX14" fmla="*/ 165798 w 333515"/>
                                  <a:gd name="connsiteY14" fmla="*/ 487404 h 1853979"/>
                                  <a:gd name="connsiteX15" fmla="*/ 135653 w 333515"/>
                                  <a:gd name="connsiteY15" fmla="*/ 492428 h 1853979"/>
                                  <a:gd name="connsiteX16" fmla="*/ 105508 w 333515"/>
                                  <a:gd name="connsiteY16" fmla="*/ 502476 h 1853979"/>
                                  <a:gd name="connsiteX17" fmla="*/ 90435 w 333515"/>
                                  <a:gd name="connsiteY17" fmla="*/ 507500 h 1853979"/>
                                  <a:gd name="connsiteX18" fmla="*/ 65314 w 333515"/>
                                  <a:gd name="connsiteY18" fmla="*/ 527597 h 1853979"/>
                                  <a:gd name="connsiteX19" fmla="*/ 50242 w 333515"/>
                                  <a:gd name="connsiteY19" fmla="*/ 537645 h 1853979"/>
                                  <a:gd name="connsiteX20" fmla="*/ 35169 w 333515"/>
                                  <a:gd name="connsiteY20" fmla="*/ 613008 h 1853979"/>
                                  <a:gd name="connsiteX21" fmla="*/ 15073 w 333515"/>
                                  <a:gd name="connsiteY21" fmla="*/ 663250 h 1853979"/>
                                  <a:gd name="connsiteX22" fmla="*/ 10049 w 333515"/>
                                  <a:gd name="connsiteY22" fmla="*/ 678322 h 1853979"/>
                                  <a:gd name="connsiteX23" fmla="*/ 0 w 333515"/>
                                  <a:gd name="connsiteY23" fmla="*/ 723540 h 1853979"/>
                                  <a:gd name="connsiteX24" fmla="*/ 5024 w 333515"/>
                                  <a:gd name="connsiteY24" fmla="*/ 818999 h 1853979"/>
                                  <a:gd name="connsiteX25" fmla="*/ 15073 w 333515"/>
                                  <a:gd name="connsiteY25" fmla="*/ 849144 h 1853979"/>
                                  <a:gd name="connsiteX26" fmla="*/ 10049 w 333515"/>
                                  <a:gd name="connsiteY26" fmla="*/ 899386 h 1853979"/>
                                  <a:gd name="connsiteX27" fmla="*/ 5024 w 333515"/>
                                  <a:gd name="connsiteY27" fmla="*/ 914459 h 1853979"/>
                                  <a:gd name="connsiteX28" fmla="*/ 20097 w 333515"/>
                                  <a:gd name="connsiteY28" fmla="*/ 1009918 h 1853979"/>
                                  <a:gd name="connsiteX29" fmla="*/ 25121 w 333515"/>
                                  <a:gd name="connsiteY29" fmla="*/ 1030015 h 1853979"/>
                                  <a:gd name="connsiteX30" fmla="*/ 35169 w 333515"/>
                                  <a:gd name="connsiteY30" fmla="*/ 1045087 h 1853979"/>
                                  <a:gd name="connsiteX31" fmla="*/ 40194 w 333515"/>
                                  <a:gd name="connsiteY31" fmla="*/ 1070208 h 1853979"/>
                                  <a:gd name="connsiteX32" fmla="*/ 55266 w 333515"/>
                                  <a:gd name="connsiteY32" fmla="*/ 1125474 h 1853979"/>
                                  <a:gd name="connsiteX33" fmla="*/ 50242 w 333515"/>
                                  <a:gd name="connsiteY33" fmla="*/ 1155619 h 1853979"/>
                                  <a:gd name="connsiteX34" fmla="*/ 40194 w 333515"/>
                                  <a:gd name="connsiteY34" fmla="*/ 1170691 h 1853979"/>
                                  <a:gd name="connsiteX35" fmla="*/ 50242 w 333515"/>
                                  <a:gd name="connsiteY35" fmla="*/ 1321417 h 1853979"/>
                                  <a:gd name="connsiteX36" fmla="*/ 55266 w 333515"/>
                                  <a:gd name="connsiteY36" fmla="*/ 1336489 h 1853979"/>
                                  <a:gd name="connsiteX37" fmla="*/ 70339 w 333515"/>
                                  <a:gd name="connsiteY37" fmla="*/ 1381707 h 1853979"/>
                                  <a:gd name="connsiteX38" fmla="*/ 65314 w 333515"/>
                                  <a:gd name="connsiteY38" fmla="*/ 1467118 h 1853979"/>
                                  <a:gd name="connsiteX39" fmla="*/ 60290 w 333515"/>
                                  <a:gd name="connsiteY39" fmla="*/ 1492239 h 1853979"/>
                                  <a:gd name="connsiteX40" fmla="*/ 65314 w 333515"/>
                                  <a:gd name="connsiteY40" fmla="*/ 1632916 h 1853979"/>
                                  <a:gd name="connsiteX41" fmla="*/ 70339 w 333515"/>
                                  <a:gd name="connsiteY41" fmla="*/ 1653012 h 1853979"/>
                                  <a:gd name="connsiteX42" fmla="*/ 80387 w 333515"/>
                                  <a:gd name="connsiteY42" fmla="*/ 1668085 h 1853979"/>
                                  <a:gd name="connsiteX43" fmla="*/ 100484 w 333515"/>
                                  <a:gd name="connsiteY43" fmla="*/ 1703254 h 1853979"/>
                                  <a:gd name="connsiteX44" fmla="*/ 105508 w 333515"/>
                                  <a:gd name="connsiteY44" fmla="*/ 1718327 h 1853979"/>
                                  <a:gd name="connsiteX45" fmla="*/ 115556 w 333515"/>
                                  <a:gd name="connsiteY45" fmla="*/ 1733399 h 1853979"/>
                                  <a:gd name="connsiteX46" fmla="*/ 125605 w 333515"/>
                                  <a:gd name="connsiteY46" fmla="*/ 1853979 h 1853979"/>
                                  <a:gd name="connsiteX0" fmla="*/ 317170 w 333515"/>
                                  <a:gd name="connsiteY0" fmla="*/ 0 h 1853979"/>
                                  <a:gd name="connsiteX1" fmla="*/ 333515 w 333515"/>
                                  <a:gd name="connsiteY1" fmla="*/ 115661 h 1853979"/>
                                  <a:gd name="connsiteX2" fmla="*/ 317646 w 333515"/>
                                  <a:gd name="connsiteY2" fmla="*/ 170815 h 1853979"/>
                                  <a:gd name="connsiteX3" fmla="*/ 271938 w 333515"/>
                                  <a:gd name="connsiteY3" fmla="*/ 205972 h 1853979"/>
                                  <a:gd name="connsiteX4" fmla="*/ 276330 w 333515"/>
                                  <a:gd name="connsiteY4" fmla="*/ 301509 h 1853979"/>
                                  <a:gd name="connsiteX5" fmla="*/ 175771 w 333515"/>
                                  <a:gd name="connsiteY5" fmla="*/ 306530 h 1853979"/>
                                  <a:gd name="connsiteX6" fmla="*/ 236136 w 333515"/>
                                  <a:gd name="connsiteY6" fmla="*/ 341702 h 1853979"/>
                                  <a:gd name="connsiteX7" fmla="*/ 226088 w 333515"/>
                                  <a:gd name="connsiteY7" fmla="*/ 351751 h 1853979"/>
                                  <a:gd name="connsiteX8" fmla="*/ 211016 w 333515"/>
                                  <a:gd name="connsiteY8" fmla="*/ 396968 h 1853979"/>
                                  <a:gd name="connsiteX9" fmla="*/ 138892 w 333515"/>
                                  <a:gd name="connsiteY9" fmla="*/ 361782 h 1853979"/>
                                  <a:gd name="connsiteX10" fmla="*/ 195943 w 333515"/>
                                  <a:gd name="connsiteY10" fmla="*/ 427113 h 1853979"/>
                                  <a:gd name="connsiteX11" fmla="*/ 145622 w 333515"/>
                                  <a:gd name="connsiteY11" fmla="*/ 422082 h 1853979"/>
                                  <a:gd name="connsiteX12" fmla="*/ 185895 w 333515"/>
                                  <a:gd name="connsiteY12" fmla="*/ 462283 h 1853979"/>
                                  <a:gd name="connsiteX13" fmla="*/ 175846 w 333515"/>
                                  <a:gd name="connsiteY13" fmla="*/ 477355 h 1853979"/>
                                  <a:gd name="connsiteX14" fmla="*/ 165798 w 333515"/>
                                  <a:gd name="connsiteY14" fmla="*/ 487404 h 1853979"/>
                                  <a:gd name="connsiteX15" fmla="*/ 135653 w 333515"/>
                                  <a:gd name="connsiteY15" fmla="*/ 492428 h 1853979"/>
                                  <a:gd name="connsiteX16" fmla="*/ 105508 w 333515"/>
                                  <a:gd name="connsiteY16" fmla="*/ 502476 h 1853979"/>
                                  <a:gd name="connsiteX17" fmla="*/ 90435 w 333515"/>
                                  <a:gd name="connsiteY17" fmla="*/ 507500 h 1853979"/>
                                  <a:gd name="connsiteX18" fmla="*/ 65314 w 333515"/>
                                  <a:gd name="connsiteY18" fmla="*/ 527597 h 1853979"/>
                                  <a:gd name="connsiteX19" fmla="*/ 35169 w 333515"/>
                                  <a:gd name="connsiteY19" fmla="*/ 613008 h 1853979"/>
                                  <a:gd name="connsiteX20" fmla="*/ 15073 w 333515"/>
                                  <a:gd name="connsiteY20" fmla="*/ 663250 h 1853979"/>
                                  <a:gd name="connsiteX21" fmla="*/ 10049 w 333515"/>
                                  <a:gd name="connsiteY21" fmla="*/ 678322 h 1853979"/>
                                  <a:gd name="connsiteX22" fmla="*/ 0 w 333515"/>
                                  <a:gd name="connsiteY22" fmla="*/ 723540 h 1853979"/>
                                  <a:gd name="connsiteX23" fmla="*/ 5024 w 333515"/>
                                  <a:gd name="connsiteY23" fmla="*/ 818999 h 1853979"/>
                                  <a:gd name="connsiteX24" fmla="*/ 15073 w 333515"/>
                                  <a:gd name="connsiteY24" fmla="*/ 849144 h 1853979"/>
                                  <a:gd name="connsiteX25" fmla="*/ 10049 w 333515"/>
                                  <a:gd name="connsiteY25" fmla="*/ 899386 h 1853979"/>
                                  <a:gd name="connsiteX26" fmla="*/ 5024 w 333515"/>
                                  <a:gd name="connsiteY26" fmla="*/ 914459 h 1853979"/>
                                  <a:gd name="connsiteX27" fmla="*/ 20097 w 333515"/>
                                  <a:gd name="connsiteY27" fmla="*/ 1009918 h 1853979"/>
                                  <a:gd name="connsiteX28" fmla="*/ 25121 w 333515"/>
                                  <a:gd name="connsiteY28" fmla="*/ 1030015 h 1853979"/>
                                  <a:gd name="connsiteX29" fmla="*/ 35169 w 333515"/>
                                  <a:gd name="connsiteY29" fmla="*/ 1045087 h 1853979"/>
                                  <a:gd name="connsiteX30" fmla="*/ 40194 w 333515"/>
                                  <a:gd name="connsiteY30" fmla="*/ 1070208 h 1853979"/>
                                  <a:gd name="connsiteX31" fmla="*/ 55266 w 333515"/>
                                  <a:gd name="connsiteY31" fmla="*/ 1125474 h 1853979"/>
                                  <a:gd name="connsiteX32" fmla="*/ 50242 w 333515"/>
                                  <a:gd name="connsiteY32" fmla="*/ 1155619 h 1853979"/>
                                  <a:gd name="connsiteX33" fmla="*/ 40194 w 333515"/>
                                  <a:gd name="connsiteY33" fmla="*/ 1170691 h 1853979"/>
                                  <a:gd name="connsiteX34" fmla="*/ 50242 w 333515"/>
                                  <a:gd name="connsiteY34" fmla="*/ 1321417 h 1853979"/>
                                  <a:gd name="connsiteX35" fmla="*/ 55266 w 333515"/>
                                  <a:gd name="connsiteY35" fmla="*/ 1336489 h 1853979"/>
                                  <a:gd name="connsiteX36" fmla="*/ 70339 w 333515"/>
                                  <a:gd name="connsiteY36" fmla="*/ 1381707 h 1853979"/>
                                  <a:gd name="connsiteX37" fmla="*/ 65314 w 333515"/>
                                  <a:gd name="connsiteY37" fmla="*/ 1467118 h 1853979"/>
                                  <a:gd name="connsiteX38" fmla="*/ 60290 w 333515"/>
                                  <a:gd name="connsiteY38" fmla="*/ 1492239 h 1853979"/>
                                  <a:gd name="connsiteX39" fmla="*/ 65314 w 333515"/>
                                  <a:gd name="connsiteY39" fmla="*/ 1632916 h 1853979"/>
                                  <a:gd name="connsiteX40" fmla="*/ 70339 w 333515"/>
                                  <a:gd name="connsiteY40" fmla="*/ 1653012 h 1853979"/>
                                  <a:gd name="connsiteX41" fmla="*/ 80387 w 333515"/>
                                  <a:gd name="connsiteY41" fmla="*/ 1668085 h 1853979"/>
                                  <a:gd name="connsiteX42" fmla="*/ 100484 w 333515"/>
                                  <a:gd name="connsiteY42" fmla="*/ 1703254 h 1853979"/>
                                  <a:gd name="connsiteX43" fmla="*/ 105508 w 333515"/>
                                  <a:gd name="connsiteY43" fmla="*/ 1718327 h 1853979"/>
                                  <a:gd name="connsiteX44" fmla="*/ 115556 w 333515"/>
                                  <a:gd name="connsiteY44" fmla="*/ 1733399 h 1853979"/>
                                  <a:gd name="connsiteX45" fmla="*/ 125605 w 333515"/>
                                  <a:gd name="connsiteY45" fmla="*/ 1853979 h 1853979"/>
                                  <a:gd name="connsiteX0" fmla="*/ 317170 w 317646"/>
                                  <a:gd name="connsiteY0" fmla="*/ 0 h 1853979"/>
                                  <a:gd name="connsiteX1" fmla="*/ 271938 w 317646"/>
                                  <a:gd name="connsiteY1" fmla="*/ 125719 h 1853979"/>
                                  <a:gd name="connsiteX2" fmla="*/ 317646 w 317646"/>
                                  <a:gd name="connsiteY2" fmla="*/ 170815 h 1853979"/>
                                  <a:gd name="connsiteX3" fmla="*/ 271938 w 317646"/>
                                  <a:gd name="connsiteY3" fmla="*/ 205972 h 1853979"/>
                                  <a:gd name="connsiteX4" fmla="*/ 276330 w 317646"/>
                                  <a:gd name="connsiteY4" fmla="*/ 301509 h 1853979"/>
                                  <a:gd name="connsiteX5" fmla="*/ 175771 w 317646"/>
                                  <a:gd name="connsiteY5" fmla="*/ 306530 h 1853979"/>
                                  <a:gd name="connsiteX6" fmla="*/ 236136 w 317646"/>
                                  <a:gd name="connsiteY6" fmla="*/ 341702 h 1853979"/>
                                  <a:gd name="connsiteX7" fmla="*/ 226088 w 317646"/>
                                  <a:gd name="connsiteY7" fmla="*/ 351751 h 1853979"/>
                                  <a:gd name="connsiteX8" fmla="*/ 211016 w 317646"/>
                                  <a:gd name="connsiteY8" fmla="*/ 396968 h 1853979"/>
                                  <a:gd name="connsiteX9" fmla="*/ 138892 w 317646"/>
                                  <a:gd name="connsiteY9" fmla="*/ 361782 h 1853979"/>
                                  <a:gd name="connsiteX10" fmla="*/ 195943 w 317646"/>
                                  <a:gd name="connsiteY10" fmla="*/ 427113 h 1853979"/>
                                  <a:gd name="connsiteX11" fmla="*/ 145622 w 317646"/>
                                  <a:gd name="connsiteY11" fmla="*/ 422082 h 1853979"/>
                                  <a:gd name="connsiteX12" fmla="*/ 185895 w 317646"/>
                                  <a:gd name="connsiteY12" fmla="*/ 462283 h 1853979"/>
                                  <a:gd name="connsiteX13" fmla="*/ 175846 w 317646"/>
                                  <a:gd name="connsiteY13" fmla="*/ 477355 h 1853979"/>
                                  <a:gd name="connsiteX14" fmla="*/ 165798 w 317646"/>
                                  <a:gd name="connsiteY14" fmla="*/ 487404 h 1853979"/>
                                  <a:gd name="connsiteX15" fmla="*/ 135653 w 317646"/>
                                  <a:gd name="connsiteY15" fmla="*/ 492428 h 1853979"/>
                                  <a:gd name="connsiteX16" fmla="*/ 105508 w 317646"/>
                                  <a:gd name="connsiteY16" fmla="*/ 502476 h 1853979"/>
                                  <a:gd name="connsiteX17" fmla="*/ 90435 w 317646"/>
                                  <a:gd name="connsiteY17" fmla="*/ 507500 h 1853979"/>
                                  <a:gd name="connsiteX18" fmla="*/ 65314 w 317646"/>
                                  <a:gd name="connsiteY18" fmla="*/ 527597 h 1853979"/>
                                  <a:gd name="connsiteX19" fmla="*/ 35169 w 317646"/>
                                  <a:gd name="connsiteY19" fmla="*/ 613008 h 1853979"/>
                                  <a:gd name="connsiteX20" fmla="*/ 15073 w 317646"/>
                                  <a:gd name="connsiteY20" fmla="*/ 663250 h 1853979"/>
                                  <a:gd name="connsiteX21" fmla="*/ 10049 w 317646"/>
                                  <a:gd name="connsiteY21" fmla="*/ 678322 h 1853979"/>
                                  <a:gd name="connsiteX22" fmla="*/ 0 w 317646"/>
                                  <a:gd name="connsiteY22" fmla="*/ 723540 h 1853979"/>
                                  <a:gd name="connsiteX23" fmla="*/ 5024 w 317646"/>
                                  <a:gd name="connsiteY23" fmla="*/ 818999 h 1853979"/>
                                  <a:gd name="connsiteX24" fmla="*/ 15073 w 317646"/>
                                  <a:gd name="connsiteY24" fmla="*/ 849144 h 1853979"/>
                                  <a:gd name="connsiteX25" fmla="*/ 10049 w 317646"/>
                                  <a:gd name="connsiteY25" fmla="*/ 899386 h 1853979"/>
                                  <a:gd name="connsiteX26" fmla="*/ 5024 w 317646"/>
                                  <a:gd name="connsiteY26" fmla="*/ 914459 h 1853979"/>
                                  <a:gd name="connsiteX27" fmla="*/ 20097 w 317646"/>
                                  <a:gd name="connsiteY27" fmla="*/ 1009918 h 1853979"/>
                                  <a:gd name="connsiteX28" fmla="*/ 25121 w 317646"/>
                                  <a:gd name="connsiteY28" fmla="*/ 1030015 h 1853979"/>
                                  <a:gd name="connsiteX29" fmla="*/ 35169 w 317646"/>
                                  <a:gd name="connsiteY29" fmla="*/ 1045087 h 1853979"/>
                                  <a:gd name="connsiteX30" fmla="*/ 40194 w 317646"/>
                                  <a:gd name="connsiteY30" fmla="*/ 1070208 h 1853979"/>
                                  <a:gd name="connsiteX31" fmla="*/ 55266 w 317646"/>
                                  <a:gd name="connsiteY31" fmla="*/ 1125474 h 1853979"/>
                                  <a:gd name="connsiteX32" fmla="*/ 50242 w 317646"/>
                                  <a:gd name="connsiteY32" fmla="*/ 1155619 h 1853979"/>
                                  <a:gd name="connsiteX33" fmla="*/ 40194 w 317646"/>
                                  <a:gd name="connsiteY33" fmla="*/ 1170691 h 1853979"/>
                                  <a:gd name="connsiteX34" fmla="*/ 50242 w 317646"/>
                                  <a:gd name="connsiteY34" fmla="*/ 1321417 h 1853979"/>
                                  <a:gd name="connsiteX35" fmla="*/ 55266 w 317646"/>
                                  <a:gd name="connsiteY35" fmla="*/ 1336489 h 1853979"/>
                                  <a:gd name="connsiteX36" fmla="*/ 70339 w 317646"/>
                                  <a:gd name="connsiteY36" fmla="*/ 1381707 h 1853979"/>
                                  <a:gd name="connsiteX37" fmla="*/ 65314 w 317646"/>
                                  <a:gd name="connsiteY37" fmla="*/ 1467118 h 1853979"/>
                                  <a:gd name="connsiteX38" fmla="*/ 60290 w 317646"/>
                                  <a:gd name="connsiteY38" fmla="*/ 1492239 h 1853979"/>
                                  <a:gd name="connsiteX39" fmla="*/ 65314 w 317646"/>
                                  <a:gd name="connsiteY39" fmla="*/ 1632916 h 1853979"/>
                                  <a:gd name="connsiteX40" fmla="*/ 70339 w 317646"/>
                                  <a:gd name="connsiteY40" fmla="*/ 1653012 h 1853979"/>
                                  <a:gd name="connsiteX41" fmla="*/ 80387 w 317646"/>
                                  <a:gd name="connsiteY41" fmla="*/ 1668085 h 1853979"/>
                                  <a:gd name="connsiteX42" fmla="*/ 100484 w 317646"/>
                                  <a:gd name="connsiteY42" fmla="*/ 1703254 h 1853979"/>
                                  <a:gd name="connsiteX43" fmla="*/ 105508 w 317646"/>
                                  <a:gd name="connsiteY43" fmla="*/ 1718327 h 1853979"/>
                                  <a:gd name="connsiteX44" fmla="*/ 115556 w 317646"/>
                                  <a:gd name="connsiteY44" fmla="*/ 1733399 h 1853979"/>
                                  <a:gd name="connsiteX45" fmla="*/ 125605 w 317646"/>
                                  <a:gd name="connsiteY45" fmla="*/ 1853979 h 1853979"/>
                                  <a:gd name="connsiteX0" fmla="*/ 317170 w 320907"/>
                                  <a:gd name="connsiteY0" fmla="*/ 0 h 1853979"/>
                                  <a:gd name="connsiteX1" fmla="*/ 317213 w 320907"/>
                                  <a:gd name="connsiteY1" fmla="*/ 125719 h 1853979"/>
                                  <a:gd name="connsiteX2" fmla="*/ 317646 w 320907"/>
                                  <a:gd name="connsiteY2" fmla="*/ 170815 h 1853979"/>
                                  <a:gd name="connsiteX3" fmla="*/ 271938 w 320907"/>
                                  <a:gd name="connsiteY3" fmla="*/ 205972 h 1853979"/>
                                  <a:gd name="connsiteX4" fmla="*/ 276330 w 320907"/>
                                  <a:gd name="connsiteY4" fmla="*/ 301509 h 1853979"/>
                                  <a:gd name="connsiteX5" fmla="*/ 175771 w 320907"/>
                                  <a:gd name="connsiteY5" fmla="*/ 306530 h 1853979"/>
                                  <a:gd name="connsiteX6" fmla="*/ 236136 w 320907"/>
                                  <a:gd name="connsiteY6" fmla="*/ 341702 h 1853979"/>
                                  <a:gd name="connsiteX7" fmla="*/ 226088 w 320907"/>
                                  <a:gd name="connsiteY7" fmla="*/ 351751 h 1853979"/>
                                  <a:gd name="connsiteX8" fmla="*/ 211016 w 320907"/>
                                  <a:gd name="connsiteY8" fmla="*/ 396968 h 1853979"/>
                                  <a:gd name="connsiteX9" fmla="*/ 138892 w 320907"/>
                                  <a:gd name="connsiteY9" fmla="*/ 361782 h 1853979"/>
                                  <a:gd name="connsiteX10" fmla="*/ 195943 w 320907"/>
                                  <a:gd name="connsiteY10" fmla="*/ 427113 h 1853979"/>
                                  <a:gd name="connsiteX11" fmla="*/ 145622 w 320907"/>
                                  <a:gd name="connsiteY11" fmla="*/ 422082 h 1853979"/>
                                  <a:gd name="connsiteX12" fmla="*/ 185895 w 320907"/>
                                  <a:gd name="connsiteY12" fmla="*/ 462283 h 1853979"/>
                                  <a:gd name="connsiteX13" fmla="*/ 175846 w 320907"/>
                                  <a:gd name="connsiteY13" fmla="*/ 477355 h 1853979"/>
                                  <a:gd name="connsiteX14" fmla="*/ 165798 w 320907"/>
                                  <a:gd name="connsiteY14" fmla="*/ 487404 h 1853979"/>
                                  <a:gd name="connsiteX15" fmla="*/ 135653 w 320907"/>
                                  <a:gd name="connsiteY15" fmla="*/ 492428 h 1853979"/>
                                  <a:gd name="connsiteX16" fmla="*/ 105508 w 320907"/>
                                  <a:gd name="connsiteY16" fmla="*/ 502476 h 1853979"/>
                                  <a:gd name="connsiteX17" fmla="*/ 90435 w 320907"/>
                                  <a:gd name="connsiteY17" fmla="*/ 507500 h 1853979"/>
                                  <a:gd name="connsiteX18" fmla="*/ 65314 w 320907"/>
                                  <a:gd name="connsiteY18" fmla="*/ 527597 h 1853979"/>
                                  <a:gd name="connsiteX19" fmla="*/ 35169 w 320907"/>
                                  <a:gd name="connsiteY19" fmla="*/ 613008 h 1853979"/>
                                  <a:gd name="connsiteX20" fmla="*/ 15073 w 320907"/>
                                  <a:gd name="connsiteY20" fmla="*/ 663250 h 1853979"/>
                                  <a:gd name="connsiteX21" fmla="*/ 10049 w 320907"/>
                                  <a:gd name="connsiteY21" fmla="*/ 678322 h 1853979"/>
                                  <a:gd name="connsiteX22" fmla="*/ 0 w 320907"/>
                                  <a:gd name="connsiteY22" fmla="*/ 723540 h 1853979"/>
                                  <a:gd name="connsiteX23" fmla="*/ 5024 w 320907"/>
                                  <a:gd name="connsiteY23" fmla="*/ 818999 h 1853979"/>
                                  <a:gd name="connsiteX24" fmla="*/ 15073 w 320907"/>
                                  <a:gd name="connsiteY24" fmla="*/ 849144 h 1853979"/>
                                  <a:gd name="connsiteX25" fmla="*/ 10049 w 320907"/>
                                  <a:gd name="connsiteY25" fmla="*/ 899386 h 1853979"/>
                                  <a:gd name="connsiteX26" fmla="*/ 5024 w 320907"/>
                                  <a:gd name="connsiteY26" fmla="*/ 914459 h 1853979"/>
                                  <a:gd name="connsiteX27" fmla="*/ 20097 w 320907"/>
                                  <a:gd name="connsiteY27" fmla="*/ 1009918 h 1853979"/>
                                  <a:gd name="connsiteX28" fmla="*/ 25121 w 320907"/>
                                  <a:gd name="connsiteY28" fmla="*/ 1030015 h 1853979"/>
                                  <a:gd name="connsiteX29" fmla="*/ 35169 w 320907"/>
                                  <a:gd name="connsiteY29" fmla="*/ 1045087 h 1853979"/>
                                  <a:gd name="connsiteX30" fmla="*/ 40194 w 320907"/>
                                  <a:gd name="connsiteY30" fmla="*/ 1070208 h 1853979"/>
                                  <a:gd name="connsiteX31" fmla="*/ 55266 w 320907"/>
                                  <a:gd name="connsiteY31" fmla="*/ 1125474 h 1853979"/>
                                  <a:gd name="connsiteX32" fmla="*/ 50242 w 320907"/>
                                  <a:gd name="connsiteY32" fmla="*/ 1155619 h 1853979"/>
                                  <a:gd name="connsiteX33" fmla="*/ 40194 w 320907"/>
                                  <a:gd name="connsiteY33" fmla="*/ 1170691 h 1853979"/>
                                  <a:gd name="connsiteX34" fmla="*/ 50242 w 320907"/>
                                  <a:gd name="connsiteY34" fmla="*/ 1321417 h 1853979"/>
                                  <a:gd name="connsiteX35" fmla="*/ 55266 w 320907"/>
                                  <a:gd name="connsiteY35" fmla="*/ 1336489 h 1853979"/>
                                  <a:gd name="connsiteX36" fmla="*/ 70339 w 320907"/>
                                  <a:gd name="connsiteY36" fmla="*/ 1381707 h 1853979"/>
                                  <a:gd name="connsiteX37" fmla="*/ 65314 w 320907"/>
                                  <a:gd name="connsiteY37" fmla="*/ 1467118 h 1853979"/>
                                  <a:gd name="connsiteX38" fmla="*/ 60290 w 320907"/>
                                  <a:gd name="connsiteY38" fmla="*/ 1492239 h 1853979"/>
                                  <a:gd name="connsiteX39" fmla="*/ 65314 w 320907"/>
                                  <a:gd name="connsiteY39" fmla="*/ 1632916 h 1853979"/>
                                  <a:gd name="connsiteX40" fmla="*/ 70339 w 320907"/>
                                  <a:gd name="connsiteY40" fmla="*/ 1653012 h 1853979"/>
                                  <a:gd name="connsiteX41" fmla="*/ 80387 w 320907"/>
                                  <a:gd name="connsiteY41" fmla="*/ 1668085 h 1853979"/>
                                  <a:gd name="connsiteX42" fmla="*/ 100484 w 320907"/>
                                  <a:gd name="connsiteY42" fmla="*/ 1703254 h 1853979"/>
                                  <a:gd name="connsiteX43" fmla="*/ 105508 w 320907"/>
                                  <a:gd name="connsiteY43" fmla="*/ 1718327 h 1853979"/>
                                  <a:gd name="connsiteX44" fmla="*/ 115556 w 320907"/>
                                  <a:gd name="connsiteY44" fmla="*/ 1733399 h 1853979"/>
                                  <a:gd name="connsiteX45" fmla="*/ 125605 w 320907"/>
                                  <a:gd name="connsiteY45" fmla="*/ 1853979 h 1853979"/>
                                  <a:gd name="connsiteX0" fmla="*/ 317290 w 320903"/>
                                  <a:gd name="connsiteY0" fmla="*/ 0 h 1808720"/>
                                  <a:gd name="connsiteX1" fmla="*/ 317213 w 320903"/>
                                  <a:gd name="connsiteY1" fmla="*/ 80460 h 1808720"/>
                                  <a:gd name="connsiteX2" fmla="*/ 317646 w 320903"/>
                                  <a:gd name="connsiteY2" fmla="*/ 125556 h 1808720"/>
                                  <a:gd name="connsiteX3" fmla="*/ 271938 w 320903"/>
                                  <a:gd name="connsiteY3" fmla="*/ 160713 h 1808720"/>
                                  <a:gd name="connsiteX4" fmla="*/ 276330 w 320903"/>
                                  <a:gd name="connsiteY4" fmla="*/ 256250 h 1808720"/>
                                  <a:gd name="connsiteX5" fmla="*/ 175771 w 320903"/>
                                  <a:gd name="connsiteY5" fmla="*/ 261271 h 1808720"/>
                                  <a:gd name="connsiteX6" fmla="*/ 236136 w 320903"/>
                                  <a:gd name="connsiteY6" fmla="*/ 296443 h 1808720"/>
                                  <a:gd name="connsiteX7" fmla="*/ 226088 w 320903"/>
                                  <a:gd name="connsiteY7" fmla="*/ 306492 h 1808720"/>
                                  <a:gd name="connsiteX8" fmla="*/ 211016 w 320903"/>
                                  <a:gd name="connsiteY8" fmla="*/ 351709 h 1808720"/>
                                  <a:gd name="connsiteX9" fmla="*/ 138892 w 320903"/>
                                  <a:gd name="connsiteY9" fmla="*/ 316523 h 1808720"/>
                                  <a:gd name="connsiteX10" fmla="*/ 195943 w 320903"/>
                                  <a:gd name="connsiteY10" fmla="*/ 381854 h 1808720"/>
                                  <a:gd name="connsiteX11" fmla="*/ 145622 w 320903"/>
                                  <a:gd name="connsiteY11" fmla="*/ 376823 h 1808720"/>
                                  <a:gd name="connsiteX12" fmla="*/ 185895 w 320903"/>
                                  <a:gd name="connsiteY12" fmla="*/ 417024 h 1808720"/>
                                  <a:gd name="connsiteX13" fmla="*/ 175846 w 320903"/>
                                  <a:gd name="connsiteY13" fmla="*/ 432096 h 1808720"/>
                                  <a:gd name="connsiteX14" fmla="*/ 165798 w 320903"/>
                                  <a:gd name="connsiteY14" fmla="*/ 442145 h 1808720"/>
                                  <a:gd name="connsiteX15" fmla="*/ 135653 w 320903"/>
                                  <a:gd name="connsiteY15" fmla="*/ 447169 h 1808720"/>
                                  <a:gd name="connsiteX16" fmla="*/ 105508 w 320903"/>
                                  <a:gd name="connsiteY16" fmla="*/ 457217 h 1808720"/>
                                  <a:gd name="connsiteX17" fmla="*/ 90435 w 320903"/>
                                  <a:gd name="connsiteY17" fmla="*/ 462241 h 1808720"/>
                                  <a:gd name="connsiteX18" fmla="*/ 65314 w 320903"/>
                                  <a:gd name="connsiteY18" fmla="*/ 482338 h 1808720"/>
                                  <a:gd name="connsiteX19" fmla="*/ 35169 w 320903"/>
                                  <a:gd name="connsiteY19" fmla="*/ 567749 h 1808720"/>
                                  <a:gd name="connsiteX20" fmla="*/ 15073 w 320903"/>
                                  <a:gd name="connsiteY20" fmla="*/ 617991 h 1808720"/>
                                  <a:gd name="connsiteX21" fmla="*/ 10049 w 320903"/>
                                  <a:gd name="connsiteY21" fmla="*/ 633063 h 1808720"/>
                                  <a:gd name="connsiteX22" fmla="*/ 0 w 320903"/>
                                  <a:gd name="connsiteY22" fmla="*/ 678281 h 1808720"/>
                                  <a:gd name="connsiteX23" fmla="*/ 5024 w 320903"/>
                                  <a:gd name="connsiteY23" fmla="*/ 773740 h 1808720"/>
                                  <a:gd name="connsiteX24" fmla="*/ 15073 w 320903"/>
                                  <a:gd name="connsiteY24" fmla="*/ 803885 h 1808720"/>
                                  <a:gd name="connsiteX25" fmla="*/ 10049 w 320903"/>
                                  <a:gd name="connsiteY25" fmla="*/ 854127 h 1808720"/>
                                  <a:gd name="connsiteX26" fmla="*/ 5024 w 320903"/>
                                  <a:gd name="connsiteY26" fmla="*/ 869200 h 1808720"/>
                                  <a:gd name="connsiteX27" fmla="*/ 20097 w 320903"/>
                                  <a:gd name="connsiteY27" fmla="*/ 964659 h 1808720"/>
                                  <a:gd name="connsiteX28" fmla="*/ 25121 w 320903"/>
                                  <a:gd name="connsiteY28" fmla="*/ 984756 h 1808720"/>
                                  <a:gd name="connsiteX29" fmla="*/ 35169 w 320903"/>
                                  <a:gd name="connsiteY29" fmla="*/ 999828 h 1808720"/>
                                  <a:gd name="connsiteX30" fmla="*/ 40194 w 320903"/>
                                  <a:gd name="connsiteY30" fmla="*/ 1024949 h 1808720"/>
                                  <a:gd name="connsiteX31" fmla="*/ 55266 w 320903"/>
                                  <a:gd name="connsiteY31" fmla="*/ 1080215 h 1808720"/>
                                  <a:gd name="connsiteX32" fmla="*/ 50242 w 320903"/>
                                  <a:gd name="connsiteY32" fmla="*/ 1110360 h 1808720"/>
                                  <a:gd name="connsiteX33" fmla="*/ 40194 w 320903"/>
                                  <a:gd name="connsiteY33" fmla="*/ 1125432 h 1808720"/>
                                  <a:gd name="connsiteX34" fmla="*/ 50242 w 320903"/>
                                  <a:gd name="connsiteY34" fmla="*/ 1276158 h 1808720"/>
                                  <a:gd name="connsiteX35" fmla="*/ 55266 w 320903"/>
                                  <a:gd name="connsiteY35" fmla="*/ 1291230 h 1808720"/>
                                  <a:gd name="connsiteX36" fmla="*/ 70339 w 320903"/>
                                  <a:gd name="connsiteY36" fmla="*/ 1336448 h 1808720"/>
                                  <a:gd name="connsiteX37" fmla="*/ 65314 w 320903"/>
                                  <a:gd name="connsiteY37" fmla="*/ 1421859 h 1808720"/>
                                  <a:gd name="connsiteX38" fmla="*/ 60290 w 320903"/>
                                  <a:gd name="connsiteY38" fmla="*/ 1446980 h 1808720"/>
                                  <a:gd name="connsiteX39" fmla="*/ 65314 w 320903"/>
                                  <a:gd name="connsiteY39" fmla="*/ 1587657 h 1808720"/>
                                  <a:gd name="connsiteX40" fmla="*/ 70339 w 320903"/>
                                  <a:gd name="connsiteY40" fmla="*/ 1607753 h 1808720"/>
                                  <a:gd name="connsiteX41" fmla="*/ 80387 w 320903"/>
                                  <a:gd name="connsiteY41" fmla="*/ 1622826 h 1808720"/>
                                  <a:gd name="connsiteX42" fmla="*/ 100484 w 320903"/>
                                  <a:gd name="connsiteY42" fmla="*/ 1657995 h 1808720"/>
                                  <a:gd name="connsiteX43" fmla="*/ 105508 w 320903"/>
                                  <a:gd name="connsiteY43" fmla="*/ 1673068 h 1808720"/>
                                  <a:gd name="connsiteX44" fmla="*/ 115556 w 320903"/>
                                  <a:gd name="connsiteY44" fmla="*/ 1688140 h 1808720"/>
                                  <a:gd name="connsiteX45" fmla="*/ 125605 w 320903"/>
                                  <a:gd name="connsiteY45" fmla="*/ 1808720 h 1808720"/>
                                  <a:gd name="connsiteX0" fmla="*/ 317286 w 320903"/>
                                  <a:gd name="connsiteY0" fmla="*/ 0 h 1768492"/>
                                  <a:gd name="connsiteX1" fmla="*/ 317213 w 320903"/>
                                  <a:gd name="connsiteY1" fmla="*/ 40232 h 1768492"/>
                                  <a:gd name="connsiteX2" fmla="*/ 317646 w 320903"/>
                                  <a:gd name="connsiteY2" fmla="*/ 85328 h 1768492"/>
                                  <a:gd name="connsiteX3" fmla="*/ 271938 w 320903"/>
                                  <a:gd name="connsiteY3" fmla="*/ 120485 h 1768492"/>
                                  <a:gd name="connsiteX4" fmla="*/ 276330 w 320903"/>
                                  <a:gd name="connsiteY4" fmla="*/ 216022 h 1768492"/>
                                  <a:gd name="connsiteX5" fmla="*/ 175771 w 320903"/>
                                  <a:gd name="connsiteY5" fmla="*/ 221043 h 1768492"/>
                                  <a:gd name="connsiteX6" fmla="*/ 236136 w 320903"/>
                                  <a:gd name="connsiteY6" fmla="*/ 256215 h 1768492"/>
                                  <a:gd name="connsiteX7" fmla="*/ 226088 w 320903"/>
                                  <a:gd name="connsiteY7" fmla="*/ 266264 h 1768492"/>
                                  <a:gd name="connsiteX8" fmla="*/ 211016 w 320903"/>
                                  <a:gd name="connsiteY8" fmla="*/ 311481 h 1768492"/>
                                  <a:gd name="connsiteX9" fmla="*/ 138892 w 320903"/>
                                  <a:gd name="connsiteY9" fmla="*/ 276295 h 1768492"/>
                                  <a:gd name="connsiteX10" fmla="*/ 195943 w 320903"/>
                                  <a:gd name="connsiteY10" fmla="*/ 341626 h 1768492"/>
                                  <a:gd name="connsiteX11" fmla="*/ 145622 w 320903"/>
                                  <a:gd name="connsiteY11" fmla="*/ 336595 h 1768492"/>
                                  <a:gd name="connsiteX12" fmla="*/ 185895 w 320903"/>
                                  <a:gd name="connsiteY12" fmla="*/ 376796 h 1768492"/>
                                  <a:gd name="connsiteX13" fmla="*/ 175846 w 320903"/>
                                  <a:gd name="connsiteY13" fmla="*/ 391868 h 1768492"/>
                                  <a:gd name="connsiteX14" fmla="*/ 165798 w 320903"/>
                                  <a:gd name="connsiteY14" fmla="*/ 401917 h 1768492"/>
                                  <a:gd name="connsiteX15" fmla="*/ 135653 w 320903"/>
                                  <a:gd name="connsiteY15" fmla="*/ 406941 h 1768492"/>
                                  <a:gd name="connsiteX16" fmla="*/ 105508 w 320903"/>
                                  <a:gd name="connsiteY16" fmla="*/ 416989 h 1768492"/>
                                  <a:gd name="connsiteX17" fmla="*/ 90435 w 320903"/>
                                  <a:gd name="connsiteY17" fmla="*/ 422013 h 1768492"/>
                                  <a:gd name="connsiteX18" fmla="*/ 65314 w 320903"/>
                                  <a:gd name="connsiteY18" fmla="*/ 442110 h 1768492"/>
                                  <a:gd name="connsiteX19" fmla="*/ 35169 w 320903"/>
                                  <a:gd name="connsiteY19" fmla="*/ 527521 h 1768492"/>
                                  <a:gd name="connsiteX20" fmla="*/ 15073 w 320903"/>
                                  <a:gd name="connsiteY20" fmla="*/ 577763 h 1768492"/>
                                  <a:gd name="connsiteX21" fmla="*/ 10049 w 320903"/>
                                  <a:gd name="connsiteY21" fmla="*/ 592835 h 1768492"/>
                                  <a:gd name="connsiteX22" fmla="*/ 0 w 320903"/>
                                  <a:gd name="connsiteY22" fmla="*/ 638053 h 1768492"/>
                                  <a:gd name="connsiteX23" fmla="*/ 5024 w 320903"/>
                                  <a:gd name="connsiteY23" fmla="*/ 733512 h 1768492"/>
                                  <a:gd name="connsiteX24" fmla="*/ 15073 w 320903"/>
                                  <a:gd name="connsiteY24" fmla="*/ 763657 h 1768492"/>
                                  <a:gd name="connsiteX25" fmla="*/ 10049 w 320903"/>
                                  <a:gd name="connsiteY25" fmla="*/ 813899 h 1768492"/>
                                  <a:gd name="connsiteX26" fmla="*/ 5024 w 320903"/>
                                  <a:gd name="connsiteY26" fmla="*/ 828972 h 1768492"/>
                                  <a:gd name="connsiteX27" fmla="*/ 20097 w 320903"/>
                                  <a:gd name="connsiteY27" fmla="*/ 924431 h 1768492"/>
                                  <a:gd name="connsiteX28" fmla="*/ 25121 w 320903"/>
                                  <a:gd name="connsiteY28" fmla="*/ 944528 h 1768492"/>
                                  <a:gd name="connsiteX29" fmla="*/ 35169 w 320903"/>
                                  <a:gd name="connsiteY29" fmla="*/ 959600 h 1768492"/>
                                  <a:gd name="connsiteX30" fmla="*/ 40194 w 320903"/>
                                  <a:gd name="connsiteY30" fmla="*/ 984721 h 1768492"/>
                                  <a:gd name="connsiteX31" fmla="*/ 55266 w 320903"/>
                                  <a:gd name="connsiteY31" fmla="*/ 1039987 h 1768492"/>
                                  <a:gd name="connsiteX32" fmla="*/ 50242 w 320903"/>
                                  <a:gd name="connsiteY32" fmla="*/ 1070132 h 1768492"/>
                                  <a:gd name="connsiteX33" fmla="*/ 40194 w 320903"/>
                                  <a:gd name="connsiteY33" fmla="*/ 1085204 h 1768492"/>
                                  <a:gd name="connsiteX34" fmla="*/ 50242 w 320903"/>
                                  <a:gd name="connsiteY34" fmla="*/ 1235930 h 1768492"/>
                                  <a:gd name="connsiteX35" fmla="*/ 55266 w 320903"/>
                                  <a:gd name="connsiteY35" fmla="*/ 1251002 h 1768492"/>
                                  <a:gd name="connsiteX36" fmla="*/ 70339 w 320903"/>
                                  <a:gd name="connsiteY36" fmla="*/ 1296220 h 1768492"/>
                                  <a:gd name="connsiteX37" fmla="*/ 65314 w 320903"/>
                                  <a:gd name="connsiteY37" fmla="*/ 1381631 h 1768492"/>
                                  <a:gd name="connsiteX38" fmla="*/ 60290 w 320903"/>
                                  <a:gd name="connsiteY38" fmla="*/ 1406752 h 1768492"/>
                                  <a:gd name="connsiteX39" fmla="*/ 65314 w 320903"/>
                                  <a:gd name="connsiteY39" fmla="*/ 1547429 h 1768492"/>
                                  <a:gd name="connsiteX40" fmla="*/ 70339 w 320903"/>
                                  <a:gd name="connsiteY40" fmla="*/ 1567525 h 1768492"/>
                                  <a:gd name="connsiteX41" fmla="*/ 80387 w 320903"/>
                                  <a:gd name="connsiteY41" fmla="*/ 1582598 h 1768492"/>
                                  <a:gd name="connsiteX42" fmla="*/ 100484 w 320903"/>
                                  <a:gd name="connsiteY42" fmla="*/ 1617767 h 1768492"/>
                                  <a:gd name="connsiteX43" fmla="*/ 105508 w 320903"/>
                                  <a:gd name="connsiteY43" fmla="*/ 1632840 h 1768492"/>
                                  <a:gd name="connsiteX44" fmla="*/ 115556 w 320903"/>
                                  <a:gd name="connsiteY44" fmla="*/ 1647912 h 1768492"/>
                                  <a:gd name="connsiteX45" fmla="*/ 125605 w 320903"/>
                                  <a:gd name="connsiteY45" fmla="*/ 1768492 h 1768492"/>
                                  <a:gd name="connsiteX0" fmla="*/ 317286 w 320903"/>
                                  <a:gd name="connsiteY0" fmla="*/ 0 h 1768492"/>
                                  <a:gd name="connsiteX1" fmla="*/ 317213 w 320903"/>
                                  <a:gd name="connsiteY1" fmla="*/ 40232 h 1768492"/>
                                  <a:gd name="connsiteX2" fmla="*/ 317646 w 320903"/>
                                  <a:gd name="connsiteY2" fmla="*/ 85328 h 1768492"/>
                                  <a:gd name="connsiteX3" fmla="*/ 271938 w 320903"/>
                                  <a:gd name="connsiteY3" fmla="*/ 120485 h 1768492"/>
                                  <a:gd name="connsiteX4" fmla="*/ 276330 w 320903"/>
                                  <a:gd name="connsiteY4" fmla="*/ 216022 h 1768492"/>
                                  <a:gd name="connsiteX5" fmla="*/ 175771 w 320903"/>
                                  <a:gd name="connsiteY5" fmla="*/ 221043 h 1768492"/>
                                  <a:gd name="connsiteX6" fmla="*/ 236136 w 320903"/>
                                  <a:gd name="connsiteY6" fmla="*/ 256215 h 1768492"/>
                                  <a:gd name="connsiteX7" fmla="*/ 226088 w 320903"/>
                                  <a:gd name="connsiteY7" fmla="*/ 266264 h 1768492"/>
                                  <a:gd name="connsiteX8" fmla="*/ 211016 w 320903"/>
                                  <a:gd name="connsiteY8" fmla="*/ 311481 h 1768492"/>
                                  <a:gd name="connsiteX9" fmla="*/ 138892 w 320903"/>
                                  <a:gd name="connsiteY9" fmla="*/ 276295 h 1768492"/>
                                  <a:gd name="connsiteX10" fmla="*/ 195943 w 320903"/>
                                  <a:gd name="connsiteY10" fmla="*/ 341626 h 1768492"/>
                                  <a:gd name="connsiteX11" fmla="*/ 145622 w 320903"/>
                                  <a:gd name="connsiteY11" fmla="*/ 336595 h 1768492"/>
                                  <a:gd name="connsiteX12" fmla="*/ 185895 w 320903"/>
                                  <a:gd name="connsiteY12" fmla="*/ 376796 h 1768492"/>
                                  <a:gd name="connsiteX13" fmla="*/ 175846 w 320903"/>
                                  <a:gd name="connsiteY13" fmla="*/ 391868 h 1768492"/>
                                  <a:gd name="connsiteX14" fmla="*/ 165798 w 320903"/>
                                  <a:gd name="connsiteY14" fmla="*/ 401917 h 1768492"/>
                                  <a:gd name="connsiteX15" fmla="*/ 135653 w 320903"/>
                                  <a:gd name="connsiteY15" fmla="*/ 406941 h 1768492"/>
                                  <a:gd name="connsiteX16" fmla="*/ 105508 w 320903"/>
                                  <a:gd name="connsiteY16" fmla="*/ 416989 h 1768492"/>
                                  <a:gd name="connsiteX17" fmla="*/ 90435 w 320903"/>
                                  <a:gd name="connsiteY17" fmla="*/ 422013 h 1768492"/>
                                  <a:gd name="connsiteX18" fmla="*/ 65314 w 320903"/>
                                  <a:gd name="connsiteY18" fmla="*/ 442110 h 1768492"/>
                                  <a:gd name="connsiteX19" fmla="*/ 35169 w 320903"/>
                                  <a:gd name="connsiteY19" fmla="*/ 527521 h 1768492"/>
                                  <a:gd name="connsiteX20" fmla="*/ 15073 w 320903"/>
                                  <a:gd name="connsiteY20" fmla="*/ 577763 h 1768492"/>
                                  <a:gd name="connsiteX21" fmla="*/ 10049 w 320903"/>
                                  <a:gd name="connsiteY21" fmla="*/ 592835 h 1768492"/>
                                  <a:gd name="connsiteX22" fmla="*/ 0 w 320903"/>
                                  <a:gd name="connsiteY22" fmla="*/ 638053 h 1768492"/>
                                  <a:gd name="connsiteX23" fmla="*/ 5024 w 320903"/>
                                  <a:gd name="connsiteY23" fmla="*/ 733512 h 1768492"/>
                                  <a:gd name="connsiteX24" fmla="*/ 15073 w 320903"/>
                                  <a:gd name="connsiteY24" fmla="*/ 763657 h 1768492"/>
                                  <a:gd name="connsiteX25" fmla="*/ 10049 w 320903"/>
                                  <a:gd name="connsiteY25" fmla="*/ 813899 h 1768492"/>
                                  <a:gd name="connsiteX26" fmla="*/ 5024 w 320903"/>
                                  <a:gd name="connsiteY26" fmla="*/ 828972 h 1768492"/>
                                  <a:gd name="connsiteX27" fmla="*/ 20097 w 320903"/>
                                  <a:gd name="connsiteY27" fmla="*/ 924431 h 1768492"/>
                                  <a:gd name="connsiteX28" fmla="*/ 25121 w 320903"/>
                                  <a:gd name="connsiteY28" fmla="*/ 944528 h 1768492"/>
                                  <a:gd name="connsiteX29" fmla="*/ 35169 w 320903"/>
                                  <a:gd name="connsiteY29" fmla="*/ 959600 h 1768492"/>
                                  <a:gd name="connsiteX30" fmla="*/ 40194 w 320903"/>
                                  <a:gd name="connsiteY30" fmla="*/ 984721 h 1768492"/>
                                  <a:gd name="connsiteX31" fmla="*/ 55266 w 320903"/>
                                  <a:gd name="connsiteY31" fmla="*/ 1039987 h 1768492"/>
                                  <a:gd name="connsiteX32" fmla="*/ 50242 w 320903"/>
                                  <a:gd name="connsiteY32" fmla="*/ 1070132 h 1768492"/>
                                  <a:gd name="connsiteX33" fmla="*/ 40194 w 320903"/>
                                  <a:gd name="connsiteY33" fmla="*/ 1085204 h 1768492"/>
                                  <a:gd name="connsiteX34" fmla="*/ 50242 w 320903"/>
                                  <a:gd name="connsiteY34" fmla="*/ 1235930 h 1768492"/>
                                  <a:gd name="connsiteX35" fmla="*/ 55266 w 320903"/>
                                  <a:gd name="connsiteY35" fmla="*/ 1251002 h 1768492"/>
                                  <a:gd name="connsiteX36" fmla="*/ 70339 w 320903"/>
                                  <a:gd name="connsiteY36" fmla="*/ 1296220 h 1768492"/>
                                  <a:gd name="connsiteX37" fmla="*/ 65314 w 320903"/>
                                  <a:gd name="connsiteY37" fmla="*/ 1381631 h 1768492"/>
                                  <a:gd name="connsiteX38" fmla="*/ 60290 w 320903"/>
                                  <a:gd name="connsiteY38" fmla="*/ 1406752 h 1768492"/>
                                  <a:gd name="connsiteX39" fmla="*/ 70339 w 320903"/>
                                  <a:gd name="connsiteY39" fmla="*/ 1567525 h 1768492"/>
                                  <a:gd name="connsiteX40" fmla="*/ 80387 w 320903"/>
                                  <a:gd name="connsiteY40" fmla="*/ 1582598 h 1768492"/>
                                  <a:gd name="connsiteX41" fmla="*/ 100484 w 320903"/>
                                  <a:gd name="connsiteY41" fmla="*/ 1617767 h 1768492"/>
                                  <a:gd name="connsiteX42" fmla="*/ 105508 w 320903"/>
                                  <a:gd name="connsiteY42" fmla="*/ 1632840 h 1768492"/>
                                  <a:gd name="connsiteX43" fmla="*/ 115556 w 320903"/>
                                  <a:gd name="connsiteY43" fmla="*/ 1647912 h 1768492"/>
                                  <a:gd name="connsiteX44" fmla="*/ 125605 w 320903"/>
                                  <a:gd name="connsiteY44" fmla="*/ 1768492 h 1768492"/>
                                  <a:gd name="connsiteX0" fmla="*/ 317286 w 320903"/>
                                  <a:gd name="connsiteY0" fmla="*/ 0 h 1768492"/>
                                  <a:gd name="connsiteX1" fmla="*/ 317213 w 320903"/>
                                  <a:gd name="connsiteY1" fmla="*/ 40232 h 1768492"/>
                                  <a:gd name="connsiteX2" fmla="*/ 317646 w 320903"/>
                                  <a:gd name="connsiteY2" fmla="*/ 85328 h 1768492"/>
                                  <a:gd name="connsiteX3" fmla="*/ 271938 w 320903"/>
                                  <a:gd name="connsiteY3" fmla="*/ 120485 h 1768492"/>
                                  <a:gd name="connsiteX4" fmla="*/ 276330 w 320903"/>
                                  <a:gd name="connsiteY4" fmla="*/ 216022 h 1768492"/>
                                  <a:gd name="connsiteX5" fmla="*/ 175771 w 320903"/>
                                  <a:gd name="connsiteY5" fmla="*/ 221043 h 1768492"/>
                                  <a:gd name="connsiteX6" fmla="*/ 236136 w 320903"/>
                                  <a:gd name="connsiteY6" fmla="*/ 256215 h 1768492"/>
                                  <a:gd name="connsiteX7" fmla="*/ 226088 w 320903"/>
                                  <a:gd name="connsiteY7" fmla="*/ 266264 h 1768492"/>
                                  <a:gd name="connsiteX8" fmla="*/ 211016 w 320903"/>
                                  <a:gd name="connsiteY8" fmla="*/ 311481 h 1768492"/>
                                  <a:gd name="connsiteX9" fmla="*/ 138892 w 320903"/>
                                  <a:gd name="connsiteY9" fmla="*/ 276295 h 1768492"/>
                                  <a:gd name="connsiteX10" fmla="*/ 195943 w 320903"/>
                                  <a:gd name="connsiteY10" fmla="*/ 341626 h 1768492"/>
                                  <a:gd name="connsiteX11" fmla="*/ 145622 w 320903"/>
                                  <a:gd name="connsiteY11" fmla="*/ 336595 h 1768492"/>
                                  <a:gd name="connsiteX12" fmla="*/ 185895 w 320903"/>
                                  <a:gd name="connsiteY12" fmla="*/ 376796 h 1768492"/>
                                  <a:gd name="connsiteX13" fmla="*/ 175846 w 320903"/>
                                  <a:gd name="connsiteY13" fmla="*/ 391868 h 1768492"/>
                                  <a:gd name="connsiteX14" fmla="*/ 165798 w 320903"/>
                                  <a:gd name="connsiteY14" fmla="*/ 401917 h 1768492"/>
                                  <a:gd name="connsiteX15" fmla="*/ 135653 w 320903"/>
                                  <a:gd name="connsiteY15" fmla="*/ 406941 h 1768492"/>
                                  <a:gd name="connsiteX16" fmla="*/ 105508 w 320903"/>
                                  <a:gd name="connsiteY16" fmla="*/ 416989 h 1768492"/>
                                  <a:gd name="connsiteX17" fmla="*/ 90435 w 320903"/>
                                  <a:gd name="connsiteY17" fmla="*/ 422013 h 1768492"/>
                                  <a:gd name="connsiteX18" fmla="*/ 65314 w 320903"/>
                                  <a:gd name="connsiteY18" fmla="*/ 442110 h 1768492"/>
                                  <a:gd name="connsiteX19" fmla="*/ 35169 w 320903"/>
                                  <a:gd name="connsiteY19" fmla="*/ 527521 h 1768492"/>
                                  <a:gd name="connsiteX20" fmla="*/ 15073 w 320903"/>
                                  <a:gd name="connsiteY20" fmla="*/ 577763 h 1768492"/>
                                  <a:gd name="connsiteX21" fmla="*/ 10049 w 320903"/>
                                  <a:gd name="connsiteY21" fmla="*/ 592835 h 1768492"/>
                                  <a:gd name="connsiteX22" fmla="*/ 0 w 320903"/>
                                  <a:gd name="connsiteY22" fmla="*/ 638053 h 1768492"/>
                                  <a:gd name="connsiteX23" fmla="*/ 5024 w 320903"/>
                                  <a:gd name="connsiteY23" fmla="*/ 733512 h 1768492"/>
                                  <a:gd name="connsiteX24" fmla="*/ 15073 w 320903"/>
                                  <a:gd name="connsiteY24" fmla="*/ 763657 h 1768492"/>
                                  <a:gd name="connsiteX25" fmla="*/ 10049 w 320903"/>
                                  <a:gd name="connsiteY25" fmla="*/ 813899 h 1768492"/>
                                  <a:gd name="connsiteX26" fmla="*/ 5024 w 320903"/>
                                  <a:gd name="connsiteY26" fmla="*/ 828972 h 1768492"/>
                                  <a:gd name="connsiteX27" fmla="*/ 20097 w 320903"/>
                                  <a:gd name="connsiteY27" fmla="*/ 924431 h 1768492"/>
                                  <a:gd name="connsiteX28" fmla="*/ 25121 w 320903"/>
                                  <a:gd name="connsiteY28" fmla="*/ 944528 h 1768492"/>
                                  <a:gd name="connsiteX29" fmla="*/ 35169 w 320903"/>
                                  <a:gd name="connsiteY29" fmla="*/ 959600 h 1768492"/>
                                  <a:gd name="connsiteX30" fmla="*/ 40194 w 320903"/>
                                  <a:gd name="connsiteY30" fmla="*/ 984721 h 1768492"/>
                                  <a:gd name="connsiteX31" fmla="*/ 55266 w 320903"/>
                                  <a:gd name="connsiteY31" fmla="*/ 1039987 h 1768492"/>
                                  <a:gd name="connsiteX32" fmla="*/ 50242 w 320903"/>
                                  <a:gd name="connsiteY32" fmla="*/ 1070132 h 1768492"/>
                                  <a:gd name="connsiteX33" fmla="*/ 40194 w 320903"/>
                                  <a:gd name="connsiteY33" fmla="*/ 1085204 h 1768492"/>
                                  <a:gd name="connsiteX34" fmla="*/ 50242 w 320903"/>
                                  <a:gd name="connsiteY34" fmla="*/ 1235930 h 1768492"/>
                                  <a:gd name="connsiteX35" fmla="*/ 55266 w 320903"/>
                                  <a:gd name="connsiteY35" fmla="*/ 1251002 h 1768492"/>
                                  <a:gd name="connsiteX36" fmla="*/ 70339 w 320903"/>
                                  <a:gd name="connsiteY36" fmla="*/ 1296220 h 1768492"/>
                                  <a:gd name="connsiteX37" fmla="*/ 65314 w 320903"/>
                                  <a:gd name="connsiteY37" fmla="*/ 1381631 h 1768492"/>
                                  <a:gd name="connsiteX38" fmla="*/ 60290 w 320903"/>
                                  <a:gd name="connsiteY38" fmla="*/ 1406752 h 1768492"/>
                                  <a:gd name="connsiteX39" fmla="*/ 70339 w 320903"/>
                                  <a:gd name="connsiteY39" fmla="*/ 1567525 h 1768492"/>
                                  <a:gd name="connsiteX40" fmla="*/ 100484 w 320903"/>
                                  <a:gd name="connsiteY40" fmla="*/ 1617767 h 1768492"/>
                                  <a:gd name="connsiteX41" fmla="*/ 105508 w 320903"/>
                                  <a:gd name="connsiteY41" fmla="*/ 1632840 h 1768492"/>
                                  <a:gd name="connsiteX42" fmla="*/ 115556 w 320903"/>
                                  <a:gd name="connsiteY42" fmla="*/ 1647912 h 1768492"/>
                                  <a:gd name="connsiteX43" fmla="*/ 125605 w 320903"/>
                                  <a:gd name="connsiteY43" fmla="*/ 1768492 h 1768492"/>
                                  <a:gd name="connsiteX0" fmla="*/ 317286 w 320903"/>
                                  <a:gd name="connsiteY0" fmla="*/ 0 h 1768492"/>
                                  <a:gd name="connsiteX1" fmla="*/ 317213 w 320903"/>
                                  <a:gd name="connsiteY1" fmla="*/ 40232 h 1768492"/>
                                  <a:gd name="connsiteX2" fmla="*/ 317646 w 320903"/>
                                  <a:gd name="connsiteY2" fmla="*/ 85328 h 1768492"/>
                                  <a:gd name="connsiteX3" fmla="*/ 271938 w 320903"/>
                                  <a:gd name="connsiteY3" fmla="*/ 120485 h 1768492"/>
                                  <a:gd name="connsiteX4" fmla="*/ 276330 w 320903"/>
                                  <a:gd name="connsiteY4" fmla="*/ 216022 h 1768492"/>
                                  <a:gd name="connsiteX5" fmla="*/ 175771 w 320903"/>
                                  <a:gd name="connsiteY5" fmla="*/ 221043 h 1768492"/>
                                  <a:gd name="connsiteX6" fmla="*/ 236136 w 320903"/>
                                  <a:gd name="connsiteY6" fmla="*/ 256215 h 1768492"/>
                                  <a:gd name="connsiteX7" fmla="*/ 226088 w 320903"/>
                                  <a:gd name="connsiteY7" fmla="*/ 266264 h 1768492"/>
                                  <a:gd name="connsiteX8" fmla="*/ 211016 w 320903"/>
                                  <a:gd name="connsiteY8" fmla="*/ 311481 h 1768492"/>
                                  <a:gd name="connsiteX9" fmla="*/ 195943 w 320903"/>
                                  <a:gd name="connsiteY9" fmla="*/ 341626 h 1768492"/>
                                  <a:gd name="connsiteX10" fmla="*/ 145622 w 320903"/>
                                  <a:gd name="connsiteY10" fmla="*/ 336595 h 1768492"/>
                                  <a:gd name="connsiteX11" fmla="*/ 185895 w 320903"/>
                                  <a:gd name="connsiteY11" fmla="*/ 376796 h 1768492"/>
                                  <a:gd name="connsiteX12" fmla="*/ 175846 w 320903"/>
                                  <a:gd name="connsiteY12" fmla="*/ 391868 h 1768492"/>
                                  <a:gd name="connsiteX13" fmla="*/ 165798 w 320903"/>
                                  <a:gd name="connsiteY13" fmla="*/ 401917 h 1768492"/>
                                  <a:gd name="connsiteX14" fmla="*/ 135653 w 320903"/>
                                  <a:gd name="connsiteY14" fmla="*/ 406941 h 1768492"/>
                                  <a:gd name="connsiteX15" fmla="*/ 105508 w 320903"/>
                                  <a:gd name="connsiteY15" fmla="*/ 416989 h 1768492"/>
                                  <a:gd name="connsiteX16" fmla="*/ 90435 w 320903"/>
                                  <a:gd name="connsiteY16" fmla="*/ 422013 h 1768492"/>
                                  <a:gd name="connsiteX17" fmla="*/ 65314 w 320903"/>
                                  <a:gd name="connsiteY17" fmla="*/ 442110 h 1768492"/>
                                  <a:gd name="connsiteX18" fmla="*/ 35169 w 320903"/>
                                  <a:gd name="connsiteY18" fmla="*/ 527521 h 1768492"/>
                                  <a:gd name="connsiteX19" fmla="*/ 15073 w 320903"/>
                                  <a:gd name="connsiteY19" fmla="*/ 577763 h 1768492"/>
                                  <a:gd name="connsiteX20" fmla="*/ 10049 w 320903"/>
                                  <a:gd name="connsiteY20" fmla="*/ 592835 h 1768492"/>
                                  <a:gd name="connsiteX21" fmla="*/ 0 w 320903"/>
                                  <a:gd name="connsiteY21" fmla="*/ 638053 h 1768492"/>
                                  <a:gd name="connsiteX22" fmla="*/ 5024 w 320903"/>
                                  <a:gd name="connsiteY22" fmla="*/ 733512 h 1768492"/>
                                  <a:gd name="connsiteX23" fmla="*/ 15073 w 320903"/>
                                  <a:gd name="connsiteY23" fmla="*/ 763657 h 1768492"/>
                                  <a:gd name="connsiteX24" fmla="*/ 10049 w 320903"/>
                                  <a:gd name="connsiteY24" fmla="*/ 813899 h 1768492"/>
                                  <a:gd name="connsiteX25" fmla="*/ 5024 w 320903"/>
                                  <a:gd name="connsiteY25" fmla="*/ 828972 h 1768492"/>
                                  <a:gd name="connsiteX26" fmla="*/ 20097 w 320903"/>
                                  <a:gd name="connsiteY26" fmla="*/ 924431 h 1768492"/>
                                  <a:gd name="connsiteX27" fmla="*/ 25121 w 320903"/>
                                  <a:gd name="connsiteY27" fmla="*/ 944528 h 1768492"/>
                                  <a:gd name="connsiteX28" fmla="*/ 35169 w 320903"/>
                                  <a:gd name="connsiteY28" fmla="*/ 959600 h 1768492"/>
                                  <a:gd name="connsiteX29" fmla="*/ 40194 w 320903"/>
                                  <a:gd name="connsiteY29" fmla="*/ 984721 h 1768492"/>
                                  <a:gd name="connsiteX30" fmla="*/ 55266 w 320903"/>
                                  <a:gd name="connsiteY30" fmla="*/ 1039987 h 1768492"/>
                                  <a:gd name="connsiteX31" fmla="*/ 50242 w 320903"/>
                                  <a:gd name="connsiteY31" fmla="*/ 1070132 h 1768492"/>
                                  <a:gd name="connsiteX32" fmla="*/ 40194 w 320903"/>
                                  <a:gd name="connsiteY32" fmla="*/ 1085204 h 1768492"/>
                                  <a:gd name="connsiteX33" fmla="*/ 50242 w 320903"/>
                                  <a:gd name="connsiteY33" fmla="*/ 1235930 h 1768492"/>
                                  <a:gd name="connsiteX34" fmla="*/ 55266 w 320903"/>
                                  <a:gd name="connsiteY34" fmla="*/ 1251002 h 1768492"/>
                                  <a:gd name="connsiteX35" fmla="*/ 70339 w 320903"/>
                                  <a:gd name="connsiteY35" fmla="*/ 1296220 h 1768492"/>
                                  <a:gd name="connsiteX36" fmla="*/ 65314 w 320903"/>
                                  <a:gd name="connsiteY36" fmla="*/ 1381631 h 1768492"/>
                                  <a:gd name="connsiteX37" fmla="*/ 60290 w 320903"/>
                                  <a:gd name="connsiteY37" fmla="*/ 1406752 h 1768492"/>
                                  <a:gd name="connsiteX38" fmla="*/ 70339 w 320903"/>
                                  <a:gd name="connsiteY38" fmla="*/ 1567525 h 1768492"/>
                                  <a:gd name="connsiteX39" fmla="*/ 100484 w 320903"/>
                                  <a:gd name="connsiteY39" fmla="*/ 1617767 h 1768492"/>
                                  <a:gd name="connsiteX40" fmla="*/ 105508 w 320903"/>
                                  <a:gd name="connsiteY40" fmla="*/ 1632840 h 1768492"/>
                                  <a:gd name="connsiteX41" fmla="*/ 115556 w 320903"/>
                                  <a:gd name="connsiteY41" fmla="*/ 1647912 h 1768492"/>
                                  <a:gd name="connsiteX42" fmla="*/ 125605 w 320903"/>
                                  <a:gd name="connsiteY42" fmla="*/ 1768492 h 17684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</a:cxnLst>
                                <a:rect l="l" t="t" r="r" b="b"/>
                                <a:pathLst>
                                  <a:path w="320903" h="1768492">
                                    <a:moveTo>
                                      <a:pt x="317286" y="0"/>
                                    </a:moveTo>
                                    <a:cubicBezTo>
                                      <a:pt x="315611" y="10048"/>
                                      <a:pt x="317153" y="26011"/>
                                      <a:pt x="317213" y="40232"/>
                                    </a:cubicBezTo>
                                    <a:cubicBezTo>
                                      <a:pt x="317273" y="54453"/>
                                      <a:pt x="325192" y="71953"/>
                                      <a:pt x="317646" y="85328"/>
                                    </a:cubicBezTo>
                                    <a:cubicBezTo>
                                      <a:pt x="310100" y="98704"/>
                                      <a:pt x="278637" y="118810"/>
                                      <a:pt x="271938" y="120485"/>
                                    </a:cubicBezTo>
                                    <a:cubicBezTo>
                                      <a:pt x="266914" y="123834"/>
                                      <a:pt x="292358" y="199262"/>
                                      <a:pt x="276330" y="216022"/>
                                    </a:cubicBezTo>
                                    <a:cubicBezTo>
                                      <a:pt x="260302" y="232782"/>
                                      <a:pt x="181067" y="215747"/>
                                      <a:pt x="175771" y="221043"/>
                                    </a:cubicBezTo>
                                    <a:cubicBezTo>
                                      <a:pt x="167231" y="229582"/>
                                      <a:pt x="227750" y="248678"/>
                                      <a:pt x="236136" y="256215"/>
                                    </a:cubicBezTo>
                                    <a:cubicBezTo>
                                      <a:pt x="244522" y="263752"/>
                                      <a:pt x="229437" y="262914"/>
                                      <a:pt x="226088" y="266264"/>
                                    </a:cubicBezTo>
                                    <a:cubicBezTo>
                                      <a:pt x="221064" y="281336"/>
                                      <a:pt x="216040" y="298921"/>
                                      <a:pt x="211016" y="311481"/>
                                    </a:cubicBezTo>
                                    <a:cubicBezTo>
                                      <a:pt x="205992" y="324041"/>
                                      <a:pt x="206842" y="337440"/>
                                      <a:pt x="195943" y="341626"/>
                                    </a:cubicBezTo>
                                    <a:cubicBezTo>
                                      <a:pt x="194268" y="346650"/>
                                      <a:pt x="147077" y="331503"/>
                                      <a:pt x="145622" y="336595"/>
                                    </a:cubicBezTo>
                                    <a:cubicBezTo>
                                      <a:pt x="143725" y="343234"/>
                                      <a:pt x="180858" y="367584"/>
                                      <a:pt x="185895" y="376796"/>
                                    </a:cubicBezTo>
                                    <a:cubicBezTo>
                                      <a:pt x="190932" y="386008"/>
                                      <a:pt x="179618" y="387153"/>
                                      <a:pt x="175846" y="391868"/>
                                    </a:cubicBezTo>
                                    <a:cubicBezTo>
                                      <a:pt x="172887" y="395567"/>
                                      <a:pt x="170233" y="400254"/>
                                      <a:pt x="165798" y="401917"/>
                                    </a:cubicBezTo>
                                    <a:cubicBezTo>
                                      <a:pt x="156260" y="405494"/>
                                      <a:pt x="145536" y="404470"/>
                                      <a:pt x="135653" y="406941"/>
                                    </a:cubicBezTo>
                                    <a:cubicBezTo>
                                      <a:pt x="125377" y="409510"/>
                                      <a:pt x="115556" y="413640"/>
                                      <a:pt x="105508" y="416989"/>
                                    </a:cubicBezTo>
                                    <a:lnTo>
                                      <a:pt x="90435" y="422013"/>
                                    </a:lnTo>
                                    <a:cubicBezTo>
                                      <a:pt x="44032" y="452952"/>
                                      <a:pt x="74525" y="424525"/>
                                      <a:pt x="65314" y="442110"/>
                                    </a:cubicBezTo>
                                    <a:cubicBezTo>
                                      <a:pt x="56103" y="459695"/>
                                      <a:pt x="43542" y="504912"/>
                                      <a:pt x="35169" y="527521"/>
                                    </a:cubicBezTo>
                                    <a:cubicBezTo>
                                      <a:pt x="26796" y="550130"/>
                                      <a:pt x="25121" y="554317"/>
                                      <a:pt x="15073" y="577763"/>
                                    </a:cubicBezTo>
                                    <a:cubicBezTo>
                                      <a:pt x="12987" y="582631"/>
                                      <a:pt x="11504" y="587743"/>
                                      <a:pt x="10049" y="592835"/>
                                    </a:cubicBezTo>
                                    <a:cubicBezTo>
                                      <a:pt x="5316" y="609400"/>
                                      <a:pt x="3456" y="620773"/>
                                      <a:pt x="0" y="638053"/>
                                    </a:cubicBezTo>
                                    <a:cubicBezTo>
                                      <a:pt x="1675" y="669873"/>
                                      <a:pt x="1227" y="701875"/>
                                      <a:pt x="5024" y="733512"/>
                                    </a:cubicBezTo>
                                    <a:cubicBezTo>
                                      <a:pt x="6286" y="744028"/>
                                      <a:pt x="15073" y="763657"/>
                                      <a:pt x="15073" y="763657"/>
                                    </a:cubicBezTo>
                                    <a:cubicBezTo>
                                      <a:pt x="13398" y="780404"/>
                                      <a:pt x="12608" y="797264"/>
                                      <a:pt x="10049" y="813899"/>
                                    </a:cubicBezTo>
                                    <a:cubicBezTo>
                                      <a:pt x="9244" y="819134"/>
                                      <a:pt x="5024" y="823676"/>
                                      <a:pt x="5024" y="828972"/>
                                    </a:cubicBezTo>
                                    <a:cubicBezTo>
                                      <a:pt x="5024" y="907281"/>
                                      <a:pt x="-3628" y="888841"/>
                                      <a:pt x="20097" y="924431"/>
                                    </a:cubicBezTo>
                                    <a:cubicBezTo>
                                      <a:pt x="21772" y="931130"/>
                                      <a:pt x="22401" y="938181"/>
                                      <a:pt x="25121" y="944528"/>
                                    </a:cubicBezTo>
                                    <a:cubicBezTo>
                                      <a:pt x="27499" y="950078"/>
                                      <a:pt x="33049" y="953946"/>
                                      <a:pt x="35169" y="959600"/>
                                    </a:cubicBezTo>
                                    <a:cubicBezTo>
                                      <a:pt x="38168" y="967596"/>
                                      <a:pt x="37947" y="976482"/>
                                      <a:pt x="40194" y="984721"/>
                                    </a:cubicBezTo>
                                    <a:cubicBezTo>
                                      <a:pt x="59313" y="1054822"/>
                                      <a:pt x="43029" y="978798"/>
                                      <a:pt x="55266" y="1039987"/>
                                    </a:cubicBezTo>
                                    <a:cubicBezTo>
                                      <a:pt x="53591" y="1050035"/>
                                      <a:pt x="53463" y="1060468"/>
                                      <a:pt x="50242" y="1070132"/>
                                    </a:cubicBezTo>
                                    <a:cubicBezTo>
                                      <a:pt x="48333" y="1075860"/>
                                      <a:pt x="40402" y="1079169"/>
                                      <a:pt x="40194" y="1085204"/>
                                    </a:cubicBezTo>
                                    <a:cubicBezTo>
                                      <a:pt x="38046" y="1147495"/>
                                      <a:pt x="35829" y="1185481"/>
                                      <a:pt x="50242" y="1235930"/>
                                    </a:cubicBezTo>
                                    <a:cubicBezTo>
                                      <a:pt x="51697" y="1241022"/>
                                      <a:pt x="53982" y="1245864"/>
                                      <a:pt x="55266" y="1251002"/>
                                    </a:cubicBezTo>
                                    <a:cubicBezTo>
                                      <a:pt x="65005" y="1289960"/>
                                      <a:pt x="53624" y="1262791"/>
                                      <a:pt x="70339" y="1296220"/>
                                    </a:cubicBezTo>
                                    <a:cubicBezTo>
                                      <a:pt x="68664" y="1324690"/>
                                      <a:pt x="67896" y="1353229"/>
                                      <a:pt x="65314" y="1381631"/>
                                    </a:cubicBezTo>
                                    <a:cubicBezTo>
                                      <a:pt x="64541" y="1390135"/>
                                      <a:pt x="59453" y="1375770"/>
                                      <a:pt x="60290" y="1406752"/>
                                    </a:cubicBezTo>
                                    <a:cubicBezTo>
                                      <a:pt x="61128" y="1437734"/>
                                      <a:pt x="63640" y="1532356"/>
                                      <a:pt x="70339" y="1567525"/>
                                    </a:cubicBezTo>
                                    <a:cubicBezTo>
                                      <a:pt x="77038" y="1602694"/>
                                      <a:pt x="94622" y="1606881"/>
                                      <a:pt x="100484" y="1617767"/>
                                    </a:cubicBezTo>
                                    <a:cubicBezTo>
                                      <a:pt x="102159" y="1622791"/>
                                      <a:pt x="103140" y="1628103"/>
                                      <a:pt x="105508" y="1632840"/>
                                    </a:cubicBezTo>
                                    <a:cubicBezTo>
                                      <a:pt x="108208" y="1638241"/>
                                      <a:pt x="113492" y="1642237"/>
                                      <a:pt x="115556" y="1647912"/>
                                    </a:cubicBezTo>
                                    <a:cubicBezTo>
                                      <a:pt x="132104" y="1693419"/>
                                      <a:pt x="125605" y="1714424"/>
                                      <a:pt x="125605" y="1768492"/>
                                    </a:cubicBezTo>
                                  </a:path>
                                </a:pathLst>
                              </a:custGeom>
                              <a:noFill/>
                              <a:ln w="317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5" o:spid="_x0000_s1026" style="position:absolute;margin-left:117.3pt;margin-top:251.55pt;width:25.2pt;height:13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0903,1768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" path="m317286,v-1675,10048,-133,26011,-73,40232c317273,54453,325192,71953,317646,85328v-7546,13376,-39009,33482,-45708,35157c266914,123834,292358,199262,276330,216022v-16028,16760,-95263,-275,-100559,5021c167231,229582,227750,248678,236136,256215v8386,7537,-6699,6699,-10048,10049c221064,281336,216040,298921,211016,311481v-5024,12560,-4174,25959,-15073,30145c194268,346650,147077,331503,145622,336595v-1897,6639,35236,30989,40273,40201c190932,386008,179618,387153,175846,391868v-2959,3699,-5613,8386,-10048,10049c156260,405494,145536,404470,135653,406941v-10276,2569,-20097,6699,-30145,10048l90435,422013v-46403,30939,-15910,2512,-25121,20097c56103,459695,43542,504912,35169,527521v-8373,22609,-10048,26796,-20096,50242c12987,582631,11504,587743,10049,592835,5316,609400,3456,620773,,638053v1675,31820,1227,63822,5024,95459c6286,744028,15073,763657,15073,763657v-1675,16747,-2465,33607,-5024,50242c9244,819134,5024,823676,5024,828972v,78309,-8652,59869,15073,95459c21772,931130,22401,938181,25121,944528v2378,5550,7928,9418,10048,15072c38168,967596,37947,976482,40194,984721v19119,70101,2835,-5923,15072,55266c53591,1050035,53463,1060468,50242,1070132v-1909,5728,-9840,9037,-10048,15072c38046,1147495,35829,1185481,50242,1235930v1455,5092,3740,9934,5024,15072c65005,1289960,53624,1262791,70339,1296220v-1675,28470,-2443,57009,-5025,85411c64541,1390135,59453,1375770,60290,1406752v838,30982,3350,125604,10049,160773c77038,1602694,94622,1606881,100484,1617767v1675,5024,2656,10336,5024,15073c108208,1638241,113492,1642237,115556,1647912v16548,45507,10049,66512,10049,120580e" filled="f" strokecolor="red" strokeweight="2.5pt">
                      <v:stroke joinstyle="miter"/>
                      <v:path arrowok="t" o:connecttype="custom" o:connectlocs="316433,0;316360,40188;316792,85235;271207,120354;275587,215787;175298,220803;235501,255937;225480,265975;210449,311142;195416,341255;145230,336229;185395,376386;175373,391442;165352,401480;135288,406499;105224,416536;90192,421554;65138,441630;35074,526948;15032,577135;10022,592191;0,637360;5010,732715;15032,762827;10022,813014;5010,828071;20043,923426;25053,943501;35074,958557;40086,983651;55117,1038857;50107,1068969;40086,1084025;50107,1234587;55117,1249642;70150,1294811;65138,1380129;60128,1405223;70150,1565821;100214,1616009;105224,1631065;115245,1646121;125267,1766570" o:connectangles="0,0,0,0,0,0,0,0,0,0,0,0,0,0,0,0,0,0,0,0,0,0,0,0,0,0,0,0,0,0,0,0,0,0,0,0,0,0,0,0,0,0,0"/>
                    </v:shape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8C446B" wp14:editId="0D29A8D9">
                      <wp:simplePos x="0" y="0"/>
                      <wp:positionH relativeFrom="column">
                        <wp:posOffset>1941558</wp:posOffset>
                      </wp:positionH>
                      <wp:positionV relativeFrom="page">
                        <wp:posOffset>380398</wp:posOffset>
                      </wp:positionV>
                      <wp:extent cx="2458192" cy="5498275"/>
                      <wp:effectExtent l="0" t="0" r="0" b="762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8192" cy="5498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" o:spid="_x0000_s1026" style="position:absolute;margin-left:152.9pt;margin-top:29.95pt;width:193.55pt;height:43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" fillcolor="white [3212]" stroked="f" strokeweight="1pt">
                      <w10:wrap anchory="page"/>
                    </v:rect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7348FA" wp14:editId="7DC38638">
                      <wp:simplePos x="0" y="0"/>
                      <wp:positionH relativeFrom="column">
                        <wp:posOffset>1441436</wp:posOffset>
                      </wp:positionH>
                      <wp:positionV relativeFrom="paragraph">
                        <wp:posOffset>2816835</wp:posOffset>
                      </wp:positionV>
                      <wp:extent cx="405790" cy="88099"/>
                      <wp:effectExtent l="19050" t="19050" r="13335" b="26670"/>
                      <wp:wrapNone/>
                      <wp:docPr id="74" name="Freeform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790" cy="88099"/>
                              </a:xfrm>
                              <a:custGeom>
                                <a:avLst/>
                                <a:gdLst>
                                  <a:gd name="connsiteX0" fmla="*/ 0 w 391885"/>
                                  <a:gd name="connsiteY0" fmla="*/ 0 h 140677"/>
                                  <a:gd name="connsiteX1" fmla="*/ 25121 w 391885"/>
                                  <a:gd name="connsiteY1" fmla="*/ 65314 h 140677"/>
                                  <a:gd name="connsiteX2" fmla="*/ 60290 w 391885"/>
                                  <a:gd name="connsiteY2" fmla="*/ 60290 h 140677"/>
                                  <a:gd name="connsiteX3" fmla="*/ 90435 w 391885"/>
                                  <a:gd name="connsiteY3" fmla="*/ 50242 h 140677"/>
                                  <a:gd name="connsiteX4" fmla="*/ 140677 w 391885"/>
                                  <a:gd name="connsiteY4" fmla="*/ 65314 h 140677"/>
                                  <a:gd name="connsiteX5" fmla="*/ 155749 w 391885"/>
                                  <a:gd name="connsiteY5" fmla="*/ 80387 h 140677"/>
                                  <a:gd name="connsiteX6" fmla="*/ 170822 w 391885"/>
                                  <a:gd name="connsiteY6" fmla="*/ 85411 h 140677"/>
                                  <a:gd name="connsiteX7" fmla="*/ 190918 w 391885"/>
                                  <a:gd name="connsiteY7" fmla="*/ 90435 h 140677"/>
                                  <a:gd name="connsiteX8" fmla="*/ 205991 w 391885"/>
                                  <a:gd name="connsiteY8" fmla="*/ 95459 h 140677"/>
                                  <a:gd name="connsiteX9" fmla="*/ 266281 w 391885"/>
                                  <a:gd name="connsiteY9" fmla="*/ 100483 h 140677"/>
                                  <a:gd name="connsiteX10" fmla="*/ 281354 w 391885"/>
                                  <a:gd name="connsiteY10" fmla="*/ 110532 h 140677"/>
                                  <a:gd name="connsiteX11" fmla="*/ 341644 w 391885"/>
                                  <a:gd name="connsiteY11" fmla="*/ 110532 h 140677"/>
                                  <a:gd name="connsiteX12" fmla="*/ 366765 w 391885"/>
                                  <a:gd name="connsiteY12" fmla="*/ 105508 h 140677"/>
                                  <a:gd name="connsiteX13" fmla="*/ 386861 w 391885"/>
                                  <a:gd name="connsiteY13" fmla="*/ 135653 h 140677"/>
                                  <a:gd name="connsiteX14" fmla="*/ 391885 w 391885"/>
                                  <a:gd name="connsiteY14" fmla="*/ 140677 h 140677"/>
                                  <a:gd name="connsiteX0" fmla="*/ 0 w 410909"/>
                                  <a:gd name="connsiteY0" fmla="*/ 0 h 140677"/>
                                  <a:gd name="connsiteX1" fmla="*/ 25121 w 410909"/>
                                  <a:gd name="connsiteY1" fmla="*/ 65314 h 140677"/>
                                  <a:gd name="connsiteX2" fmla="*/ 60290 w 410909"/>
                                  <a:gd name="connsiteY2" fmla="*/ 60290 h 140677"/>
                                  <a:gd name="connsiteX3" fmla="*/ 90435 w 410909"/>
                                  <a:gd name="connsiteY3" fmla="*/ 50242 h 140677"/>
                                  <a:gd name="connsiteX4" fmla="*/ 140677 w 410909"/>
                                  <a:gd name="connsiteY4" fmla="*/ 65314 h 140677"/>
                                  <a:gd name="connsiteX5" fmla="*/ 155749 w 410909"/>
                                  <a:gd name="connsiteY5" fmla="*/ 80387 h 140677"/>
                                  <a:gd name="connsiteX6" fmla="*/ 170822 w 410909"/>
                                  <a:gd name="connsiteY6" fmla="*/ 85411 h 140677"/>
                                  <a:gd name="connsiteX7" fmla="*/ 190918 w 410909"/>
                                  <a:gd name="connsiteY7" fmla="*/ 90435 h 140677"/>
                                  <a:gd name="connsiteX8" fmla="*/ 205991 w 410909"/>
                                  <a:gd name="connsiteY8" fmla="*/ 95459 h 140677"/>
                                  <a:gd name="connsiteX9" fmla="*/ 266281 w 410909"/>
                                  <a:gd name="connsiteY9" fmla="*/ 100483 h 140677"/>
                                  <a:gd name="connsiteX10" fmla="*/ 281354 w 410909"/>
                                  <a:gd name="connsiteY10" fmla="*/ 110532 h 140677"/>
                                  <a:gd name="connsiteX11" fmla="*/ 341644 w 410909"/>
                                  <a:gd name="connsiteY11" fmla="*/ 110532 h 140677"/>
                                  <a:gd name="connsiteX12" fmla="*/ 366765 w 410909"/>
                                  <a:gd name="connsiteY12" fmla="*/ 105508 h 140677"/>
                                  <a:gd name="connsiteX13" fmla="*/ 386861 w 410909"/>
                                  <a:gd name="connsiteY13" fmla="*/ 135653 h 140677"/>
                                  <a:gd name="connsiteX14" fmla="*/ 410909 w 410909"/>
                                  <a:gd name="connsiteY14" fmla="*/ 140677 h 140677"/>
                                  <a:gd name="connsiteX0" fmla="*/ 0 w 411515"/>
                                  <a:gd name="connsiteY0" fmla="*/ 0 h 174848"/>
                                  <a:gd name="connsiteX1" fmla="*/ 25121 w 411515"/>
                                  <a:gd name="connsiteY1" fmla="*/ 65314 h 174848"/>
                                  <a:gd name="connsiteX2" fmla="*/ 60290 w 411515"/>
                                  <a:gd name="connsiteY2" fmla="*/ 60290 h 174848"/>
                                  <a:gd name="connsiteX3" fmla="*/ 90435 w 411515"/>
                                  <a:gd name="connsiteY3" fmla="*/ 50242 h 174848"/>
                                  <a:gd name="connsiteX4" fmla="*/ 140677 w 411515"/>
                                  <a:gd name="connsiteY4" fmla="*/ 65314 h 174848"/>
                                  <a:gd name="connsiteX5" fmla="*/ 155749 w 411515"/>
                                  <a:gd name="connsiteY5" fmla="*/ 80387 h 174848"/>
                                  <a:gd name="connsiteX6" fmla="*/ 170822 w 411515"/>
                                  <a:gd name="connsiteY6" fmla="*/ 85411 h 174848"/>
                                  <a:gd name="connsiteX7" fmla="*/ 190918 w 411515"/>
                                  <a:gd name="connsiteY7" fmla="*/ 90435 h 174848"/>
                                  <a:gd name="connsiteX8" fmla="*/ 205991 w 411515"/>
                                  <a:gd name="connsiteY8" fmla="*/ 95459 h 174848"/>
                                  <a:gd name="connsiteX9" fmla="*/ 266281 w 411515"/>
                                  <a:gd name="connsiteY9" fmla="*/ 100483 h 174848"/>
                                  <a:gd name="connsiteX10" fmla="*/ 281354 w 411515"/>
                                  <a:gd name="connsiteY10" fmla="*/ 110532 h 174848"/>
                                  <a:gd name="connsiteX11" fmla="*/ 341644 w 411515"/>
                                  <a:gd name="connsiteY11" fmla="*/ 110532 h 174848"/>
                                  <a:gd name="connsiteX12" fmla="*/ 366765 w 411515"/>
                                  <a:gd name="connsiteY12" fmla="*/ 105508 h 174848"/>
                                  <a:gd name="connsiteX13" fmla="*/ 386861 w 411515"/>
                                  <a:gd name="connsiteY13" fmla="*/ 135653 h 174848"/>
                                  <a:gd name="connsiteX14" fmla="*/ 411515 w 411515"/>
                                  <a:gd name="connsiteY14" fmla="*/ 174848 h 174848"/>
                                  <a:gd name="connsiteX0" fmla="*/ 0 w 411515"/>
                                  <a:gd name="connsiteY0" fmla="*/ 0 h 174848"/>
                                  <a:gd name="connsiteX1" fmla="*/ 25121 w 411515"/>
                                  <a:gd name="connsiteY1" fmla="*/ 65314 h 174848"/>
                                  <a:gd name="connsiteX2" fmla="*/ 60290 w 411515"/>
                                  <a:gd name="connsiteY2" fmla="*/ 60290 h 174848"/>
                                  <a:gd name="connsiteX3" fmla="*/ 90435 w 411515"/>
                                  <a:gd name="connsiteY3" fmla="*/ 50242 h 174848"/>
                                  <a:gd name="connsiteX4" fmla="*/ 140677 w 411515"/>
                                  <a:gd name="connsiteY4" fmla="*/ 65314 h 174848"/>
                                  <a:gd name="connsiteX5" fmla="*/ 155749 w 411515"/>
                                  <a:gd name="connsiteY5" fmla="*/ 80387 h 174848"/>
                                  <a:gd name="connsiteX6" fmla="*/ 170822 w 411515"/>
                                  <a:gd name="connsiteY6" fmla="*/ 85411 h 174848"/>
                                  <a:gd name="connsiteX7" fmla="*/ 190918 w 411515"/>
                                  <a:gd name="connsiteY7" fmla="*/ 90435 h 174848"/>
                                  <a:gd name="connsiteX8" fmla="*/ 205991 w 411515"/>
                                  <a:gd name="connsiteY8" fmla="*/ 95459 h 174848"/>
                                  <a:gd name="connsiteX9" fmla="*/ 266281 w 411515"/>
                                  <a:gd name="connsiteY9" fmla="*/ 100483 h 174848"/>
                                  <a:gd name="connsiteX10" fmla="*/ 281354 w 411515"/>
                                  <a:gd name="connsiteY10" fmla="*/ 110532 h 174848"/>
                                  <a:gd name="connsiteX11" fmla="*/ 366765 w 411515"/>
                                  <a:gd name="connsiteY11" fmla="*/ 105508 h 174848"/>
                                  <a:gd name="connsiteX12" fmla="*/ 386861 w 411515"/>
                                  <a:gd name="connsiteY12" fmla="*/ 135653 h 174848"/>
                                  <a:gd name="connsiteX13" fmla="*/ 411515 w 411515"/>
                                  <a:gd name="connsiteY13" fmla="*/ 174848 h 174848"/>
                                  <a:gd name="connsiteX0" fmla="*/ 0 w 412122"/>
                                  <a:gd name="connsiteY0" fmla="*/ 0 h 138102"/>
                                  <a:gd name="connsiteX1" fmla="*/ 25121 w 412122"/>
                                  <a:gd name="connsiteY1" fmla="*/ 65314 h 138102"/>
                                  <a:gd name="connsiteX2" fmla="*/ 60290 w 412122"/>
                                  <a:gd name="connsiteY2" fmla="*/ 60290 h 138102"/>
                                  <a:gd name="connsiteX3" fmla="*/ 90435 w 412122"/>
                                  <a:gd name="connsiteY3" fmla="*/ 50242 h 138102"/>
                                  <a:gd name="connsiteX4" fmla="*/ 140677 w 412122"/>
                                  <a:gd name="connsiteY4" fmla="*/ 65314 h 138102"/>
                                  <a:gd name="connsiteX5" fmla="*/ 155749 w 412122"/>
                                  <a:gd name="connsiteY5" fmla="*/ 80387 h 138102"/>
                                  <a:gd name="connsiteX6" fmla="*/ 170822 w 412122"/>
                                  <a:gd name="connsiteY6" fmla="*/ 85411 h 138102"/>
                                  <a:gd name="connsiteX7" fmla="*/ 190918 w 412122"/>
                                  <a:gd name="connsiteY7" fmla="*/ 90435 h 138102"/>
                                  <a:gd name="connsiteX8" fmla="*/ 205991 w 412122"/>
                                  <a:gd name="connsiteY8" fmla="*/ 95459 h 138102"/>
                                  <a:gd name="connsiteX9" fmla="*/ 266281 w 412122"/>
                                  <a:gd name="connsiteY9" fmla="*/ 100483 h 138102"/>
                                  <a:gd name="connsiteX10" fmla="*/ 281354 w 412122"/>
                                  <a:gd name="connsiteY10" fmla="*/ 110532 h 138102"/>
                                  <a:gd name="connsiteX11" fmla="*/ 366765 w 412122"/>
                                  <a:gd name="connsiteY11" fmla="*/ 105508 h 138102"/>
                                  <a:gd name="connsiteX12" fmla="*/ 386861 w 412122"/>
                                  <a:gd name="connsiteY12" fmla="*/ 135653 h 138102"/>
                                  <a:gd name="connsiteX13" fmla="*/ 412122 w 412122"/>
                                  <a:gd name="connsiteY13" fmla="*/ 138102 h 138102"/>
                                  <a:gd name="connsiteX0" fmla="*/ 0 w 407081"/>
                                  <a:gd name="connsiteY0" fmla="*/ 3506 h 88534"/>
                                  <a:gd name="connsiteX1" fmla="*/ 20080 w 407081"/>
                                  <a:gd name="connsiteY1" fmla="*/ 15746 h 88534"/>
                                  <a:gd name="connsiteX2" fmla="*/ 55249 w 407081"/>
                                  <a:gd name="connsiteY2" fmla="*/ 10722 h 88534"/>
                                  <a:gd name="connsiteX3" fmla="*/ 85394 w 407081"/>
                                  <a:gd name="connsiteY3" fmla="*/ 674 h 88534"/>
                                  <a:gd name="connsiteX4" fmla="*/ 135636 w 407081"/>
                                  <a:gd name="connsiteY4" fmla="*/ 15746 h 88534"/>
                                  <a:gd name="connsiteX5" fmla="*/ 150708 w 407081"/>
                                  <a:gd name="connsiteY5" fmla="*/ 30819 h 88534"/>
                                  <a:gd name="connsiteX6" fmla="*/ 165781 w 407081"/>
                                  <a:gd name="connsiteY6" fmla="*/ 35843 h 88534"/>
                                  <a:gd name="connsiteX7" fmla="*/ 185877 w 407081"/>
                                  <a:gd name="connsiteY7" fmla="*/ 40867 h 88534"/>
                                  <a:gd name="connsiteX8" fmla="*/ 200950 w 407081"/>
                                  <a:gd name="connsiteY8" fmla="*/ 45891 h 88534"/>
                                  <a:gd name="connsiteX9" fmla="*/ 261240 w 407081"/>
                                  <a:gd name="connsiteY9" fmla="*/ 50915 h 88534"/>
                                  <a:gd name="connsiteX10" fmla="*/ 276313 w 407081"/>
                                  <a:gd name="connsiteY10" fmla="*/ 60964 h 88534"/>
                                  <a:gd name="connsiteX11" fmla="*/ 361724 w 407081"/>
                                  <a:gd name="connsiteY11" fmla="*/ 55940 h 88534"/>
                                  <a:gd name="connsiteX12" fmla="*/ 381820 w 407081"/>
                                  <a:gd name="connsiteY12" fmla="*/ 86085 h 88534"/>
                                  <a:gd name="connsiteX13" fmla="*/ 407081 w 407081"/>
                                  <a:gd name="connsiteY13" fmla="*/ 88534 h 88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07081" h="88534">
                                    <a:moveTo>
                                      <a:pt x="0" y="3506"/>
                                    </a:moveTo>
                                    <a:cubicBezTo>
                                      <a:pt x="1155" y="9859"/>
                                      <a:pt x="10872" y="14543"/>
                                      <a:pt x="20080" y="15746"/>
                                    </a:cubicBezTo>
                                    <a:cubicBezTo>
                                      <a:pt x="29288" y="16949"/>
                                      <a:pt x="43526" y="12397"/>
                                      <a:pt x="55249" y="10722"/>
                                    </a:cubicBezTo>
                                    <a:cubicBezTo>
                                      <a:pt x="65297" y="7373"/>
                                      <a:pt x="75346" y="-2675"/>
                                      <a:pt x="85394" y="674"/>
                                    </a:cubicBezTo>
                                    <a:cubicBezTo>
                                      <a:pt x="112033" y="9554"/>
                                      <a:pt x="95374" y="4243"/>
                                      <a:pt x="135636" y="15746"/>
                                    </a:cubicBezTo>
                                    <a:cubicBezTo>
                                      <a:pt x="140660" y="20770"/>
                                      <a:pt x="144796" y="26878"/>
                                      <a:pt x="150708" y="30819"/>
                                    </a:cubicBezTo>
                                    <a:cubicBezTo>
                                      <a:pt x="155115" y="33757"/>
                                      <a:pt x="160689" y="34388"/>
                                      <a:pt x="165781" y="35843"/>
                                    </a:cubicBezTo>
                                    <a:cubicBezTo>
                                      <a:pt x="172420" y="37740"/>
                                      <a:pt x="179238" y="38970"/>
                                      <a:pt x="185877" y="40867"/>
                                    </a:cubicBezTo>
                                    <a:cubicBezTo>
                                      <a:pt x="190969" y="42322"/>
                                      <a:pt x="195700" y="45191"/>
                                      <a:pt x="200950" y="45891"/>
                                    </a:cubicBezTo>
                                    <a:cubicBezTo>
                                      <a:pt x="220939" y="48556"/>
                                      <a:pt x="241143" y="49240"/>
                                      <a:pt x="261240" y="50915"/>
                                    </a:cubicBezTo>
                                    <a:cubicBezTo>
                                      <a:pt x="266264" y="54265"/>
                                      <a:pt x="259566" y="60127"/>
                                      <a:pt x="276313" y="60964"/>
                                    </a:cubicBezTo>
                                    <a:cubicBezTo>
                                      <a:pt x="293060" y="61801"/>
                                      <a:pt x="344140" y="51753"/>
                                      <a:pt x="361724" y="55940"/>
                                    </a:cubicBezTo>
                                    <a:cubicBezTo>
                                      <a:pt x="379309" y="60127"/>
                                      <a:pt x="373281" y="77546"/>
                                      <a:pt x="381820" y="86085"/>
                                    </a:cubicBezTo>
                                    <a:cubicBezTo>
                                      <a:pt x="383495" y="87760"/>
                                      <a:pt x="405406" y="86859"/>
                                      <a:pt x="407081" y="88534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4" o:spid="_x0000_s1026" style="position:absolute;margin-left:113.5pt;margin-top:221.8pt;width:31.95pt;height: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7081,88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" path="m,3506c1155,9859,10872,14543,20080,15746v9208,1203,23446,-3349,35169,-5024c65297,7373,75346,-2675,85394,674v26639,8880,9980,3569,50242,15072c140660,20770,144796,26878,150708,30819v4407,2938,9981,3569,15073,5024c172420,37740,179238,38970,185877,40867v5092,1455,9823,4324,15073,5024c220939,48556,241143,49240,261240,50915v5024,3350,-1674,9212,15073,10049c293060,61801,344140,51753,361724,55940v17585,4187,11557,21606,20096,30145c383495,87760,405406,86859,407081,88534e" filled="f" strokecolor="red" strokeweight="2.25pt">
                      <v:stroke joinstyle="miter"/>
                      <v:path arrowok="t" o:connecttype="custom" o:connectlocs="0,3489;20016,15669;55074,10669;85123,671;135206,15669;150230,30668;165255,35667;185288,40666;200313,45666;260412,50665;275437,60664;360577,55665;380609,85662;405790,88099" o:connectangles="0,0,0,0,0,0,0,0,0,0,0,0,0,0"/>
                    </v:shape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0105A8" wp14:editId="2F42ECDA">
                      <wp:simplePos x="0" y="0"/>
                      <wp:positionH relativeFrom="column">
                        <wp:posOffset>1805940</wp:posOffset>
                      </wp:positionH>
                      <wp:positionV relativeFrom="page">
                        <wp:posOffset>2904490</wp:posOffset>
                      </wp:positionV>
                      <wp:extent cx="46990" cy="321310"/>
                      <wp:effectExtent l="19050" t="19050" r="10160" b="21590"/>
                      <wp:wrapNone/>
                      <wp:docPr id="73" name="Freeform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321310"/>
                              </a:xfrm>
                              <a:custGeom>
                                <a:avLst/>
                                <a:gdLst>
                                  <a:gd name="connsiteX0" fmla="*/ 10048 w 25181"/>
                                  <a:gd name="connsiteY0" fmla="*/ 0 h 321547"/>
                                  <a:gd name="connsiteX1" fmla="*/ 25121 w 25181"/>
                                  <a:gd name="connsiteY1" fmla="*/ 105508 h 321547"/>
                                  <a:gd name="connsiteX2" fmla="*/ 5024 w 25181"/>
                                  <a:gd name="connsiteY2" fmla="*/ 236136 h 321547"/>
                                  <a:gd name="connsiteX3" fmla="*/ 0 w 25181"/>
                                  <a:gd name="connsiteY3" fmla="*/ 321547 h 321547"/>
                                  <a:gd name="connsiteX0" fmla="*/ 50928 w 51676"/>
                                  <a:gd name="connsiteY0" fmla="*/ 0 h 321547"/>
                                  <a:gd name="connsiteX1" fmla="*/ 12 w 51676"/>
                                  <a:gd name="connsiteY1" fmla="*/ 115563 h 321547"/>
                                  <a:gd name="connsiteX2" fmla="*/ 45904 w 51676"/>
                                  <a:gd name="connsiteY2" fmla="*/ 236136 h 321547"/>
                                  <a:gd name="connsiteX3" fmla="*/ 40880 w 51676"/>
                                  <a:gd name="connsiteY3" fmla="*/ 321547 h 321547"/>
                                  <a:gd name="connsiteX0" fmla="*/ 10048 w 12655"/>
                                  <a:gd name="connsiteY0" fmla="*/ 0 h 321547"/>
                                  <a:gd name="connsiteX1" fmla="*/ 4458 w 12655"/>
                                  <a:gd name="connsiteY1" fmla="*/ 105507 h 321547"/>
                                  <a:gd name="connsiteX2" fmla="*/ 5024 w 12655"/>
                                  <a:gd name="connsiteY2" fmla="*/ 236136 h 321547"/>
                                  <a:gd name="connsiteX3" fmla="*/ 0 w 12655"/>
                                  <a:gd name="connsiteY3" fmla="*/ 321547 h 321547"/>
                                  <a:gd name="connsiteX0" fmla="*/ 10048 w 47194"/>
                                  <a:gd name="connsiteY0" fmla="*/ 0 h 321547"/>
                                  <a:gd name="connsiteX1" fmla="*/ 4458 w 47194"/>
                                  <a:gd name="connsiteY1" fmla="*/ 105507 h 321547"/>
                                  <a:gd name="connsiteX2" fmla="*/ 47184 w 47194"/>
                                  <a:gd name="connsiteY2" fmla="*/ 206143 h 321547"/>
                                  <a:gd name="connsiteX3" fmla="*/ 0 w 47194"/>
                                  <a:gd name="connsiteY3" fmla="*/ 321547 h 321547"/>
                                  <a:gd name="connsiteX0" fmla="*/ 25078 w 47194"/>
                                  <a:gd name="connsiteY0" fmla="*/ 0 h 321547"/>
                                  <a:gd name="connsiteX1" fmla="*/ 4458 w 47194"/>
                                  <a:gd name="connsiteY1" fmla="*/ 105507 h 321547"/>
                                  <a:gd name="connsiteX2" fmla="*/ 47184 w 47194"/>
                                  <a:gd name="connsiteY2" fmla="*/ 206143 h 321547"/>
                                  <a:gd name="connsiteX3" fmla="*/ 0 w 47194"/>
                                  <a:gd name="connsiteY3" fmla="*/ 321547 h 321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7194" h="321547">
                                    <a:moveTo>
                                      <a:pt x="25078" y="0"/>
                                    </a:moveTo>
                                    <a:cubicBezTo>
                                      <a:pt x="33033" y="33076"/>
                                      <a:pt x="774" y="71150"/>
                                      <a:pt x="4458" y="105507"/>
                                    </a:cubicBezTo>
                                    <a:cubicBezTo>
                                      <a:pt x="8142" y="139864"/>
                                      <a:pt x="47927" y="170136"/>
                                      <a:pt x="47184" y="206143"/>
                                    </a:cubicBezTo>
                                    <a:cubicBezTo>
                                      <a:pt x="46441" y="242150"/>
                                      <a:pt x="418" y="296845"/>
                                      <a:pt x="0" y="321547"/>
                                    </a:cubicBezTo>
                                  </a:path>
                                </a:pathLst>
                              </a:custGeom>
                              <a:noFill/>
                              <a:ln w="444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reeform 73" o:spid="_x0000_s1026" style="position:absolute;margin-left:142.2pt;margin-top:228.7pt;width:3.7pt;height:25.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coordsize="47194,321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" path="m25078,c33033,33076,774,71150,4458,105507v3684,34357,43469,64629,42726,100636c46441,242150,418,296845,,321547e" filled="f" strokecolor="red" strokeweight="3.5pt">
                      <v:stroke joinstyle="miter"/>
                      <v:path arrowok="t" o:connecttype="custom" o:connectlocs="24970,0;4439,105429;46980,205991;0,321310" o:connectangles="0,0,0,0"/>
                      <w10:wrap anchory="page"/>
                    </v:shape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853379" wp14:editId="52147F59">
                      <wp:simplePos x="0" y="0"/>
                      <wp:positionH relativeFrom="column">
                        <wp:posOffset>1293066</wp:posOffset>
                      </wp:positionH>
                      <wp:positionV relativeFrom="paragraph">
                        <wp:posOffset>1266825</wp:posOffset>
                      </wp:positionV>
                      <wp:extent cx="327660" cy="1557020"/>
                      <wp:effectExtent l="0" t="0" r="15240" b="24130"/>
                      <wp:wrapNone/>
                      <wp:docPr id="66" name="Freeform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1557020"/>
                              </a:xfrm>
                              <a:custGeom>
                                <a:avLst/>
                                <a:gdLst>
                                  <a:gd name="connsiteX0" fmla="*/ 327724 w 327724"/>
                                  <a:gd name="connsiteY0" fmla="*/ 0 h 1557494"/>
                                  <a:gd name="connsiteX1" fmla="*/ 247338 w 327724"/>
                                  <a:gd name="connsiteY1" fmla="*/ 80387 h 1557494"/>
                                  <a:gd name="connsiteX2" fmla="*/ 146854 w 327724"/>
                                  <a:gd name="connsiteY2" fmla="*/ 165798 h 1557494"/>
                                  <a:gd name="connsiteX3" fmla="*/ 46371 w 327724"/>
                                  <a:gd name="connsiteY3" fmla="*/ 361740 h 1557494"/>
                                  <a:gd name="connsiteX4" fmla="*/ 1153 w 327724"/>
                                  <a:gd name="connsiteY4" fmla="*/ 517490 h 1557494"/>
                                  <a:gd name="connsiteX5" fmla="*/ 16226 w 327724"/>
                                  <a:gd name="connsiteY5" fmla="*/ 628022 h 1557494"/>
                                  <a:gd name="connsiteX6" fmla="*/ 46371 w 327724"/>
                                  <a:gd name="connsiteY6" fmla="*/ 894303 h 1557494"/>
                                  <a:gd name="connsiteX7" fmla="*/ 76516 w 327724"/>
                                  <a:gd name="connsiteY7" fmla="*/ 1291213 h 1557494"/>
                                  <a:gd name="connsiteX8" fmla="*/ 121733 w 327724"/>
                                  <a:gd name="connsiteY8" fmla="*/ 1557494 h 1557494"/>
                                  <a:gd name="connsiteX0" fmla="*/ 327724 w 327724"/>
                                  <a:gd name="connsiteY0" fmla="*/ 0 h 1557494"/>
                                  <a:gd name="connsiteX1" fmla="*/ 247338 w 327724"/>
                                  <a:gd name="connsiteY1" fmla="*/ 80387 h 1557494"/>
                                  <a:gd name="connsiteX2" fmla="*/ 46371 w 327724"/>
                                  <a:gd name="connsiteY2" fmla="*/ 361740 h 1557494"/>
                                  <a:gd name="connsiteX3" fmla="*/ 1153 w 327724"/>
                                  <a:gd name="connsiteY3" fmla="*/ 517490 h 1557494"/>
                                  <a:gd name="connsiteX4" fmla="*/ 16226 w 327724"/>
                                  <a:gd name="connsiteY4" fmla="*/ 628022 h 1557494"/>
                                  <a:gd name="connsiteX5" fmla="*/ 46371 w 327724"/>
                                  <a:gd name="connsiteY5" fmla="*/ 894303 h 1557494"/>
                                  <a:gd name="connsiteX6" fmla="*/ 76516 w 327724"/>
                                  <a:gd name="connsiteY6" fmla="*/ 1291213 h 1557494"/>
                                  <a:gd name="connsiteX7" fmla="*/ 121733 w 327724"/>
                                  <a:gd name="connsiteY7" fmla="*/ 1557494 h 1557494"/>
                                  <a:gd name="connsiteX0" fmla="*/ 327724 w 327724"/>
                                  <a:gd name="connsiteY0" fmla="*/ 0 h 1557494"/>
                                  <a:gd name="connsiteX1" fmla="*/ 151097 w 327724"/>
                                  <a:gd name="connsiteY1" fmla="*/ 175876 h 1557494"/>
                                  <a:gd name="connsiteX2" fmla="*/ 46371 w 327724"/>
                                  <a:gd name="connsiteY2" fmla="*/ 361740 h 1557494"/>
                                  <a:gd name="connsiteX3" fmla="*/ 1153 w 327724"/>
                                  <a:gd name="connsiteY3" fmla="*/ 517490 h 1557494"/>
                                  <a:gd name="connsiteX4" fmla="*/ 16226 w 327724"/>
                                  <a:gd name="connsiteY4" fmla="*/ 628022 h 1557494"/>
                                  <a:gd name="connsiteX5" fmla="*/ 46371 w 327724"/>
                                  <a:gd name="connsiteY5" fmla="*/ 894303 h 1557494"/>
                                  <a:gd name="connsiteX6" fmla="*/ 76516 w 327724"/>
                                  <a:gd name="connsiteY6" fmla="*/ 1291213 h 1557494"/>
                                  <a:gd name="connsiteX7" fmla="*/ 121733 w 327724"/>
                                  <a:gd name="connsiteY7" fmla="*/ 1557494 h 15574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27724" h="1557494">
                                    <a:moveTo>
                                      <a:pt x="327724" y="0"/>
                                    </a:moveTo>
                                    <a:cubicBezTo>
                                      <a:pt x="302603" y="26377"/>
                                      <a:pt x="197989" y="115586"/>
                                      <a:pt x="151097" y="175876"/>
                                    </a:cubicBezTo>
                                    <a:cubicBezTo>
                                      <a:pt x="104205" y="236166"/>
                                      <a:pt x="71362" y="304804"/>
                                      <a:pt x="46371" y="361740"/>
                                    </a:cubicBezTo>
                                    <a:cubicBezTo>
                                      <a:pt x="21380" y="418676"/>
                                      <a:pt x="6177" y="473110"/>
                                      <a:pt x="1153" y="517490"/>
                                    </a:cubicBezTo>
                                    <a:cubicBezTo>
                                      <a:pt x="-3871" y="561870"/>
                                      <a:pt x="8690" y="565220"/>
                                      <a:pt x="16226" y="628022"/>
                                    </a:cubicBezTo>
                                    <a:cubicBezTo>
                                      <a:pt x="23762" y="690824"/>
                                      <a:pt x="36323" y="783771"/>
                                      <a:pt x="46371" y="894303"/>
                                    </a:cubicBezTo>
                                    <a:cubicBezTo>
                                      <a:pt x="56419" y="1004835"/>
                                      <a:pt x="63956" y="1180681"/>
                                      <a:pt x="76516" y="1291213"/>
                                    </a:cubicBezTo>
                                    <a:cubicBezTo>
                                      <a:pt x="89076" y="1401745"/>
                                      <a:pt x="105404" y="1479619"/>
                                      <a:pt x="121733" y="1557494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6" o:spid="_x0000_s1026" style="position:absolute;margin-left:101.8pt;margin-top:99.75pt;width:25.8pt;height:12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724,1557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" path="m327724,c302603,26377,197989,115586,151097,175876,104205,236166,71362,304804,46371,361740,21380,418676,6177,473110,1153,517490v-5024,44380,7537,47730,15073,110532c23762,690824,36323,783771,46371,894303v10048,110532,17585,286378,30145,396910c89076,1401745,105404,1479619,121733,1557494e" filled="f" strokecolor="black [3213]" strokeweight=".25pt">
                      <v:stroke joinstyle="miter"/>
                      <v:path arrowok="t" o:connecttype="custom" o:connectlocs="327660,0;151067,175822;46362,361630;1153,517333;16223,627831;46362,894031;76501,1290820;121709,1557020" o:connectangles="0,0,0,0,0,0,0,0"/>
                    </v:shape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6663BA" wp14:editId="2E0CD414">
                      <wp:simplePos x="0" y="0"/>
                      <wp:positionH relativeFrom="column">
                        <wp:posOffset>1317831</wp:posOffset>
                      </wp:positionH>
                      <wp:positionV relativeFrom="paragraph">
                        <wp:posOffset>1296670</wp:posOffset>
                      </wp:positionV>
                      <wp:extent cx="340995" cy="1522095"/>
                      <wp:effectExtent l="0" t="0" r="20955" b="20955"/>
                      <wp:wrapNone/>
                      <wp:docPr id="65" name="Freeform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995" cy="1522095"/>
                              </a:xfrm>
                              <a:custGeom>
                                <a:avLst/>
                                <a:gdLst>
                                  <a:gd name="connsiteX0" fmla="*/ 326488 w 326488"/>
                                  <a:gd name="connsiteY0" fmla="*/ 0 h 1512277"/>
                                  <a:gd name="connsiteX1" fmla="*/ 120497 w 326488"/>
                                  <a:gd name="connsiteY1" fmla="*/ 190919 h 1512277"/>
                                  <a:gd name="connsiteX2" fmla="*/ 4941 w 326488"/>
                                  <a:gd name="connsiteY2" fmla="*/ 457200 h 1512277"/>
                                  <a:gd name="connsiteX3" fmla="*/ 25038 w 326488"/>
                                  <a:gd name="connsiteY3" fmla="*/ 607925 h 1512277"/>
                                  <a:gd name="connsiteX4" fmla="*/ 60207 w 326488"/>
                                  <a:gd name="connsiteY4" fmla="*/ 994787 h 1512277"/>
                                  <a:gd name="connsiteX5" fmla="*/ 95376 w 326488"/>
                                  <a:gd name="connsiteY5" fmla="*/ 1376624 h 1512277"/>
                                  <a:gd name="connsiteX6" fmla="*/ 120497 w 326488"/>
                                  <a:gd name="connsiteY6" fmla="*/ 1512277 h 1512277"/>
                                  <a:gd name="connsiteX0" fmla="*/ 341566 w 341566"/>
                                  <a:gd name="connsiteY0" fmla="*/ 0 h 1522328"/>
                                  <a:gd name="connsiteX1" fmla="*/ 120497 w 341566"/>
                                  <a:gd name="connsiteY1" fmla="*/ 200970 h 1522328"/>
                                  <a:gd name="connsiteX2" fmla="*/ 4941 w 341566"/>
                                  <a:gd name="connsiteY2" fmla="*/ 467251 h 1522328"/>
                                  <a:gd name="connsiteX3" fmla="*/ 25038 w 341566"/>
                                  <a:gd name="connsiteY3" fmla="*/ 617976 h 1522328"/>
                                  <a:gd name="connsiteX4" fmla="*/ 60207 w 341566"/>
                                  <a:gd name="connsiteY4" fmla="*/ 1004838 h 1522328"/>
                                  <a:gd name="connsiteX5" fmla="*/ 95376 w 341566"/>
                                  <a:gd name="connsiteY5" fmla="*/ 1386675 h 1522328"/>
                                  <a:gd name="connsiteX6" fmla="*/ 120497 w 341566"/>
                                  <a:gd name="connsiteY6" fmla="*/ 1522328 h 15223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41566" h="1522328">
                                    <a:moveTo>
                                      <a:pt x="341566" y="0"/>
                                    </a:moveTo>
                                    <a:cubicBezTo>
                                      <a:pt x="265366" y="57359"/>
                                      <a:pt x="176601" y="123095"/>
                                      <a:pt x="120497" y="200970"/>
                                    </a:cubicBezTo>
                                    <a:cubicBezTo>
                                      <a:pt x="64393" y="278845"/>
                                      <a:pt x="20851" y="397750"/>
                                      <a:pt x="4941" y="467251"/>
                                    </a:cubicBezTo>
                                    <a:cubicBezTo>
                                      <a:pt x="-10969" y="536752"/>
                                      <a:pt x="15827" y="528378"/>
                                      <a:pt x="25038" y="617976"/>
                                    </a:cubicBezTo>
                                    <a:cubicBezTo>
                                      <a:pt x="34249" y="707574"/>
                                      <a:pt x="48484" y="876722"/>
                                      <a:pt x="60207" y="1004838"/>
                                    </a:cubicBezTo>
                                    <a:cubicBezTo>
                                      <a:pt x="71930" y="1132954"/>
                                      <a:pt x="85328" y="1300427"/>
                                      <a:pt x="95376" y="1386675"/>
                                    </a:cubicBezTo>
                                    <a:cubicBezTo>
                                      <a:pt x="105424" y="1472923"/>
                                      <a:pt x="112960" y="1497625"/>
                                      <a:pt x="120497" y="1522328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5" o:spid="_x0000_s1026" style="position:absolute;margin-left:103.75pt;margin-top:102.1pt;width:26.85pt;height:1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1566,1522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" path="m341566,c265366,57359,176601,123095,120497,200970,64393,278845,20851,397750,4941,467251v-15910,69501,10886,61127,20097,150725c34249,707574,48484,876722,60207,1004838v11723,128116,25121,295589,35169,381837c105424,1472923,112960,1497625,120497,1522328e" filled="f" strokecolor="black [3213]" strokeweight=".25pt">
                      <v:stroke joinstyle="miter"/>
                      <v:path arrowok="t" o:connecttype="custom" o:connectlocs="340995,0;120296,200939;4933,467179;24996,617881;60106,1004684;95217,1386463;120296,1522095" o:connectangles="0,0,0,0,0,0,0"/>
                    </v:shape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19" behindDoc="0" locked="0" layoutInCell="1" allowOverlap="1" wp14:anchorId="3D30C055" wp14:editId="124F5825">
                      <wp:simplePos x="0" y="0"/>
                      <wp:positionH relativeFrom="column">
                        <wp:posOffset>1810929</wp:posOffset>
                      </wp:positionH>
                      <wp:positionV relativeFrom="page">
                        <wp:posOffset>2904818</wp:posOffset>
                      </wp:positionV>
                      <wp:extent cx="20097" cy="321547"/>
                      <wp:effectExtent l="38100" t="19050" r="37465" b="21590"/>
                      <wp:wrapNone/>
                      <wp:docPr id="76" name="Freeform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97" cy="321547"/>
                              </a:xfrm>
                              <a:custGeom>
                                <a:avLst/>
                                <a:gdLst>
                                  <a:gd name="connsiteX0" fmla="*/ 0 w 20097"/>
                                  <a:gd name="connsiteY0" fmla="*/ 321547 h 321547"/>
                                  <a:gd name="connsiteX1" fmla="*/ 15073 w 20097"/>
                                  <a:gd name="connsiteY1" fmla="*/ 125604 h 321547"/>
                                  <a:gd name="connsiteX2" fmla="*/ 20097 w 20097"/>
                                  <a:gd name="connsiteY2" fmla="*/ 0 h 321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0097" h="321547">
                                    <a:moveTo>
                                      <a:pt x="0" y="321547"/>
                                    </a:moveTo>
                                    <a:cubicBezTo>
                                      <a:pt x="5862" y="250371"/>
                                      <a:pt x="11724" y="179195"/>
                                      <a:pt x="15073" y="125604"/>
                                    </a:cubicBezTo>
                                    <a:cubicBezTo>
                                      <a:pt x="18423" y="72013"/>
                                      <a:pt x="19260" y="36006"/>
                                      <a:pt x="20097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6" o:spid="_x0000_s1026" style="position:absolute;margin-left:142.6pt;margin-top:228.75pt;width:1.6pt;height:25.3pt;z-index:2516659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0097,321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" path="m,321547c5862,250371,11724,179195,15073,125604,18423,72013,19260,36006,20097,e" filled="f" strokecolor="white [3212]" strokeweight="6pt">
                      <v:stroke joinstyle="miter"/>
                      <v:path arrowok="t" o:connecttype="custom" o:connectlocs="0,321547;15073,125604;20097,0" o:connectangles="0,0,0"/>
                      <w10:wrap anchory="page"/>
                    </v:shape>
                  </w:pict>
                </mc:Fallback>
              </mc:AlternateContent>
            </w:r>
            <w:r w:rsidR="00D9133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5" behindDoc="0" locked="0" layoutInCell="1" allowOverlap="1" wp14:anchorId="6F9DA211" wp14:editId="0D5F561F">
                      <wp:simplePos x="0" y="0"/>
                      <wp:positionH relativeFrom="column">
                        <wp:posOffset>1303488</wp:posOffset>
                      </wp:positionH>
                      <wp:positionV relativeFrom="paragraph">
                        <wp:posOffset>1382493</wp:posOffset>
                      </wp:positionV>
                      <wp:extent cx="220980" cy="1441464"/>
                      <wp:effectExtent l="19050" t="19050" r="26670" b="25400"/>
                      <wp:wrapNone/>
                      <wp:docPr id="67" name="Freeform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" cy="1441464"/>
                              </a:xfrm>
                              <a:custGeom>
                                <a:avLst/>
                                <a:gdLst>
                                  <a:gd name="connsiteX0" fmla="*/ 329865 w 329865"/>
                                  <a:gd name="connsiteY0" fmla="*/ 0 h 1587640"/>
                                  <a:gd name="connsiteX1" fmla="*/ 113825 w 329865"/>
                                  <a:gd name="connsiteY1" fmla="*/ 226088 h 1587640"/>
                                  <a:gd name="connsiteX2" fmla="*/ 3294 w 329865"/>
                                  <a:gd name="connsiteY2" fmla="*/ 482321 h 1587640"/>
                                  <a:gd name="connsiteX3" fmla="*/ 33439 w 329865"/>
                                  <a:gd name="connsiteY3" fmla="*/ 683288 h 1587640"/>
                                  <a:gd name="connsiteX4" fmla="*/ 78656 w 329865"/>
                                  <a:gd name="connsiteY4" fmla="*/ 1240972 h 1587640"/>
                                  <a:gd name="connsiteX5" fmla="*/ 128898 w 329865"/>
                                  <a:gd name="connsiteY5" fmla="*/ 1587640 h 1587640"/>
                                  <a:gd name="connsiteX0" fmla="*/ 329865 w 329865"/>
                                  <a:gd name="connsiteY0" fmla="*/ 0 h 1587640"/>
                                  <a:gd name="connsiteX1" fmla="*/ 221063 w 329865"/>
                                  <a:gd name="connsiteY1" fmla="*/ 100483 h 1587640"/>
                                  <a:gd name="connsiteX2" fmla="*/ 113825 w 329865"/>
                                  <a:gd name="connsiteY2" fmla="*/ 226088 h 1587640"/>
                                  <a:gd name="connsiteX3" fmla="*/ 3294 w 329865"/>
                                  <a:gd name="connsiteY3" fmla="*/ 482321 h 1587640"/>
                                  <a:gd name="connsiteX4" fmla="*/ 33439 w 329865"/>
                                  <a:gd name="connsiteY4" fmla="*/ 683288 h 1587640"/>
                                  <a:gd name="connsiteX5" fmla="*/ 78656 w 329865"/>
                                  <a:gd name="connsiteY5" fmla="*/ 1240972 h 1587640"/>
                                  <a:gd name="connsiteX6" fmla="*/ 128898 w 329865"/>
                                  <a:gd name="connsiteY6" fmla="*/ 1587640 h 1587640"/>
                                  <a:gd name="connsiteX0" fmla="*/ 221063 w 221063"/>
                                  <a:gd name="connsiteY0" fmla="*/ 0 h 1487157"/>
                                  <a:gd name="connsiteX1" fmla="*/ 113825 w 221063"/>
                                  <a:gd name="connsiteY1" fmla="*/ 125605 h 1487157"/>
                                  <a:gd name="connsiteX2" fmla="*/ 3294 w 221063"/>
                                  <a:gd name="connsiteY2" fmla="*/ 381838 h 1487157"/>
                                  <a:gd name="connsiteX3" fmla="*/ 33439 w 221063"/>
                                  <a:gd name="connsiteY3" fmla="*/ 582805 h 1487157"/>
                                  <a:gd name="connsiteX4" fmla="*/ 78656 w 221063"/>
                                  <a:gd name="connsiteY4" fmla="*/ 1140489 h 1487157"/>
                                  <a:gd name="connsiteX5" fmla="*/ 128898 w 221063"/>
                                  <a:gd name="connsiteY5" fmla="*/ 1487157 h 1487157"/>
                                  <a:gd name="connsiteX0" fmla="*/ 221063 w 221063"/>
                                  <a:gd name="connsiteY0" fmla="*/ 0 h 1442067"/>
                                  <a:gd name="connsiteX1" fmla="*/ 113825 w 221063"/>
                                  <a:gd name="connsiteY1" fmla="*/ 125605 h 1442067"/>
                                  <a:gd name="connsiteX2" fmla="*/ 3294 w 221063"/>
                                  <a:gd name="connsiteY2" fmla="*/ 381838 h 1442067"/>
                                  <a:gd name="connsiteX3" fmla="*/ 33439 w 221063"/>
                                  <a:gd name="connsiteY3" fmla="*/ 582805 h 1442067"/>
                                  <a:gd name="connsiteX4" fmla="*/ 78656 w 221063"/>
                                  <a:gd name="connsiteY4" fmla="*/ 1140489 h 1442067"/>
                                  <a:gd name="connsiteX5" fmla="*/ 120625 w 221063"/>
                                  <a:gd name="connsiteY5" fmla="*/ 1442067 h 14420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1063" h="1442067">
                                    <a:moveTo>
                                      <a:pt x="221063" y="0"/>
                                    </a:moveTo>
                                    <a:cubicBezTo>
                                      <a:pt x="185056" y="37681"/>
                                      <a:pt x="150120" y="61965"/>
                                      <a:pt x="113825" y="125605"/>
                                    </a:cubicBezTo>
                                    <a:cubicBezTo>
                                      <a:pt x="77530" y="189245"/>
                                      <a:pt x="16692" y="305638"/>
                                      <a:pt x="3294" y="381838"/>
                                    </a:cubicBezTo>
                                    <a:cubicBezTo>
                                      <a:pt x="-10104" y="458038"/>
                                      <a:pt x="20879" y="456363"/>
                                      <a:pt x="33439" y="582805"/>
                                    </a:cubicBezTo>
                                    <a:cubicBezTo>
                                      <a:pt x="45999" y="709247"/>
                                      <a:pt x="62746" y="989764"/>
                                      <a:pt x="78656" y="1140489"/>
                                    </a:cubicBezTo>
                                    <a:cubicBezTo>
                                      <a:pt x="94566" y="1291214"/>
                                      <a:pt x="103459" y="1344095"/>
                                      <a:pt x="120625" y="1442067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7" o:spid="_x0000_s1026" style="position:absolute;margin-left:102.65pt;margin-top:108.85pt;width:17.4pt;height:113.5pt;z-index:251659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1063,1442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" path="m221063,c185056,37681,150120,61965,113825,125605,77530,189245,16692,305638,3294,381838v-13398,76200,17585,74525,30145,200967c45999,709247,62746,989764,78656,1140489v15910,150725,24803,203606,41969,301578e" filled="f" strokecolor="red" strokeweight="2.25pt">
                      <v:stroke joinstyle="miter"/>
                      <v:path arrowok="t" o:connecttype="custom" o:connectlocs="220980,0;113782,125552;3293,381678;33426,582561;78626,1140012;120580,1441464" o:connectangles="0,0,0,0,0,0"/>
                    </v:shape>
                  </w:pict>
                </mc:Fallback>
              </mc:AlternateContent>
            </w:r>
            <w:r w:rsidR="00713D2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77A4FA" wp14:editId="1200C9C3">
                      <wp:simplePos x="0" y="0"/>
                      <wp:positionH relativeFrom="column">
                        <wp:posOffset>1765712</wp:posOffset>
                      </wp:positionH>
                      <wp:positionV relativeFrom="paragraph">
                        <wp:posOffset>3236414</wp:posOffset>
                      </wp:positionV>
                      <wp:extent cx="115971" cy="1850267"/>
                      <wp:effectExtent l="0" t="0" r="17780" b="17145"/>
                      <wp:wrapNone/>
                      <wp:docPr id="69" name="Freeform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971" cy="1850267"/>
                              </a:xfrm>
                              <a:custGeom>
                                <a:avLst/>
                                <a:gdLst>
                                  <a:gd name="connsiteX0" fmla="*/ 5152 w 111026"/>
                                  <a:gd name="connsiteY0" fmla="*/ 21080 h 1850289"/>
                                  <a:gd name="connsiteX1" fmla="*/ 65442 w 111026"/>
                                  <a:gd name="connsiteY1" fmla="*/ 21080 h 1850289"/>
                                  <a:gd name="connsiteX2" fmla="*/ 65442 w 111026"/>
                                  <a:gd name="connsiteY2" fmla="*/ 26104 h 1850289"/>
                                  <a:gd name="connsiteX3" fmla="*/ 100611 w 111026"/>
                                  <a:gd name="connsiteY3" fmla="*/ 357700 h 1850289"/>
                                  <a:gd name="connsiteX4" fmla="*/ 110660 w 111026"/>
                                  <a:gd name="connsiteY4" fmla="*/ 573740 h 1850289"/>
                                  <a:gd name="connsiteX5" fmla="*/ 90563 w 111026"/>
                                  <a:gd name="connsiteY5" fmla="*/ 930456 h 1850289"/>
                                  <a:gd name="connsiteX6" fmla="*/ 65442 w 111026"/>
                                  <a:gd name="connsiteY6" fmla="*/ 1221858 h 1850289"/>
                                  <a:gd name="connsiteX7" fmla="*/ 65442 w 111026"/>
                                  <a:gd name="connsiteY7" fmla="*/ 1478091 h 1850289"/>
                                  <a:gd name="connsiteX8" fmla="*/ 65442 w 111026"/>
                                  <a:gd name="connsiteY8" fmla="*/ 1674034 h 1850289"/>
                                  <a:gd name="connsiteX9" fmla="*/ 70466 w 111026"/>
                                  <a:gd name="connsiteY9" fmla="*/ 1769493 h 1850289"/>
                                  <a:gd name="connsiteX10" fmla="*/ 25249 w 111026"/>
                                  <a:gd name="connsiteY10" fmla="*/ 1849880 h 1850289"/>
                                  <a:gd name="connsiteX11" fmla="*/ 128 w 111026"/>
                                  <a:gd name="connsiteY11" fmla="*/ 1784566 h 1850289"/>
                                  <a:gd name="connsiteX12" fmla="*/ 35297 w 111026"/>
                                  <a:gd name="connsiteY12" fmla="*/ 1488140 h 1850289"/>
                                  <a:gd name="connsiteX13" fmla="*/ 30273 w 111026"/>
                                  <a:gd name="connsiteY13" fmla="*/ 1020891 h 1850289"/>
                                  <a:gd name="connsiteX14" fmla="*/ 55394 w 111026"/>
                                  <a:gd name="connsiteY14" fmla="*/ 548619 h 1850289"/>
                                  <a:gd name="connsiteX15" fmla="*/ 25249 w 111026"/>
                                  <a:gd name="connsiteY15" fmla="*/ 237120 h 1850289"/>
                                  <a:gd name="connsiteX16" fmla="*/ 5152 w 111026"/>
                                  <a:gd name="connsiteY16" fmla="*/ 21080 h 1850289"/>
                                  <a:gd name="connsiteX0" fmla="*/ 10097 w 115971"/>
                                  <a:gd name="connsiteY0" fmla="*/ 21080 h 1850289"/>
                                  <a:gd name="connsiteX1" fmla="*/ 70387 w 115971"/>
                                  <a:gd name="connsiteY1" fmla="*/ 21080 h 1850289"/>
                                  <a:gd name="connsiteX2" fmla="*/ 70387 w 115971"/>
                                  <a:gd name="connsiteY2" fmla="*/ 26104 h 1850289"/>
                                  <a:gd name="connsiteX3" fmla="*/ 105556 w 115971"/>
                                  <a:gd name="connsiteY3" fmla="*/ 357700 h 1850289"/>
                                  <a:gd name="connsiteX4" fmla="*/ 115605 w 115971"/>
                                  <a:gd name="connsiteY4" fmla="*/ 573740 h 1850289"/>
                                  <a:gd name="connsiteX5" fmla="*/ 95508 w 115971"/>
                                  <a:gd name="connsiteY5" fmla="*/ 930456 h 1850289"/>
                                  <a:gd name="connsiteX6" fmla="*/ 70387 w 115971"/>
                                  <a:gd name="connsiteY6" fmla="*/ 1221858 h 1850289"/>
                                  <a:gd name="connsiteX7" fmla="*/ 70387 w 115971"/>
                                  <a:gd name="connsiteY7" fmla="*/ 1478091 h 1850289"/>
                                  <a:gd name="connsiteX8" fmla="*/ 70387 w 115971"/>
                                  <a:gd name="connsiteY8" fmla="*/ 1674034 h 1850289"/>
                                  <a:gd name="connsiteX9" fmla="*/ 75411 w 115971"/>
                                  <a:gd name="connsiteY9" fmla="*/ 1769493 h 1850289"/>
                                  <a:gd name="connsiteX10" fmla="*/ 30194 w 115971"/>
                                  <a:gd name="connsiteY10" fmla="*/ 1849880 h 1850289"/>
                                  <a:gd name="connsiteX11" fmla="*/ 5073 w 115971"/>
                                  <a:gd name="connsiteY11" fmla="*/ 1784566 h 1850289"/>
                                  <a:gd name="connsiteX12" fmla="*/ 40242 w 115971"/>
                                  <a:gd name="connsiteY12" fmla="*/ 1488140 h 1850289"/>
                                  <a:gd name="connsiteX13" fmla="*/ 35218 w 115971"/>
                                  <a:gd name="connsiteY13" fmla="*/ 1020891 h 1850289"/>
                                  <a:gd name="connsiteX14" fmla="*/ 60339 w 115971"/>
                                  <a:gd name="connsiteY14" fmla="*/ 548619 h 1850289"/>
                                  <a:gd name="connsiteX15" fmla="*/ 4945 w 115971"/>
                                  <a:gd name="connsiteY15" fmla="*/ 237120 h 1850289"/>
                                  <a:gd name="connsiteX16" fmla="*/ 10097 w 115971"/>
                                  <a:gd name="connsiteY16" fmla="*/ 21080 h 1850289"/>
                                  <a:gd name="connsiteX0" fmla="*/ 10097 w 115971"/>
                                  <a:gd name="connsiteY0" fmla="*/ 21080 h 1850289"/>
                                  <a:gd name="connsiteX1" fmla="*/ 70387 w 115971"/>
                                  <a:gd name="connsiteY1" fmla="*/ 21080 h 1850289"/>
                                  <a:gd name="connsiteX2" fmla="*/ 70387 w 115971"/>
                                  <a:gd name="connsiteY2" fmla="*/ 26104 h 1850289"/>
                                  <a:gd name="connsiteX3" fmla="*/ 105556 w 115971"/>
                                  <a:gd name="connsiteY3" fmla="*/ 357700 h 1850289"/>
                                  <a:gd name="connsiteX4" fmla="*/ 115605 w 115971"/>
                                  <a:gd name="connsiteY4" fmla="*/ 573740 h 1850289"/>
                                  <a:gd name="connsiteX5" fmla="*/ 95508 w 115971"/>
                                  <a:gd name="connsiteY5" fmla="*/ 930456 h 1850289"/>
                                  <a:gd name="connsiteX6" fmla="*/ 70387 w 115971"/>
                                  <a:gd name="connsiteY6" fmla="*/ 1221858 h 1850289"/>
                                  <a:gd name="connsiteX7" fmla="*/ 70387 w 115971"/>
                                  <a:gd name="connsiteY7" fmla="*/ 1478091 h 1850289"/>
                                  <a:gd name="connsiteX8" fmla="*/ 70387 w 115971"/>
                                  <a:gd name="connsiteY8" fmla="*/ 1674034 h 1850289"/>
                                  <a:gd name="connsiteX9" fmla="*/ 75411 w 115971"/>
                                  <a:gd name="connsiteY9" fmla="*/ 1769493 h 1850289"/>
                                  <a:gd name="connsiteX10" fmla="*/ 30194 w 115971"/>
                                  <a:gd name="connsiteY10" fmla="*/ 1849880 h 1850289"/>
                                  <a:gd name="connsiteX11" fmla="*/ 5073 w 115971"/>
                                  <a:gd name="connsiteY11" fmla="*/ 1784566 h 1850289"/>
                                  <a:gd name="connsiteX12" fmla="*/ 40242 w 115971"/>
                                  <a:gd name="connsiteY12" fmla="*/ 1488140 h 1850289"/>
                                  <a:gd name="connsiteX13" fmla="*/ 35218 w 115971"/>
                                  <a:gd name="connsiteY13" fmla="*/ 1020891 h 1850289"/>
                                  <a:gd name="connsiteX14" fmla="*/ 60339 w 115971"/>
                                  <a:gd name="connsiteY14" fmla="*/ 548619 h 1850289"/>
                                  <a:gd name="connsiteX15" fmla="*/ 4945 w 115971"/>
                                  <a:gd name="connsiteY15" fmla="*/ 237120 h 1850289"/>
                                  <a:gd name="connsiteX16" fmla="*/ 10097 w 115971"/>
                                  <a:gd name="connsiteY16" fmla="*/ 21080 h 1850289"/>
                                  <a:gd name="connsiteX0" fmla="*/ 10097 w 115971"/>
                                  <a:gd name="connsiteY0" fmla="*/ 21080 h 1850267"/>
                                  <a:gd name="connsiteX1" fmla="*/ 70387 w 115971"/>
                                  <a:gd name="connsiteY1" fmla="*/ 21080 h 1850267"/>
                                  <a:gd name="connsiteX2" fmla="*/ 70387 w 115971"/>
                                  <a:gd name="connsiteY2" fmla="*/ 26104 h 1850267"/>
                                  <a:gd name="connsiteX3" fmla="*/ 105556 w 115971"/>
                                  <a:gd name="connsiteY3" fmla="*/ 357700 h 1850267"/>
                                  <a:gd name="connsiteX4" fmla="*/ 115605 w 115971"/>
                                  <a:gd name="connsiteY4" fmla="*/ 573740 h 1850267"/>
                                  <a:gd name="connsiteX5" fmla="*/ 95508 w 115971"/>
                                  <a:gd name="connsiteY5" fmla="*/ 930456 h 1850267"/>
                                  <a:gd name="connsiteX6" fmla="*/ 70387 w 115971"/>
                                  <a:gd name="connsiteY6" fmla="*/ 1221858 h 1850267"/>
                                  <a:gd name="connsiteX7" fmla="*/ 70387 w 115971"/>
                                  <a:gd name="connsiteY7" fmla="*/ 1478091 h 1850267"/>
                                  <a:gd name="connsiteX8" fmla="*/ 70387 w 115971"/>
                                  <a:gd name="connsiteY8" fmla="*/ 1674034 h 1850267"/>
                                  <a:gd name="connsiteX9" fmla="*/ 75411 w 115971"/>
                                  <a:gd name="connsiteY9" fmla="*/ 1769493 h 1850267"/>
                                  <a:gd name="connsiteX10" fmla="*/ 30194 w 115971"/>
                                  <a:gd name="connsiteY10" fmla="*/ 1849880 h 1850267"/>
                                  <a:gd name="connsiteX11" fmla="*/ 5073 w 115971"/>
                                  <a:gd name="connsiteY11" fmla="*/ 1784566 h 1850267"/>
                                  <a:gd name="connsiteX12" fmla="*/ 20075 w 115971"/>
                                  <a:gd name="connsiteY12" fmla="*/ 1493167 h 1850267"/>
                                  <a:gd name="connsiteX13" fmla="*/ 35218 w 115971"/>
                                  <a:gd name="connsiteY13" fmla="*/ 1020891 h 1850267"/>
                                  <a:gd name="connsiteX14" fmla="*/ 60339 w 115971"/>
                                  <a:gd name="connsiteY14" fmla="*/ 548619 h 1850267"/>
                                  <a:gd name="connsiteX15" fmla="*/ 4945 w 115971"/>
                                  <a:gd name="connsiteY15" fmla="*/ 237120 h 1850267"/>
                                  <a:gd name="connsiteX16" fmla="*/ 10097 w 115971"/>
                                  <a:gd name="connsiteY16" fmla="*/ 21080 h 18502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15971" h="1850267">
                                    <a:moveTo>
                                      <a:pt x="10097" y="21080"/>
                                    </a:moveTo>
                                    <a:cubicBezTo>
                                      <a:pt x="21004" y="-14927"/>
                                      <a:pt x="60339" y="20243"/>
                                      <a:pt x="70387" y="21080"/>
                                    </a:cubicBezTo>
                                    <a:cubicBezTo>
                                      <a:pt x="80435" y="21917"/>
                                      <a:pt x="64526" y="-29999"/>
                                      <a:pt x="70387" y="26104"/>
                                    </a:cubicBezTo>
                                    <a:cubicBezTo>
                                      <a:pt x="76248" y="82207"/>
                                      <a:pt x="98020" y="266428"/>
                                      <a:pt x="105556" y="357700"/>
                                    </a:cubicBezTo>
                                    <a:cubicBezTo>
                                      <a:pt x="113092" y="448972"/>
                                      <a:pt x="117280" y="478281"/>
                                      <a:pt x="115605" y="573740"/>
                                    </a:cubicBezTo>
                                    <a:cubicBezTo>
                                      <a:pt x="113930" y="669199"/>
                                      <a:pt x="103044" y="822436"/>
                                      <a:pt x="95508" y="930456"/>
                                    </a:cubicBezTo>
                                    <a:cubicBezTo>
                                      <a:pt x="87972" y="1038476"/>
                                      <a:pt x="74574" y="1130586"/>
                                      <a:pt x="70387" y="1221858"/>
                                    </a:cubicBezTo>
                                    <a:cubicBezTo>
                                      <a:pt x="66200" y="1313130"/>
                                      <a:pt x="70387" y="1478091"/>
                                      <a:pt x="70387" y="1478091"/>
                                    </a:cubicBezTo>
                                    <a:cubicBezTo>
                                      <a:pt x="70387" y="1553454"/>
                                      <a:pt x="69550" y="1625467"/>
                                      <a:pt x="70387" y="1674034"/>
                                    </a:cubicBezTo>
                                    <a:cubicBezTo>
                                      <a:pt x="71224" y="1722601"/>
                                      <a:pt x="82110" y="1740185"/>
                                      <a:pt x="75411" y="1769493"/>
                                    </a:cubicBezTo>
                                    <a:cubicBezTo>
                                      <a:pt x="68712" y="1798801"/>
                                      <a:pt x="41917" y="1847368"/>
                                      <a:pt x="30194" y="1849880"/>
                                    </a:cubicBezTo>
                                    <a:cubicBezTo>
                                      <a:pt x="18471" y="1852392"/>
                                      <a:pt x="6759" y="1844018"/>
                                      <a:pt x="5073" y="1784566"/>
                                    </a:cubicBezTo>
                                    <a:cubicBezTo>
                                      <a:pt x="3387" y="1725114"/>
                                      <a:pt x="15051" y="1620446"/>
                                      <a:pt x="20075" y="1493167"/>
                                    </a:cubicBezTo>
                                    <a:cubicBezTo>
                                      <a:pt x="25099" y="1365888"/>
                                      <a:pt x="28507" y="1178316"/>
                                      <a:pt x="35218" y="1020891"/>
                                    </a:cubicBezTo>
                                    <a:cubicBezTo>
                                      <a:pt x="41929" y="863466"/>
                                      <a:pt x="61176" y="679247"/>
                                      <a:pt x="60339" y="548619"/>
                                    </a:cubicBezTo>
                                    <a:cubicBezTo>
                                      <a:pt x="59502" y="417991"/>
                                      <a:pt x="13319" y="324206"/>
                                      <a:pt x="4945" y="237120"/>
                                    </a:cubicBezTo>
                                    <a:cubicBezTo>
                                      <a:pt x="-3429" y="150034"/>
                                      <a:pt x="-810" y="57087"/>
                                      <a:pt x="10097" y="210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9" o:spid="_x0000_s1026" style="position:absolute;margin-left:139.05pt;margin-top:254.85pt;width:9.15pt;height:145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5971,1850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" path="m10097,21080v10907,-36007,50242,-837,60290,c80435,21917,64526,-29999,70387,26104v5861,56103,27633,240324,35169,331596c113092,448972,117280,478281,115605,573740v-1675,95459,-12561,248696,-20097,356716c87972,1038476,74574,1130586,70387,1221858v-4187,91272,,256233,,256233c70387,1553454,69550,1625467,70387,1674034v837,48567,11723,66151,5024,95459c68712,1798801,41917,1847368,30194,1849880v-11723,2512,-23435,-5862,-25121,-65314c3387,1725114,15051,1620446,20075,1493167v5024,-127279,8432,-314851,15143,-472276c41929,863466,61176,679247,60339,548619,59502,417991,13319,324206,4945,237120,-3429,150034,-810,57087,10097,21080xe" fillcolor="white [3212]" strokecolor="white [3212]" strokeweight="1pt">
                      <v:stroke joinstyle="miter"/>
                      <v:path arrowok="t" o:connecttype="custom" o:connectlocs="10097,21080;70387,21080;70387,26104;105556,357700;115605,573740;95508,930456;70387,1221858;70387,1478091;70387,1674034;75411,1769493;30194,1849880;5073,1784566;20075,1493167;35218,1020891;60339,548619;4945,237120;10097,21080" o:connectangles="0,0,0,0,0,0,0,0,0,0,0,0,0,0,0,0,0"/>
                    </v:shape>
                  </w:pict>
                </mc:Fallback>
              </mc:AlternateContent>
            </w:r>
            <w:r w:rsidR="00713D2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1304869</wp:posOffset>
                      </wp:positionH>
                      <wp:positionV relativeFrom="paragraph">
                        <wp:posOffset>1281430</wp:posOffset>
                      </wp:positionV>
                      <wp:extent cx="329865" cy="1587640"/>
                      <wp:effectExtent l="19050" t="19050" r="13335" b="12700"/>
                      <wp:wrapNone/>
                      <wp:docPr id="64" name="Freeform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9865" cy="1587640"/>
                              </a:xfrm>
                              <a:custGeom>
                                <a:avLst/>
                                <a:gdLst>
                                  <a:gd name="connsiteX0" fmla="*/ 329865 w 329865"/>
                                  <a:gd name="connsiteY0" fmla="*/ 0 h 1587640"/>
                                  <a:gd name="connsiteX1" fmla="*/ 113825 w 329865"/>
                                  <a:gd name="connsiteY1" fmla="*/ 226088 h 1587640"/>
                                  <a:gd name="connsiteX2" fmla="*/ 3294 w 329865"/>
                                  <a:gd name="connsiteY2" fmla="*/ 482321 h 1587640"/>
                                  <a:gd name="connsiteX3" fmla="*/ 33439 w 329865"/>
                                  <a:gd name="connsiteY3" fmla="*/ 683288 h 1587640"/>
                                  <a:gd name="connsiteX4" fmla="*/ 78656 w 329865"/>
                                  <a:gd name="connsiteY4" fmla="*/ 1240972 h 1587640"/>
                                  <a:gd name="connsiteX5" fmla="*/ 128898 w 329865"/>
                                  <a:gd name="connsiteY5" fmla="*/ 1587640 h 1587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9865" h="1587640">
                                    <a:moveTo>
                                      <a:pt x="329865" y="0"/>
                                    </a:moveTo>
                                    <a:cubicBezTo>
                                      <a:pt x="249059" y="72850"/>
                                      <a:pt x="168253" y="145701"/>
                                      <a:pt x="113825" y="226088"/>
                                    </a:cubicBezTo>
                                    <a:cubicBezTo>
                                      <a:pt x="59397" y="306475"/>
                                      <a:pt x="16692" y="406121"/>
                                      <a:pt x="3294" y="482321"/>
                                    </a:cubicBezTo>
                                    <a:cubicBezTo>
                                      <a:pt x="-10104" y="558521"/>
                                      <a:pt x="20879" y="556846"/>
                                      <a:pt x="33439" y="683288"/>
                                    </a:cubicBezTo>
                                    <a:cubicBezTo>
                                      <a:pt x="45999" y="809730"/>
                                      <a:pt x="62746" y="1090247"/>
                                      <a:pt x="78656" y="1240972"/>
                                    </a:cubicBezTo>
                                    <a:cubicBezTo>
                                      <a:pt x="94566" y="1391697"/>
                                      <a:pt x="111732" y="1489668"/>
                                      <a:pt x="128898" y="1587640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FF512A8" id="Freeform 64" o:spid="_x0000_s1026" style="position:absolute;margin-left:102.75pt;margin-top:100.9pt;width:25.95pt;height:1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9865,1587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" path="m329865,c249059,72850,168253,145701,113825,226088,59397,306475,16692,406121,3294,482321v-13398,76200,17585,74525,30145,200967c45999,809730,62746,1090247,78656,1240972v15910,150725,33076,248696,50242,346668e" filled="f" strokecolor="#bdd6ee [1300]" strokeweight="2.25pt">
                      <v:stroke joinstyle="miter"/>
                      <v:path arrowok="t" o:connecttype="custom" o:connectlocs="329865,0;113825,226088;3294,482321;33439,683288;78656,1240972;128898,1587640" o:connectangles="0,0,0,0,0,0"/>
                    </v:shape>
                  </w:pict>
                </mc:Fallback>
              </mc:AlternateContent>
            </w:r>
          </w:p>
        </w:tc>
      </w:tr>
      <w:tr w:rsidR="009E0202" w:rsidTr="007E5FF0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021342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021342">
              <w:rPr>
                <w:sz w:val="21"/>
                <w:szCs w:val="21"/>
              </w:rPr>
              <w:lastRenderedPageBreak/>
              <w:t>Report:</w:t>
            </w:r>
          </w:p>
          <w:p w:rsidR="009E0202" w:rsidRPr="00D93B0D" w:rsidRDefault="000702A8" w:rsidP="00D93B0D">
            <w:pPr>
              <w:pStyle w:val="CUSTOMColumnText"/>
              <w:jc w:val="both"/>
              <w:rPr>
                <w:sz w:val="24"/>
              </w:rPr>
            </w:pPr>
            <w:r w:rsidRPr="00D93B0D">
              <w:rPr>
                <w:sz w:val="24"/>
              </w:rPr>
              <w:t xml:space="preserve">The common femoral vein is patent with </w:t>
            </w:r>
            <w:proofErr w:type="spellStart"/>
            <w:r w:rsidRPr="00D93B0D">
              <w:rPr>
                <w:sz w:val="24"/>
              </w:rPr>
              <w:t>respirophasic</w:t>
            </w:r>
            <w:proofErr w:type="spellEnd"/>
            <w:r w:rsidRPr="00D93B0D">
              <w:rPr>
                <w:sz w:val="24"/>
              </w:rPr>
              <w:t xml:space="preserve"> flow detected.</w:t>
            </w:r>
          </w:p>
          <w:p w:rsidR="000702A8" w:rsidRPr="00D93B0D" w:rsidRDefault="000702A8" w:rsidP="00D93B0D">
            <w:pPr>
              <w:pStyle w:val="CUSTOMColumnText"/>
              <w:jc w:val="both"/>
              <w:rPr>
                <w:sz w:val="24"/>
              </w:rPr>
            </w:pPr>
          </w:p>
          <w:p w:rsidR="000702A8" w:rsidRPr="00D93B0D" w:rsidRDefault="000702A8" w:rsidP="00D93B0D">
            <w:pPr>
              <w:pStyle w:val="CUSTOMColumnText"/>
              <w:jc w:val="both"/>
              <w:rPr>
                <w:sz w:val="24"/>
              </w:rPr>
            </w:pPr>
            <w:r w:rsidRPr="00D93B0D">
              <w:rPr>
                <w:sz w:val="24"/>
              </w:rPr>
              <w:t>All the deep veins are patent and competent.</w:t>
            </w:r>
            <w:r w:rsidR="00D93B0D" w:rsidRPr="00D93B0D">
              <w:rPr>
                <w:sz w:val="24"/>
              </w:rPr>
              <w:t xml:space="preserve"> No incompetent perforator</w:t>
            </w:r>
            <w:r w:rsidR="00D62E15">
              <w:rPr>
                <w:sz w:val="24"/>
              </w:rPr>
              <w:t>s</w:t>
            </w:r>
            <w:r w:rsidR="00D93B0D" w:rsidRPr="00D93B0D">
              <w:rPr>
                <w:sz w:val="24"/>
              </w:rPr>
              <w:t xml:space="preserve"> identified.</w:t>
            </w:r>
          </w:p>
          <w:p w:rsidR="000702A8" w:rsidRPr="00D93B0D" w:rsidRDefault="000702A8" w:rsidP="00D93B0D">
            <w:pPr>
              <w:pStyle w:val="CUSTOMColumnText"/>
              <w:jc w:val="both"/>
              <w:rPr>
                <w:sz w:val="24"/>
              </w:rPr>
            </w:pPr>
          </w:p>
          <w:p w:rsidR="00A53425" w:rsidRDefault="000702A8" w:rsidP="00A53425">
            <w:pPr>
              <w:pStyle w:val="CUSTOMColumnText"/>
              <w:jc w:val="both"/>
              <w:rPr>
                <w:b/>
                <w:sz w:val="24"/>
              </w:rPr>
            </w:pPr>
            <w:r w:rsidRPr="00D93B0D">
              <w:rPr>
                <w:sz w:val="24"/>
              </w:rPr>
              <w:t xml:space="preserve">The Great Saphenous vein is competent in the proximal-mid thigh. </w:t>
            </w:r>
            <w:r w:rsidR="00D62E15">
              <w:rPr>
                <w:b/>
                <w:sz w:val="24"/>
              </w:rPr>
              <w:t>The vein appears to come</w:t>
            </w:r>
            <w:r w:rsidRPr="00D62E15">
              <w:rPr>
                <w:b/>
                <w:sz w:val="24"/>
              </w:rPr>
              <w:t xml:space="preserve"> out of facia</w:t>
            </w:r>
            <w:r w:rsidR="00646603">
              <w:rPr>
                <w:b/>
                <w:sz w:val="24"/>
              </w:rPr>
              <w:t xml:space="preserve"> in the mid-distal thigh and </w:t>
            </w:r>
            <w:r w:rsidRPr="00D62E15">
              <w:rPr>
                <w:b/>
                <w:sz w:val="24"/>
              </w:rPr>
              <w:t xml:space="preserve">becomes </w:t>
            </w:r>
            <w:r w:rsidR="00646603">
              <w:rPr>
                <w:b/>
                <w:sz w:val="24"/>
              </w:rPr>
              <w:t>incompetent</w:t>
            </w:r>
            <w:r w:rsidR="00D93B0D" w:rsidRPr="00D62E15">
              <w:rPr>
                <w:b/>
                <w:sz w:val="24"/>
              </w:rPr>
              <w:t xml:space="preserve"> and </w:t>
            </w:r>
            <w:r w:rsidR="00646603">
              <w:rPr>
                <w:b/>
                <w:sz w:val="24"/>
              </w:rPr>
              <w:t>tortuous</w:t>
            </w:r>
            <w:r w:rsidR="00D93B0D" w:rsidRPr="00D62E15">
              <w:rPr>
                <w:b/>
                <w:sz w:val="24"/>
              </w:rPr>
              <w:t xml:space="preserve"> in the distal-</w:t>
            </w:r>
            <w:r w:rsidR="00646603">
              <w:rPr>
                <w:b/>
                <w:sz w:val="24"/>
              </w:rPr>
              <w:t>most</w:t>
            </w:r>
            <w:r w:rsidR="00D93B0D" w:rsidRPr="00D62E15">
              <w:rPr>
                <w:b/>
                <w:sz w:val="24"/>
              </w:rPr>
              <w:t xml:space="preserve"> </w:t>
            </w:r>
            <w:r w:rsidR="00F3610E" w:rsidRPr="00D62E15">
              <w:rPr>
                <w:b/>
                <w:sz w:val="24"/>
              </w:rPr>
              <w:t>thigh/knee area</w:t>
            </w:r>
            <w:r w:rsidR="009B35AE">
              <w:rPr>
                <w:b/>
                <w:sz w:val="24"/>
              </w:rPr>
              <w:t xml:space="preserve"> (</w:t>
            </w:r>
            <w:proofErr w:type="gramStart"/>
            <w:r w:rsidR="009B35AE">
              <w:rPr>
                <w:b/>
                <w:sz w:val="24"/>
              </w:rPr>
              <w:t>?GSV</w:t>
            </w:r>
            <w:proofErr w:type="gramEnd"/>
            <w:r w:rsidR="009B35AE">
              <w:rPr>
                <w:b/>
                <w:sz w:val="24"/>
              </w:rPr>
              <w:t xml:space="preserve">/ ?GSV </w:t>
            </w:r>
            <w:proofErr w:type="spellStart"/>
            <w:r w:rsidR="009B35AE">
              <w:rPr>
                <w:b/>
                <w:sz w:val="24"/>
              </w:rPr>
              <w:t>tributory</w:t>
            </w:r>
            <w:proofErr w:type="spellEnd"/>
            <w:r w:rsidR="009B35AE">
              <w:rPr>
                <w:b/>
                <w:sz w:val="24"/>
              </w:rPr>
              <w:t>)</w:t>
            </w:r>
            <w:r w:rsidR="00F3610E" w:rsidRPr="00D62E15">
              <w:rPr>
                <w:b/>
                <w:sz w:val="24"/>
              </w:rPr>
              <w:t xml:space="preserve">. </w:t>
            </w:r>
            <w:r w:rsidR="009B35AE">
              <w:rPr>
                <w:b/>
                <w:sz w:val="24"/>
              </w:rPr>
              <w:t>T</w:t>
            </w:r>
            <w:r w:rsidR="00A53425">
              <w:rPr>
                <w:b/>
                <w:sz w:val="24"/>
              </w:rPr>
              <w:t xml:space="preserve">he vein is noted to track in the medial aspect for short distance below the knee and then tracks anteriorly to the shin area down to the ankle. </w:t>
            </w:r>
            <w:r w:rsidR="009B35AE">
              <w:rPr>
                <w:b/>
                <w:sz w:val="24"/>
              </w:rPr>
              <w:t>No GSV is observed in the calf (likely of very small diameter).</w:t>
            </w:r>
          </w:p>
          <w:p w:rsidR="00D91339" w:rsidRDefault="00D91339" w:rsidP="00A53425">
            <w:pPr>
              <w:pStyle w:val="CUSTOMColumnText"/>
              <w:jc w:val="both"/>
              <w:rPr>
                <w:b/>
                <w:sz w:val="24"/>
              </w:rPr>
            </w:pPr>
          </w:p>
          <w:p w:rsidR="00EF3BD9" w:rsidRDefault="00D91339" w:rsidP="00A53425">
            <w:pPr>
              <w:pStyle w:val="CUSTOMColumnTex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GSV measures: </w:t>
            </w:r>
          </w:p>
          <w:p w:rsidR="00EF3BD9" w:rsidRPr="00EF3BD9" w:rsidRDefault="00EF3BD9" w:rsidP="00EF3BD9">
            <w:pPr>
              <w:pStyle w:val="CUSTOMColumnText"/>
              <w:numPr>
                <w:ilvl w:val="0"/>
                <w:numId w:val="1"/>
              </w:numPr>
              <w:jc w:val="both"/>
              <w:rPr>
                <w:sz w:val="24"/>
              </w:rPr>
            </w:pPr>
            <w:r w:rsidRPr="00EF3BD9">
              <w:rPr>
                <w:sz w:val="24"/>
              </w:rPr>
              <w:t>Prox thigh = 3.8mm</w:t>
            </w:r>
          </w:p>
          <w:p w:rsidR="00EF3BD9" w:rsidRPr="00EF3BD9" w:rsidRDefault="00EF3BD9" w:rsidP="00EF3BD9">
            <w:pPr>
              <w:pStyle w:val="CUSTOMColumnText"/>
              <w:numPr>
                <w:ilvl w:val="0"/>
                <w:numId w:val="1"/>
              </w:numPr>
              <w:jc w:val="both"/>
              <w:rPr>
                <w:sz w:val="24"/>
              </w:rPr>
            </w:pPr>
            <w:proofErr w:type="spellStart"/>
            <w:r w:rsidRPr="00EF3BD9">
              <w:rPr>
                <w:sz w:val="24"/>
              </w:rPr>
              <w:t>Mid t</w:t>
            </w:r>
            <w:r w:rsidR="00F64457">
              <w:rPr>
                <w:sz w:val="24"/>
              </w:rPr>
              <w:t>high</w:t>
            </w:r>
            <w:proofErr w:type="spellEnd"/>
            <w:r w:rsidR="00F64457">
              <w:rPr>
                <w:sz w:val="24"/>
              </w:rPr>
              <w:t xml:space="preserve"> = 4.0</w:t>
            </w:r>
            <w:r w:rsidRPr="00EF3BD9">
              <w:rPr>
                <w:sz w:val="24"/>
              </w:rPr>
              <w:t>mm</w:t>
            </w:r>
          </w:p>
          <w:p w:rsidR="00D91339" w:rsidRPr="00EF3BD9" w:rsidRDefault="00EF3BD9" w:rsidP="00EF3BD9">
            <w:pPr>
              <w:pStyle w:val="CUSTOMColumnText"/>
              <w:numPr>
                <w:ilvl w:val="0"/>
                <w:numId w:val="1"/>
              </w:numPr>
              <w:jc w:val="both"/>
              <w:rPr>
                <w:b/>
                <w:sz w:val="24"/>
              </w:rPr>
            </w:pPr>
            <w:r w:rsidRPr="00EF3BD9">
              <w:rPr>
                <w:b/>
                <w:sz w:val="24"/>
              </w:rPr>
              <w:t>Distal thigh 7.7mm</w:t>
            </w:r>
            <w:r>
              <w:rPr>
                <w:b/>
                <w:sz w:val="24"/>
              </w:rPr>
              <w:t xml:space="preserve"> (Outside fascia and tortuous ?GSV/?</w:t>
            </w:r>
            <w:proofErr w:type="spellStart"/>
            <w:r>
              <w:rPr>
                <w:b/>
                <w:sz w:val="24"/>
              </w:rPr>
              <w:t>Tributory</w:t>
            </w:r>
            <w:proofErr w:type="spellEnd"/>
            <w:r>
              <w:rPr>
                <w:b/>
                <w:sz w:val="24"/>
              </w:rPr>
              <w:t>)</w:t>
            </w:r>
          </w:p>
          <w:p w:rsidR="00EF3BD9" w:rsidRPr="00EF3BD9" w:rsidRDefault="00EF3BD9" w:rsidP="00EF3BD9">
            <w:pPr>
              <w:pStyle w:val="CUSTOMColumnText"/>
              <w:numPr>
                <w:ilvl w:val="0"/>
                <w:numId w:val="1"/>
              </w:numPr>
              <w:jc w:val="both"/>
              <w:rPr>
                <w:b/>
                <w:sz w:val="24"/>
              </w:rPr>
            </w:pPr>
            <w:r w:rsidRPr="00EF3BD9">
              <w:rPr>
                <w:b/>
                <w:sz w:val="24"/>
              </w:rPr>
              <w:t xml:space="preserve">Knee = 6.3mm </w:t>
            </w:r>
            <w:r>
              <w:rPr>
                <w:b/>
                <w:sz w:val="24"/>
              </w:rPr>
              <w:t>(Outside fascia and tortuous ?GSV/?</w:t>
            </w:r>
            <w:proofErr w:type="spellStart"/>
            <w:r>
              <w:rPr>
                <w:b/>
                <w:sz w:val="24"/>
              </w:rPr>
              <w:t>Tributory</w:t>
            </w:r>
            <w:proofErr w:type="spellEnd"/>
          </w:p>
          <w:p w:rsidR="00D93B0D" w:rsidRPr="00646603" w:rsidRDefault="00D93B0D" w:rsidP="00D93B0D">
            <w:pPr>
              <w:pStyle w:val="CUSTOMColumnText"/>
              <w:jc w:val="both"/>
              <w:rPr>
                <w:sz w:val="24"/>
              </w:rPr>
            </w:pPr>
          </w:p>
          <w:p w:rsidR="00D93B0D" w:rsidRDefault="00D93B0D" w:rsidP="00D93B0D">
            <w:pPr>
              <w:pStyle w:val="CUSTOMColumnText"/>
              <w:jc w:val="both"/>
              <w:rPr>
                <w:b/>
                <w:sz w:val="24"/>
              </w:rPr>
            </w:pPr>
            <w:r w:rsidRPr="00D91339">
              <w:rPr>
                <w:b/>
                <w:sz w:val="24"/>
              </w:rPr>
              <w:t xml:space="preserve">The anterior thigh vein is noted to be incompetent from proximal thigh (approximately 7cm below groin crease) to </w:t>
            </w:r>
            <w:r w:rsidR="00646603" w:rsidRPr="00D91339">
              <w:rPr>
                <w:b/>
                <w:sz w:val="24"/>
              </w:rPr>
              <w:t>mid-</w:t>
            </w:r>
            <w:r w:rsidRPr="00D91339">
              <w:rPr>
                <w:b/>
                <w:sz w:val="24"/>
              </w:rPr>
              <w:t xml:space="preserve">distal thigh. </w:t>
            </w:r>
            <w:r w:rsidR="00D62E15" w:rsidRPr="00D91339">
              <w:rPr>
                <w:b/>
                <w:sz w:val="24"/>
              </w:rPr>
              <w:t>The reflux is noted to drain into a superficial vein which communicates with the GSV/ VV in the distal thigh</w:t>
            </w:r>
            <w:r w:rsidRPr="00D91339">
              <w:rPr>
                <w:b/>
                <w:sz w:val="24"/>
              </w:rPr>
              <w:t>.</w:t>
            </w:r>
          </w:p>
          <w:p w:rsidR="00EF3BD9" w:rsidRDefault="00EF3BD9" w:rsidP="00D93B0D">
            <w:pPr>
              <w:pStyle w:val="CUSTOMColumnText"/>
              <w:jc w:val="both"/>
              <w:rPr>
                <w:b/>
                <w:sz w:val="24"/>
              </w:rPr>
            </w:pPr>
          </w:p>
          <w:p w:rsidR="00EF3BD9" w:rsidRDefault="00EF3BD9" w:rsidP="00D93B0D">
            <w:pPr>
              <w:pStyle w:val="CUSTOMColumnTex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ATV measures:</w:t>
            </w:r>
          </w:p>
          <w:p w:rsidR="00EF3BD9" w:rsidRDefault="00EF3BD9" w:rsidP="00EF3BD9">
            <w:pPr>
              <w:pStyle w:val="CUSTOMColumnText"/>
              <w:numPr>
                <w:ilvl w:val="0"/>
                <w:numId w:val="2"/>
              </w:num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Prox thigh = 4.4mm</w:t>
            </w:r>
          </w:p>
          <w:p w:rsidR="00EF3BD9" w:rsidRPr="00D91339" w:rsidRDefault="00EF3BD9" w:rsidP="00EF3BD9">
            <w:pPr>
              <w:pStyle w:val="CUSTOMColumnText"/>
              <w:numPr>
                <w:ilvl w:val="0"/>
                <w:numId w:val="2"/>
              </w:numPr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Mid thigh</w:t>
            </w:r>
            <w:proofErr w:type="spellEnd"/>
            <w:r>
              <w:rPr>
                <w:b/>
                <w:sz w:val="24"/>
              </w:rPr>
              <w:t xml:space="preserve"> = 4.3mm</w:t>
            </w:r>
          </w:p>
          <w:p w:rsidR="00D93B0D" w:rsidRDefault="00D93B0D" w:rsidP="00F3610E">
            <w:pPr>
              <w:pStyle w:val="CUSTOMColumnText"/>
              <w:rPr>
                <w:sz w:val="22"/>
              </w:rPr>
            </w:pPr>
          </w:p>
          <w:p w:rsidR="00D93B0D" w:rsidRDefault="00D93B0D" w:rsidP="00D93B0D">
            <w:pPr>
              <w:pStyle w:val="CUSTOMColumnText"/>
              <w:rPr>
                <w:sz w:val="24"/>
              </w:rPr>
            </w:pPr>
            <w:r w:rsidRPr="00D93B0D">
              <w:rPr>
                <w:sz w:val="24"/>
              </w:rPr>
              <w:t>The Short Saphenous vein is patent and competent</w:t>
            </w:r>
          </w:p>
          <w:p w:rsidR="00646603" w:rsidRPr="00D93B0D" w:rsidRDefault="00646603" w:rsidP="00D93B0D">
            <w:pPr>
              <w:pStyle w:val="CUSTOMColumnText"/>
              <w:rPr>
                <w:sz w:val="22"/>
              </w:rPr>
            </w:pPr>
            <w:bookmarkStart w:id="0" w:name="_GoBack"/>
            <w:bookmarkEnd w:id="0"/>
          </w:p>
        </w:tc>
      </w:tr>
      <w:tr w:rsidR="009D4370" w:rsidTr="007E5FF0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021342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603" w:rsidRDefault="00646603" w:rsidP="005748E3">
      <w:pPr>
        <w:spacing w:after="0" w:line="240" w:lineRule="auto"/>
      </w:pPr>
      <w:r>
        <w:separator/>
      </w:r>
    </w:p>
  </w:endnote>
  <w:endnote w:type="continuationSeparator" w:id="0">
    <w:p w:rsidR="00646603" w:rsidRDefault="00646603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603" w:rsidRDefault="00646603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1123315</wp:posOffset>
              </wp:positionH>
              <wp:positionV relativeFrom="paragraph">
                <wp:posOffset>-1043305</wp:posOffset>
              </wp:positionV>
              <wp:extent cx="4394200" cy="334645"/>
              <wp:effectExtent l="8890" t="13970" r="0" b="22860"/>
              <wp:wrapNone/>
              <wp:docPr id="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4200" cy="334645"/>
                        <a:chOff x="1450" y="14461"/>
                        <a:chExt cx="6920" cy="527"/>
                      </a:xfrm>
                    </wpg:grpSpPr>
                    <wpg:grpSp>
                      <wpg:cNvPr id="11" name="Group 60"/>
                      <wpg:cNvGrpSpPr>
                        <a:grpSpLocks/>
                      </wpg:cNvGrpSpPr>
                      <wpg:grpSpPr bwMode="auto">
                        <a:xfrm>
                          <a:off x="3746" y="14517"/>
                          <a:ext cx="1534" cy="377"/>
                          <a:chOff x="3656" y="14517"/>
                          <a:chExt cx="1534" cy="377"/>
                        </a:xfrm>
                      </wpg:grpSpPr>
                      <wps:wsp>
                        <wps:cNvPr id="1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6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139" y="14572"/>
                            <a:ext cx="105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6603" w:rsidRPr="00B8442D" w:rsidRDefault="00646603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superficial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4" name="Group 67"/>
                      <wpg:cNvGrpSpPr>
                        <a:grpSpLocks/>
                      </wpg:cNvGrpSpPr>
                      <wpg:grpSpPr bwMode="auto">
                        <a:xfrm>
                          <a:off x="5512" y="14517"/>
                          <a:ext cx="1403" cy="377"/>
                          <a:chOff x="5512" y="14517"/>
                          <a:chExt cx="1403" cy="377"/>
                        </a:xfrm>
                      </wpg:grpSpPr>
                      <wps:wsp>
                        <wps:cNvPr id="15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512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995" y="14572"/>
                            <a:ext cx="920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6603" w:rsidRPr="00B8442D" w:rsidRDefault="00646603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deep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29" name="Group 64"/>
                      <wpg:cNvGrpSpPr>
                        <a:grpSpLocks/>
                      </wpg:cNvGrpSpPr>
                      <wpg:grpSpPr bwMode="auto">
                        <a:xfrm>
                          <a:off x="7046" y="14517"/>
                          <a:ext cx="1324" cy="377"/>
                          <a:chOff x="2299" y="14517"/>
                          <a:chExt cx="1324" cy="377"/>
                        </a:xfrm>
                      </wpg:grpSpPr>
                      <wps:wsp>
                        <wps:cNvPr id="3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299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57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6603" w:rsidRPr="00B8442D" w:rsidRDefault="00646603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 w:rsidRPr="00B8442D">
                                <w:rPr>
                                  <w:sz w:val="14"/>
                                  <w:szCs w:val="14"/>
                                </w:rPr>
                                <w:t>Deep vein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68" name="Group 69"/>
                      <wpg:cNvGrpSpPr>
                        <a:grpSpLocks/>
                      </wpg:cNvGrpSpPr>
                      <wpg:grpSpPr bwMode="auto">
                        <a:xfrm>
                          <a:off x="1450" y="14461"/>
                          <a:ext cx="2185" cy="527"/>
                          <a:chOff x="1180" y="14461"/>
                          <a:chExt cx="2185" cy="527"/>
                        </a:xfrm>
                      </wpg:grpSpPr>
                      <wps:wsp>
                        <wps:cNvPr id="7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80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833" y="14572"/>
                            <a:ext cx="153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6603" w:rsidRPr="00B8442D" w:rsidRDefault="00646603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Arrow down and red colour denotes reflux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2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1679" y="14461"/>
                            <a:ext cx="0" cy="52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0C0C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70" o:spid="_x0000_s1031" style="position:absolute;margin-left:88.45pt;margin-top:-82.15pt;width:346pt;height:26.35pt;z-index:251655168" coordorigin="1450,14461" coordsize="6920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">
              <v:group id="Group 60" o:spid="_x0000_s1032" style="position:absolute;left:3746;top:14517;width:1534;height:377" coordorigin="3656,14517" coordsize="153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8" o:spid="_x0000_s1033" style="position:absolute;left:3656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6VcEA&#10;AADaAAAADwAAAGRycy9kb3ducmV2LnhtbESPQYvCMBSE78L+h/AWvIimKqh0jbKIgp60Knh9NM+2&#10;2LyUJtb6740geBxm5htmvmxNKRqqXWFZwXAQgSBOrS44U3A+bfozEM4jaywtk4InOVgufjpzjLV9&#10;cELN0WciQNjFqCD3voqldGlOBt3AVsTBu9raoA+yzqSu8RHgppSjKJpIgwWHhRwrWuWU3o53o2A/&#10;bqa33m671k8cXk7TRI4O171S3d/2/w+Ep9Z/w5/2VisYw/t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p+lXBAAAA2gAAAA8AAAAAAAAAAAAAAAAAmAIAAGRycy9kb3du&#10;cmV2LnhtbFBLBQYAAAAABAAEAPUAAACGAwAAAAA=&#10;" fillcolor="#ade0f9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4" type="#_x0000_t202" style="position:absolute;left:4139;top:14572;width:105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D14AB1" w:rsidRPr="00B8442D" w:rsidRDefault="00D14AB1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superficial vein</w:t>
                        </w:r>
                      </w:p>
                    </w:txbxContent>
                  </v:textbox>
                </v:shape>
              </v:group>
              <v:group id="Group 67" o:spid="_x0000_s1035" style="position:absolute;left:5512;top:14517;width:1403;height:377" coordorigin="5512,14517" coordsize="1403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62" o:spid="_x0000_s1036" style="position:absolute;left:5512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ihcQA&#10;AADaAAAADwAAAGRycy9kb3ducmV2LnhtbESPQUsDMRSE74L/ITzBm03aQ1vWpktRiiKItPWgt8fm&#10;NVl287IksV399UYQehxm5htmVY++FyeKqQ2sYTpRIIibYFq2Gt4P27sliJSRDfaBScM3JajX11cr&#10;rEw4845O+2xFgXCqUIPLeaikTI0jj2kSBuLiHUP0mIuMVpqI5wL3vZwpNZceWy4LDgd6cNR0+y+v&#10;4dEd7Bs/zZvP8eN1al9UVD/dQuvbm3FzDyLTmC/h//az0bCAvyvl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hooXEAAAA2gAAAA8AAAAAAAAAAAAAAAAAmAIAAGRycy9k&#10;b3ducmV2LnhtbFBLBQYAAAAABAAEAPUAAACJAwAAAAA=&#10;" fillcolor="#679ad1" strokeweight=".5pt"/>
                <v:shape id="Text Box 63" o:spid="_x0000_s1037" type="#_x0000_t202" style="position:absolute;left:5995;top:14572;width:92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7E5FF0" w:rsidRPr="00B8442D" w:rsidRDefault="007E5FF0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deep vein</w:t>
                        </w:r>
                      </w:p>
                    </w:txbxContent>
                  </v:textbox>
                </v:shape>
              </v:group>
              <v:group id="Group 64" o:spid="_x0000_s1038" style="position:absolute;left:7046;top:14517;width:1324;height:377" coordorigin="2299,1451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65" o:spid="_x0000_s1039" style="position:absolute;left:2299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0q8MA&#10;AADbAAAADwAAAGRycy9kb3ducmV2LnhtbESPQYvCQAyF7wv+hyGCt3WqB3Gro4ggiIq763rxFjqx&#10;rXYypTNq/febg+At4b2892U6b12l7tSE0rOBQT8BRZx5W3Ju4Pi3+hyDChHZYuWZDDwpwHzW+Zhi&#10;av2Df+l+iLmSEA4pGihirFOtQ1aQw9D3NbFoZ984jLI2ubYNPiTcVXqYJCPtsGRpKLCmZUHZ9XBz&#10;BoJ/JqvT9/7H3S6h9nprs83uy5het11MQEVq49v8ul5bwRd6+UUG0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h0q8MAAADbAAAADwAAAAAAAAAAAAAAAACYAgAAZHJzL2Rv&#10;d25yZXYueG1sUEsFBgAAAAAEAAQA9QAAAIgDAAAAAA==&#10;" fillcolor="yellow" strokeweight=".5pt"/>
                <v:shape id="Text Box 66" o:spid="_x0000_s1040" type="#_x0000_t202" style="position:absolute;left:2782;top:1457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7E5FF0" w:rsidRPr="00B8442D" w:rsidRDefault="007E5FF0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 w:rsidRPr="00B8442D">
                          <w:rPr>
                            <w:sz w:val="14"/>
                            <w:szCs w:val="14"/>
                          </w:rPr>
                          <w:t>Deep vein scarring</w:t>
                        </w:r>
                      </w:p>
                    </w:txbxContent>
                  </v:textbox>
                </v:shape>
              </v:group>
              <v:group id="Group 69" o:spid="_x0000_s1041" style="position:absolute;left:1450;top:14461;width:2185;height:527" coordorigin="1180,14461" coordsize="2185,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2" o:spid="_x0000_s1042" style="position:absolute;left:1180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GBsIA&#10;AADbAAAADwAAAGRycy9kb3ducmV2LnhtbERPTYvCMBC9L/gfwgheRFMVdrUaRRYFD3vRKl6HZmyq&#10;zaTbRO3++82CsLd5vM9ZrFpbiQc1vnSsYDRMQBDnTpdcKDhm28EUhA/IGivHpOCHPKyWnbcFpto9&#10;eU+PQyhEDGGfogITQp1K6XNDFv3Q1cSRu7jGYoiwKaRu8BnDbSXHSfIuLZYcGwzW9Gkovx3uVsE6&#10;O4+93bTf5rQ99WfZVz/7uN6V6nXb9RxEoDb8i1/unY7zJ/D3Sz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QYGwgAAANsAAAAPAAAAAAAAAAAAAAAAAJgCAABkcnMvZG93&#10;bnJldi54bWxQSwUGAAAAAAQABAD1AAAAhwMAAAAA&#10;" fillcolor="red" strokeweight=".5pt"/>
                <v:shape id="Text Box 53" o:spid="_x0000_s1043" type="#_x0000_t202" style="position:absolute;left:1833;top:14572;width:1532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130369" w:rsidRPr="00B8442D" w:rsidRDefault="007E5FF0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Arrow down and red colour denotes reflux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8" o:spid="_x0000_s1044" type="#_x0000_t32" style="position:absolute;left:1679;top:14461;width:0;height: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vYssAAAADbAAAADwAAAGRycy9kb3ducmV2LnhtbERPzYrCMBC+C75DGGFvmup211KNIssK&#10;i6e16wMMzdgWm0lpYqxvbxYEb/Px/c56O5hWBOpdY1nBfJaAIC6tbrhScPrbTzMQziNrbC2Tgjs5&#10;2G7GozXm2t74SKHwlYgh7HJUUHvf5VK6siaDbmY74sidbW/QR9hXUvd4i+GmlYsk+ZQGG44NNXb0&#10;VVN5Ka5GwQKPRToPafqdLe+X95AcfrNwUOptMuxWIDwN/iV+un90nP8B/7/EA+Tm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YL2LLAAAAA2wAAAA8AAAAAAAAAAAAAAAAA&#10;oQIAAGRycy9kb3ducmV2LnhtbFBLBQYAAAAABAAEAPkAAACOAwAAAAA=&#10;" strokecolor="red" strokeweight="1pt">
                  <v:stroke endarrow="block"/>
                  <v:shadow color="silver"/>
                </v:shape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192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603" w:rsidRDefault="00646603" w:rsidP="005748E3">
      <w:pPr>
        <w:spacing w:after="0" w:line="240" w:lineRule="auto"/>
      </w:pPr>
      <w:r>
        <w:separator/>
      </w:r>
    </w:p>
  </w:footnote>
  <w:footnote w:type="continuationSeparator" w:id="0">
    <w:p w:rsidR="00646603" w:rsidRDefault="00646603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603" w:rsidRDefault="00646603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4" name="Group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8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59D4521" id="Group 85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+lr3CAAAA2wAAAA8AAABkcnMvZG93bnJldi54bWxEj19rwjAUxd8Fv0O4A19kphYm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vpa9wgAAANsAAAAPAAAAAAAAAAAAAAAAAJ8C&#10;AABkcnMvZG93bnJldi54bWxQSwUGAAAAAAQABAD3AAAAjgMAAAAA&#10;">
                <v:imagedata r:id="rId3" o:title=""/>
              </v:shape>
              <v:shape id="Picture 8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Z4nEAAAA2wAAAA8AAABkcnMvZG93bnJldi54bWxEj09rwkAUxO+FfoflFXqrm0oIkrqKLVqk&#10;h2BivT+yL38w+zbNriZ++26h4HGYmd8wy/VkOnGlwbWWFbzOIhDEpdUt1wq+j7uXBQjnkTV2lknB&#10;jRysV48PS0y1HTmna+FrESDsUlTQeN+nUrqyIYNuZnvi4FV2MOiDHGqpBxwD3HRyHkWJNNhyWGiw&#10;p4+GynNxMQqqn131dcg9vn/G5yI+bbMDLTKlnp+mzRsIT5O/h//be61gnsDfl/A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fCZ4nEAAAA2wAAAA8AAAAAAAAAAAAAAAAA&#10;nwIAAGRycy9kb3ducmV2LnhtbFBLBQYAAAAABAAEAPcAAACQ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0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03" w:rsidRDefault="00646603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42.55pt;margin-top:789.85pt;width:510.25pt;height:22.7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kzrwIAAKs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D6Rckz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603" w:rsidRDefault="00646603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EF8E261" wp14:editId="3D11926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9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8328261" id="Group 8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JNSXAAAAA2wAAAA8AAABkcnMvZG93bnJldi54bWxETz1rwzAQ3Qv9D+IKXUojx0MxbpTQlhQy&#10;BZqYzFfpYhtbJ2Mpjvvve0Mg4+N9rzaz79VEY2wDG1guMlDENriWawPV8fu1ABUTssM+MBn4owib&#10;9ePDCksXrvxD0yHVSkI4lmigSWkotY62IY9xEQZi4c5h9JgEjrV2I14l3Pc6z7I37bFlaWhwoK+G&#10;bHe4eCk586XoX/Lfoqu2n/tTYXdTZ415fpo/3kElmtNdfHPvnIFc1ssX+QF6/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sk1JcAAAADbAAAADwAAAAAAAAAAAAAAAACfAgAA&#10;ZHJzL2Rvd25yZXYueG1sUEsFBgAAAAAEAAQA9wAAAIwDAAAAAA==&#10;">
                <v:imagedata r:id="rId3" o:title=""/>
              </v:shape>
              <v:shape id="Picture 8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r//3DAAAA2wAAAA8AAABkcnMvZG93bnJldi54bWxEj0+LwjAUxO8L+x3CE7ytqSKLVKPooot4&#10;EFv1/mhe/2DzUpus1m+/EQSPw8z8hpktOlOLG7WusqxgOIhAEGdWV1woOB03XxMQziNrrC2Tggc5&#10;WMw/P2YYa3vnhG6pL0SAsItRQel9E0vpspIMuoFtiIOX29agD7ItpG7xHuCmlqMo+pYGKw4LJTb0&#10;U1J2Sf+Mgvy6yXeHxOPqd3xJx+f1/kCTvVL9XrecgvDU+Xf41d5qBaMhPL+E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Cv//c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 wp14:anchorId="662B7514" wp14:editId="2C37686B">
          <wp:simplePos x="0" y="0"/>
          <wp:positionH relativeFrom="page">
            <wp:posOffset>1276350</wp:posOffset>
          </wp:positionH>
          <wp:positionV relativeFrom="page">
            <wp:posOffset>3705225</wp:posOffset>
          </wp:positionV>
          <wp:extent cx="4972050" cy="5467350"/>
          <wp:effectExtent l="0" t="0" r="0" b="0"/>
          <wp:wrapNone/>
          <wp:docPr id="91" name="Picture 91" descr="2B POSTERIOR VEINS OF THE LEGS replaced with new anterior vie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 descr="2B POSTERIOR VEINS OF THE LEGS replaced with new anterior view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65"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546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 wp14:anchorId="64AD96C7" wp14:editId="727E3C30">
              <wp:simplePos x="0" y="0"/>
              <wp:positionH relativeFrom="column">
                <wp:posOffset>4105275</wp:posOffset>
              </wp:positionH>
              <wp:positionV relativeFrom="page">
                <wp:posOffset>3398520</wp:posOffset>
              </wp:positionV>
              <wp:extent cx="859790" cy="224155"/>
              <wp:effectExtent l="9525" t="7620" r="26035" b="25400"/>
              <wp:wrapNone/>
              <wp:docPr id="18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646603" w:rsidRPr="005D0996" w:rsidRDefault="00646603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Pos</w:t>
                          </w:r>
                          <w:r w:rsidRPr="005D0996">
                            <w:rPr>
                              <w:sz w:val="18"/>
                              <w:szCs w:val="18"/>
                            </w:rPr>
                            <w:t>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4AD96C7"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28" type="#_x0000_t202" style="position:absolute;margin-left:323.25pt;margin-top:267.6pt;width:67.7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" o:allowincell="f" strokeweight=".5pt">
              <v:shadow on="t" color="silver"/>
              <v:textbox style="mso-fit-shape-to-text:t" inset="1mm,1.2mm,1mm,1.2mm">
                <w:txbxContent>
                  <w:p w:rsidR="005D0996" w:rsidRPr="005D0996" w:rsidRDefault="005D0996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Pos</w:t>
                    </w:r>
                    <w:r w:rsidRPr="005D0996">
                      <w:rPr>
                        <w:sz w:val="18"/>
                        <w:szCs w:val="18"/>
                      </w:rPr>
                      <w:t>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 wp14:anchorId="6FD7ECDA" wp14:editId="49A66B4B">
              <wp:simplePos x="0" y="0"/>
              <wp:positionH relativeFrom="column">
                <wp:posOffset>1552575</wp:posOffset>
              </wp:positionH>
              <wp:positionV relativeFrom="page">
                <wp:posOffset>3398520</wp:posOffset>
              </wp:positionV>
              <wp:extent cx="764540" cy="224155"/>
              <wp:effectExtent l="9525" t="7620" r="26035" b="25400"/>
              <wp:wrapNone/>
              <wp:docPr id="17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454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646603" w:rsidRPr="005D0996" w:rsidRDefault="00646603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5D0996">
                            <w:rPr>
                              <w:sz w:val="18"/>
                              <w:szCs w:val="18"/>
                            </w:rPr>
                            <w:t>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D7ECDA" id="Text Box 50" o:spid="_x0000_s1029" type="#_x0000_t202" style="position:absolute;margin-left:122.25pt;margin-top:267.6pt;width:60.2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" o:allowincell="f" strokeweight=".5pt">
              <v:shadow on="t" color="silver"/>
              <v:textbox style="mso-fit-shape-to-text:t" inset="1mm,1.2mm,1mm,1.2mm">
                <w:txbxContent>
                  <w:p w:rsidR="005D0996" w:rsidRPr="005D0996" w:rsidRDefault="005D0996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 w:rsidRPr="005D0996">
                      <w:rPr>
                        <w:sz w:val="18"/>
                        <w:szCs w:val="18"/>
                      </w:rPr>
                      <w:t>Anterior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 wp14:anchorId="106EFF14" wp14:editId="0D3C6C26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03" w:rsidRDefault="00646603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06EFF14" id="Text Box 1" o:spid="_x0000_s1030" type="#_x0000_t202" style="position:absolute;margin-left:42.5pt;margin-top:789.7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PZsQIAALE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YnM9m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F1378"/>
    <w:multiLevelType w:val="hybridMultilevel"/>
    <w:tmpl w:val="21E26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A25E6C"/>
    <w:multiLevelType w:val="hybridMultilevel"/>
    <w:tmpl w:val="49DA9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C8"/>
    <w:rsid w:val="000009C6"/>
    <w:rsid w:val="00002C57"/>
    <w:rsid w:val="00004989"/>
    <w:rsid w:val="00014B4D"/>
    <w:rsid w:val="00021342"/>
    <w:rsid w:val="0002322E"/>
    <w:rsid w:val="00030ECC"/>
    <w:rsid w:val="00031069"/>
    <w:rsid w:val="00033B0B"/>
    <w:rsid w:val="00041FD3"/>
    <w:rsid w:val="0006170F"/>
    <w:rsid w:val="000702A8"/>
    <w:rsid w:val="00070AEC"/>
    <w:rsid w:val="00075B57"/>
    <w:rsid w:val="000B1F8C"/>
    <w:rsid w:val="000C302A"/>
    <w:rsid w:val="000C4B93"/>
    <w:rsid w:val="000D03AD"/>
    <w:rsid w:val="000D12F2"/>
    <w:rsid w:val="0012112F"/>
    <w:rsid w:val="00123164"/>
    <w:rsid w:val="00130369"/>
    <w:rsid w:val="0014708E"/>
    <w:rsid w:val="00156E8E"/>
    <w:rsid w:val="00186F8F"/>
    <w:rsid w:val="00191142"/>
    <w:rsid w:val="001A0E8C"/>
    <w:rsid w:val="001A1B5B"/>
    <w:rsid w:val="001A7AF4"/>
    <w:rsid w:val="001B713B"/>
    <w:rsid w:val="001C2A3A"/>
    <w:rsid w:val="001C3912"/>
    <w:rsid w:val="001F797D"/>
    <w:rsid w:val="00210977"/>
    <w:rsid w:val="00226007"/>
    <w:rsid w:val="00271691"/>
    <w:rsid w:val="002739C8"/>
    <w:rsid w:val="002867C0"/>
    <w:rsid w:val="002932DD"/>
    <w:rsid w:val="002C6A41"/>
    <w:rsid w:val="002D4419"/>
    <w:rsid w:val="002D613D"/>
    <w:rsid w:val="002D7122"/>
    <w:rsid w:val="002E04BC"/>
    <w:rsid w:val="003234AA"/>
    <w:rsid w:val="00324212"/>
    <w:rsid w:val="003270E4"/>
    <w:rsid w:val="00344EE6"/>
    <w:rsid w:val="00352F64"/>
    <w:rsid w:val="00382C7D"/>
    <w:rsid w:val="00385FE2"/>
    <w:rsid w:val="003909B4"/>
    <w:rsid w:val="00394CF1"/>
    <w:rsid w:val="003A6622"/>
    <w:rsid w:val="003E416A"/>
    <w:rsid w:val="00400383"/>
    <w:rsid w:val="00404107"/>
    <w:rsid w:val="00411FD4"/>
    <w:rsid w:val="004520A0"/>
    <w:rsid w:val="00477D62"/>
    <w:rsid w:val="004A3BCC"/>
    <w:rsid w:val="004C122B"/>
    <w:rsid w:val="004C256B"/>
    <w:rsid w:val="004E0025"/>
    <w:rsid w:val="004E3E95"/>
    <w:rsid w:val="004F4E3F"/>
    <w:rsid w:val="005060EC"/>
    <w:rsid w:val="00525F48"/>
    <w:rsid w:val="00543410"/>
    <w:rsid w:val="00543DEF"/>
    <w:rsid w:val="00545068"/>
    <w:rsid w:val="00552EAF"/>
    <w:rsid w:val="005534C2"/>
    <w:rsid w:val="005606F1"/>
    <w:rsid w:val="005748E3"/>
    <w:rsid w:val="00583D40"/>
    <w:rsid w:val="005947E5"/>
    <w:rsid w:val="00596D0F"/>
    <w:rsid w:val="005C197D"/>
    <w:rsid w:val="005D0996"/>
    <w:rsid w:val="005D4909"/>
    <w:rsid w:val="005E594C"/>
    <w:rsid w:val="00624106"/>
    <w:rsid w:val="00632733"/>
    <w:rsid w:val="00644C5F"/>
    <w:rsid w:val="00646603"/>
    <w:rsid w:val="00661D13"/>
    <w:rsid w:val="0067732A"/>
    <w:rsid w:val="006A41AD"/>
    <w:rsid w:val="006D2A35"/>
    <w:rsid w:val="006D3CE8"/>
    <w:rsid w:val="00701D82"/>
    <w:rsid w:val="007102C1"/>
    <w:rsid w:val="007112FB"/>
    <w:rsid w:val="007126C8"/>
    <w:rsid w:val="00713D22"/>
    <w:rsid w:val="007A33CD"/>
    <w:rsid w:val="007C5B1B"/>
    <w:rsid w:val="007E5FF0"/>
    <w:rsid w:val="00802E05"/>
    <w:rsid w:val="00803E28"/>
    <w:rsid w:val="00804042"/>
    <w:rsid w:val="00811182"/>
    <w:rsid w:val="00813362"/>
    <w:rsid w:val="00850CED"/>
    <w:rsid w:val="00854725"/>
    <w:rsid w:val="00880184"/>
    <w:rsid w:val="00893153"/>
    <w:rsid w:val="008B3BF4"/>
    <w:rsid w:val="008B3C2A"/>
    <w:rsid w:val="008C1B9D"/>
    <w:rsid w:val="008C4F7F"/>
    <w:rsid w:val="008C67DE"/>
    <w:rsid w:val="008E77CD"/>
    <w:rsid w:val="00907CF4"/>
    <w:rsid w:val="00923531"/>
    <w:rsid w:val="00924EB0"/>
    <w:rsid w:val="009350DF"/>
    <w:rsid w:val="00942505"/>
    <w:rsid w:val="00943CA7"/>
    <w:rsid w:val="00961297"/>
    <w:rsid w:val="00977A1C"/>
    <w:rsid w:val="00984A59"/>
    <w:rsid w:val="00992841"/>
    <w:rsid w:val="009A0ECB"/>
    <w:rsid w:val="009A3EEC"/>
    <w:rsid w:val="009B35AE"/>
    <w:rsid w:val="009C12E1"/>
    <w:rsid w:val="009D4370"/>
    <w:rsid w:val="009E0202"/>
    <w:rsid w:val="009F0327"/>
    <w:rsid w:val="009F19EF"/>
    <w:rsid w:val="009F70D4"/>
    <w:rsid w:val="00A04256"/>
    <w:rsid w:val="00A078E6"/>
    <w:rsid w:val="00A2369C"/>
    <w:rsid w:val="00A43026"/>
    <w:rsid w:val="00A46516"/>
    <w:rsid w:val="00A53425"/>
    <w:rsid w:val="00A62728"/>
    <w:rsid w:val="00A90B05"/>
    <w:rsid w:val="00A90F95"/>
    <w:rsid w:val="00AA0074"/>
    <w:rsid w:val="00AA2AD4"/>
    <w:rsid w:val="00AB09A7"/>
    <w:rsid w:val="00AB7058"/>
    <w:rsid w:val="00AC0857"/>
    <w:rsid w:val="00B03018"/>
    <w:rsid w:val="00B040FE"/>
    <w:rsid w:val="00B13FBA"/>
    <w:rsid w:val="00B14AFB"/>
    <w:rsid w:val="00B35F22"/>
    <w:rsid w:val="00B415C1"/>
    <w:rsid w:val="00B46E1E"/>
    <w:rsid w:val="00B734E8"/>
    <w:rsid w:val="00B8442D"/>
    <w:rsid w:val="00B87660"/>
    <w:rsid w:val="00BA480C"/>
    <w:rsid w:val="00BC2B3E"/>
    <w:rsid w:val="00BC5836"/>
    <w:rsid w:val="00C24FD1"/>
    <w:rsid w:val="00C2776E"/>
    <w:rsid w:val="00C36AA5"/>
    <w:rsid w:val="00C44E9D"/>
    <w:rsid w:val="00C64AE2"/>
    <w:rsid w:val="00C943BB"/>
    <w:rsid w:val="00CB3119"/>
    <w:rsid w:val="00D065FF"/>
    <w:rsid w:val="00D14AB1"/>
    <w:rsid w:val="00D254A0"/>
    <w:rsid w:val="00D35CC3"/>
    <w:rsid w:val="00D37604"/>
    <w:rsid w:val="00D62E15"/>
    <w:rsid w:val="00D86277"/>
    <w:rsid w:val="00D91339"/>
    <w:rsid w:val="00D93B0D"/>
    <w:rsid w:val="00D94904"/>
    <w:rsid w:val="00DC01AB"/>
    <w:rsid w:val="00DC5770"/>
    <w:rsid w:val="00DD0B20"/>
    <w:rsid w:val="00DF1DE9"/>
    <w:rsid w:val="00E32912"/>
    <w:rsid w:val="00E339E8"/>
    <w:rsid w:val="00E37814"/>
    <w:rsid w:val="00E4100D"/>
    <w:rsid w:val="00E463E3"/>
    <w:rsid w:val="00E6169F"/>
    <w:rsid w:val="00E722DF"/>
    <w:rsid w:val="00E73447"/>
    <w:rsid w:val="00EA5C7C"/>
    <w:rsid w:val="00ED45C7"/>
    <w:rsid w:val="00EF3BD9"/>
    <w:rsid w:val="00F028B5"/>
    <w:rsid w:val="00F02F77"/>
    <w:rsid w:val="00F071E8"/>
    <w:rsid w:val="00F16C76"/>
    <w:rsid w:val="00F3457B"/>
    <w:rsid w:val="00F3610E"/>
    <w:rsid w:val="00F3756B"/>
    <w:rsid w:val="00F64457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EY2VVZ57\Lower%20Limb%20Venous%20Insufficiency%20scan%20_%20Both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Venous Insufficiency scan _ Both _ Normal</Template>
  <TotalTime>114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Tiwa Kiladejo</dc:creator>
  <cp:lastModifiedBy>Daniel Sims</cp:lastModifiedBy>
  <cp:revision>9</cp:revision>
  <cp:lastPrinted>2019-07-03T13:20:00Z</cp:lastPrinted>
  <dcterms:created xsi:type="dcterms:W3CDTF">2019-06-12T14:01:00Z</dcterms:created>
  <dcterms:modified xsi:type="dcterms:W3CDTF">2019-07-03T13:24:00Z</dcterms:modified>
</cp:coreProperties>
</file>